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590A5" w14:textId="14885F18" w:rsidR="00487499" w:rsidRPr="00833B1E" w:rsidRDefault="00833B1E" w:rsidP="00833B1E">
      <w:pPr>
        <w:pStyle w:val="Naslov2"/>
        <w:numPr>
          <w:ilvl w:val="0"/>
          <w:numId w:val="0"/>
        </w:numPr>
        <w:ind w:left="720" w:hanging="720"/>
        <w:jc w:val="center"/>
      </w:pPr>
      <w:bookmarkStart w:id="0" w:name="_Toc532392573"/>
      <w:bookmarkStart w:id="1" w:name="_Toc532538613"/>
      <w:bookmarkStart w:id="2" w:name="_Toc43082510"/>
      <w:r w:rsidRPr="00833B1E">
        <w:t>Ponudba</w:t>
      </w:r>
      <w:r w:rsidR="00487499" w:rsidRPr="00833B1E">
        <w:t xml:space="preserve"> </w:t>
      </w:r>
      <w:r w:rsidR="00487499" w:rsidRPr="00833B1E">
        <w:noBreakHyphen/>
        <w:t xml:space="preserve"> </w:t>
      </w:r>
      <w:r w:rsidRPr="00833B1E">
        <w:t>predračun</w:t>
      </w:r>
      <w:bookmarkEnd w:id="0"/>
      <w:bookmarkEnd w:id="1"/>
      <w:bookmarkEnd w:id="2"/>
    </w:p>
    <w:tbl>
      <w:tblPr>
        <w:tblStyle w:val="Tabelasvetlamrea1poudarek4"/>
        <w:tblpPr w:leftFromText="141" w:rightFromText="141" w:vertAnchor="text" w:horzAnchor="margin" w:tblpY="3"/>
        <w:tblW w:w="5019" w:type="pct"/>
        <w:tblLook w:val="0400" w:firstRow="0" w:lastRow="0" w:firstColumn="0" w:lastColumn="0" w:noHBand="0" w:noVBand="1"/>
      </w:tblPr>
      <w:tblGrid>
        <w:gridCol w:w="2424"/>
        <w:gridCol w:w="7684"/>
      </w:tblGrid>
      <w:tr w:rsidR="00487499" w14:paraId="77780A8F" w14:textId="77777777" w:rsidTr="00D77ECB">
        <w:trPr>
          <w:trHeight w:val="397"/>
        </w:trPr>
        <w:tc>
          <w:tcPr>
            <w:tcW w:w="1199" w:type="pct"/>
            <w:vAlign w:val="center"/>
          </w:tcPr>
          <w:p w14:paraId="52CAE820" w14:textId="77777777" w:rsidR="00487499" w:rsidRDefault="00487499" w:rsidP="00D86722">
            <w:pPr>
              <w:pStyle w:val="Brezrazmikov"/>
            </w:pPr>
            <w:r>
              <w:t>Številka ponudbe:</w:t>
            </w:r>
          </w:p>
        </w:tc>
        <w:tc>
          <w:tcPr>
            <w:tcW w:w="3801" w:type="pct"/>
            <w:vAlign w:val="center"/>
          </w:tcPr>
          <w:p w14:paraId="4D37F9D4" w14:textId="77777777" w:rsidR="00487499" w:rsidRDefault="00487499" w:rsidP="00D86722">
            <w:pPr>
              <w:pStyle w:val="Brezrazmikov"/>
            </w:pP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3" w:name="Besedilo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487499" w14:paraId="03989D7B" w14:textId="77777777" w:rsidTr="00D77ECB">
        <w:trPr>
          <w:trHeight w:val="397"/>
        </w:trPr>
        <w:tc>
          <w:tcPr>
            <w:tcW w:w="1199" w:type="pct"/>
            <w:vAlign w:val="center"/>
          </w:tcPr>
          <w:p w14:paraId="533A1A44" w14:textId="77777777" w:rsidR="00487499" w:rsidRDefault="00487499" w:rsidP="00D86722">
            <w:pPr>
              <w:pStyle w:val="Brezrazmikov"/>
            </w:pPr>
            <w:r>
              <w:t>Datum:</w:t>
            </w:r>
          </w:p>
        </w:tc>
        <w:tc>
          <w:tcPr>
            <w:tcW w:w="3801" w:type="pct"/>
            <w:vAlign w:val="center"/>
          </w:tcPr>
          <w:p w14:paraId="770E8887" w14:textId="77777777" w:rsidR="00487499" w:rsidRDefault="00487499" w:rsidP="00D86722">
            <w:pPr>
              <w:pStyle w:val="Brezrazmikov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                  Kraj:         </w:t>
            </w: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</w:t>
            </w:r>
          </w:p>
        </w:tc>
      </w:tr>
      <w:tr w:rsidR="00487499" w14:paraId="07375801" w14:textId="77777777" w:rsidTr="00D77ECB">
        <w:trPr>
          <w:trHeight w:val="397"/>
        </w:trPr>
        <w:tc>
          <w:tcPr>
            <w:tcW w:w="1199" w:type="pct"/>
            <w:vAlign w:val="center"/>
          </w:tcPr>
          <w:p w14:paraId="10DE23AB" w14:textId="77777777" w:rsidR="00487499" w:rsidRPr="00386119" w:rsidRDefault="00487499" w:rsidP="00D86722">
            <w:pPr>
              <w:pStyle w:val="Brezrazmikov"/>
            </w:pPr>
            <w:r w:rsidRPr="00386119">
              <w:t>Predmet naročila:</w:t>
            </w:r>
          </w:p>
        </w:tc>
        <w:tc>
          <w:tcPr>
            <w:tcW w:w="3801" w:type="pct"/>
            <w:vAlign w:val="center"/>
          </w:tcPr>
          <w:p w14:paraId="350B2280" w14:textId="42FF3012" w:rsidR="00487499" w:rsidRDefault="00D86722" w:rsidP="00D86722">
            <w:pPr>
              <w:pStyle w:val="Brezrazmikov"/>
            </w:pPr>
            <w:r w:rsidRPr="00043B6D">
              <w:t>TOPLOTNA OSKRBA ZAVODA HRASTOVEC S TOPLOTO NA LESNO BIOMASO</w:t>
            </w:r>
          </w:p>
        </w:tc>
      </w:tr>
      <w:tr w:rsidR="00487499" w14:paraId="58CB5FAC" w14:textId="77777777" w:rsidTr="00D77ECB">
        <w:trPr>
          <w:trHeight w:val="397"/>
        </w:trPr>
        <w:tc>
          <w:tcPr>
            <w:tcW w:w="1199" w:type="pct"/>
            <w:vAlign w:val="center"/>
          </w:tcPr>
          <w:p w14:paraId="7137C71F" w14:textId="77777777" w:rsidR="00487499" w:rsidRDefault="00487499" w:rsidP="00D86722">
            <w:pPr>
              <w:pStyle w:val="Brezrazmikov"/>
            </w:pPr>
            <w:r w:rsidRPr="00386119">
              <w:t>Naročnik:</w:t>
            </w:r>
          </w:p>
        </w:tc>
        <w:tc>
          <w:tcPr>
            <w:tcW w:w="3801" w:type="pct"/>
            <w:vAlign w:val="center"/>
          </w:tcPr>
          <w:p w14:paraId="19A7E365" w14:textId="2956782B" w:rsidR="00487499" w:rsidRDefault="00D86722" w:rsidP="00D86722">
            <w:pPr>
              <w:pStyle w:val="Brezrazmikov"/>
            </w:pPr>
            <w:r w:rsidRPr="007F596F">
              <w:rPr>
                <w:bCs/>
              </w:rPr>
              <w:t>SOCIALNO VARSTVENI ZAVOD HRASTOVEC</w:t>
            </w:r>
            <w:r>
              <w:rPr>
                <w:bCs/>
              </w:rPr>
              <w:t xml:space="preserve">, </w:t>
            </w:r>
            <w:r w:rsidRPr="007F596F">
              <w:t xml:space="preserve"> Hrastovec v Slov. goricah 22</w:t>
            </w:r>
            <w:r>
              <w:t xml:space="preserve">, </w:t>
            </w:r>
            <w:r w:rsidRPr="007F596F">
              <w:t>2230 Lenart v Slov. goricah</w:t>
            </w:r>
          </w:p>
        </w:tc>
      </w:tr>
      <w:tr w:rsidR="00487499" w14:paraId="3381B786" w14:textId="77777777" w:rsidTr="00D77ECB">
        <w:trPr>
          <w:trHeight w:val="397"/>
        </w:trPr>
        <w:tc>
          <w:tcPr>
            <w:tcW w:w="1199" w:type="pct"/>
            <w:vAlign w:val="center"/>
          </w:tcPr>
          <w:p w14:paraId="0D223C5A" w14:textId="77777777" w:rsidR="00487499" w:rsidRDefault="00487499" w:rsidP="00D86722">
            <w:pPr>
              <w:pStyle w:val="Brezrazmikov"/>
            </w:pPr>
            <w:r>
              <w:t>Ponudnik:</w:t>
            </w:r>
          </w:p>
        </w:tc>
        <w:tc>
          <w:tcPr>
            <w:tcW w:w="3801" w:type="pct"/>
            <w:vAlign w:val="center"/>
          </w:tcPr>
          <w:p w14:paraId="75720DA0" w14:textId="77777777" w:rsidR="00487499" w:rsidRDefault="00487499" w:rsidP="00D86722">
            <w:pPr>
              <w:pStyle w:val="Brezrazmikov"/>
            </w:pP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87499" w14:paraId="1103517D" w14:textId="77777777" w:rsidTr="00D77ECB">
        <w:trPr>
          <w:trHeight w:val="397"/>
        </w:trPr>
        <w:tc>
          <w:tcPr>
            <w:tcW w:w="1199" w:type="pct"/>
            <w:vAlign w:val="center"/>
          </w:tcPr>
          <w:p w14:paraId="126A6806" w14:textId="77777777" w:rsidR="00487499" w:rsidRDefault="00487499" w:rsidP="00D86722">
            <w:pPr>
              <w:pStyle w:val="Brezrazmikov"/>
            </w:pPr>
            <w:r>
              <w:t>Zakoniti zastopnik:</w:t>
            </w:r>
          </w:p>
        </w:tc>
        <w:tc>
          <w:tcPr>
            <w:tcW w:w="3801" w:type="pct"/>
            <w:vAlign w:val="center"/>
          </w:tcPr>
          <w:p w14:paraId="17256794" w14:textId="77777777" w:rsidR="00487499" w:rsidRDefault="00487499" w:rsidP="00D86722">
            <w:pPr>
              <w:pStyle w:val="Brezrazmikov"/>
            </w:pPr>
            <w: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(podpisnik ponudbe)</w:t>
            </w:r>
          </w:p>
        </w:tc>
      </w:tr>
      <w:tr w:rsidR="00487499" w14:paraId="64C61701" w14:textId="77777777" w:rsidTr="00D77ECB">
        <w:trPr>
          <w:trHeight w:val="397"/>
        </w:trPr>
        <w:tc>
          <w:tcPr>
            <w:tcW w:w="1199" w:type="pct"/>
            <w:vAlign w:val="center"/>
          </w:tcPr>
          <w:p w14:paraId="4759EF24" w14:textId="77777777" w:rsidR="00487499" w:rsidRDefault="00487499" w:rsidP="00D86722">
            <w:pPr>
              <w:pStyle w:val="Brezrazmikov"/>
            </w:pPr>
            <w:r>
              <w:t>Veljavnost ponudbe:</w:t>
            </w:r>
          </w:p>
        </w:tc>
        <w:tc>
          <w:tcPr>
            <w:tcW w:w="3801" w:type="pct"/>
            <w:vAlign w:val="center"/>
          </w:tcPr>
          <w:p w14:paraId="603823E6" w14:textId="21AD43D1" w:rsidR="00487499" w:rsidRDefault="00487499" w:rsidP="00D86722">
            <w:pPr>
              <w:pStyle w:val="Brezrazmikov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(minimalno </w:t>
            </w:r>
            <w:r w:rsidR="00D86722">
              <w:t>do 31. 12. 2020</w:t>
            </w:r>
            <w:r>
              <w:t>)</w:t>
            </w:r>
          </w:p>
        </w:tc>
      </w:tr>
    </w:tbl>
    <w:p w14:paraId="452E70C9" w14:textId="77777777" w:rsidR="00D86722" w:rsidRDefault="00D86722" w:rsidP="00D86722">
      <w:pPr>
        <w:pStyle w:val="Brezrazmikov"/>
      </w:pPr>
    </w:p>
    <w:p w14:paraId="65815DDA" w14:textId="77777777" w:rsidR="00487499" w:rsidRDefault="00487499" w:rsidP="00D86722">
      <w:pPr>
        <w:pStyle w:val="Brezrazmikov"/>
      </w:pPr>
      <w:r>
        <w:t>Ponudbena cena:</w:t>
      </w:r>
    </w:p>
    <w:p w14:paraId="0C79DA2E" w14:textId="26ADDAB9" w:rsidR="00487499" w:rsidRDefault="00487499" w:rsidP="00D86722">
      <w:pPr>
        <w:pStyle w:val="Brezrazmikov"/>
        <w:rPr>
          <w:sz w:val="20"/>
        </w:rPr>
      </w:pPr>
    </w:p>
    <w:tbl>
      <w:tblPr>
        <w:tblStyle w:val="Tabelasvetlamrea1poudarek3"/>
        <w:tblW w:w="0" w:type="auto"/>
        <w:tblLook w:val="04E0" w:firstRow="1" w:lastRow="1" w:firstColumn="1" w:lastColumn="0" w:noHBand="0" w:noVBand="1"/>
      </w:tblPr>
      <w:tblGrid>
        <w:gridCol w:w="2470"/>
        <w:gridCol w:w="1023"/>
        <w:gridCol w:w="1679"/>
        <w:gridCol w:w="1769"/>
        <w:gridCol w:w="2635"/>
      </w:tblGrid>
      <w:tr w:rsidR="005875C6" w:rsidRPr="005875C6" w14:paraId="5F69653B" w14:textId="77777777" w:rsidTr="00D77E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vAlign w:val="center"/>
          </w:tcPr>
          <w:p w14:paraId="646E1FF2" w14:textId="151644DD" w:rsidR="005875C6" w:rsidRPr="005875C6" w:rsidRDefault="005875C6" w:rsidP="005875C6">
            <w:pPr>
              <w:pStyle w:val="Brezrazmikov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Postavka</w:t>
            </w:r>
          </w:p>
        </w:tc>
        <w:tc>
          <w:tcPr>
            <w:tcW w:w="1023" w:type="dxa"/>
            <w:vAlign w:val="center"/>
          </w:tcPr>
          <w:p w14:paraId="42422B42" w14:textId="6C202682" w:rsidR="005875C6" w:rsidRPr="005875C6" w:rsidRDefault="005875C6" w:rsidP="005875C6">
            <w:pPr>
              <w:pStyle w:val="Brezrazmikov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Em</w:t>
            </w:r>
          </w:p>
        </w:tc>
        <w:tc>
          <w:tcPr>
            <w:tcW w:w="1679" w:type="dxa"/>
            <w:vAlign w:val="center"/>
          </w:tcPr>
          <w:p w14:paraId="1715E7B8" w14:textId="3C8B2CCB" w:rsidR="005875C6" w:rsidRPr="005875C6" w:rsidRDefault="005875C6" w:rsidP="005875C6">
            <w:pPr>
              <w:pStyle w:val="Brezrazmikov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Ocenjena</w:t>
            </w:r>
          </w:p>
          <w:p w14:paraId="6FCC65EC" w14:textId="349F5648" w:rsidR="005875C6" w:rsidRPr="005875C6" w:rsidRDefault="005875C6" w:rsidP="005875C6">
            <w:pPr>
              <w:pStyle w:val="Brezrazmikov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 xml:space="preserve">količina </w:t>
            </w:r>
          </w:p>
        </w:tc>
        <w:tc>
          <w:tcPr>
            <w:tcW w:w="1769" w:type="dxa"/>
            <w:vAlign w:val="center"/>
          </w:tcPr>
          <w:p w14:paraId="0CCBD807" w14:textId="77777777" w:rsidR="005875C6" w:rsidRPr="005875C6" w:rsidRDefault="005875C6" w:rsidP="005875C6">
            <w:pPr>
              <w:pStyle w:val="Brezrazmikov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Cena</w:t>
            </w:r>
          </w:p>
          <w:p w14:paraId="0F6EF4DD" w14:textId="18DC574D" w:rsidR="005875C6" w:rsidRPr="005875C6" w:rsidRDefault="005875C6" w:rsidP="005875C6">
            <w:pPr>
              <w:pStyle w:val="Brezrazmikov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EUR/em</w:t>
            </w:r>
          </w:p>
        </w:tc>
        <w:tc>
          <w:tcPr>
            <w:tcW w:w="2635" w:type="dxa"/>
            <w:vAlign w:val="center"/>
          </w:tcPr>
          <w:p w14:paraId="2EB48BF1" w14:textId="23B18A8E" w:rsidR="005875C6" w:rsidRPr="005875C6" w:rsidRDefault="005875C6" w:rsidP="005875C6">
            <w:pPr>
              <w:pStyle w:val="Brezrazmikov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Skupaj</w:t>
            </w:r>
          </w:p>
        </w:tc>
      </w:tr>
      <w:tr w:rsidR="005875C6" w:rsidRPr="005875C6" w14:paraId="3169E72B" w14:textId="77777777" w:rsidTr="00D77E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shd w:val="clear" w:color="auto" w:fill="D5D6DD" w:themeFill="accent4" w:themeFillTint="66"/>
            <w:vAlign w:val="center"/>
          </w:tcPr>
          <w:p w14:paraId="5F0DD1FC" w14:textId="0F1B811B" w:rsidR="005875C6" w:rsidRPr="005875C6" w:rsidRDefault="005875C6" w:rsidP="005875C6">
            <w:pPr>
              <w:pStyle w:val="Brezrazmikov"/>
              <w:jc w:val="center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a</w:t>
            </w:r>
          </w:p>
        </w:tc>
        <w:tc>
          <w:tcPr>
            <w:tcW w:w="1023" w:type="dxa"/>
            <w:shd w:val="clear" w:color="auto" w:fill="D5D6DD" w:themeFill="accent4" w:themeFillTint="66"/>
            <w:vAlign w:val="center"/>
          </w:tcPr>
          <w:p w14:paraId="303DA7C2" w14:textId="2D34AE58" w:rsidR="005875C6" w:rsidRPr="005875C6" w:rsidRDefault="005875C6" w:rsidP="005875C6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5C6">
              <w:t>b</w:t>
            </w:r>
          </w:p>
        </w:tc>
        <w:tc>
          <w:tcPr>
            <w:tcW w:w="1679" w:type="dxa"/>
            <w:shd w:val="clear" w:color="auto" w:fill="D5D6DD" w:themeFill="accent4" w:themeFillTint="66"/>
            <w:vAlign w:val="center"/>
          </w:tcPr>
          <w:p w14:paraId="485996F1" w14:textId="59112F06" w:rsidR="005875C6" w:rsidRPr="005875C6" w:rsidRDefault="005875C6" w:rsidP="005875C6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5C6">
              <w:t>c</w:t>
            </w:r>
          </w:p>
        </w:tc>
        <w:tc>
          <w:tcPr>
            <w:tcW w:w="1769" w:type="dxa"/>
            <w:shd w:val="clear" w:color="auto" w:fill="D5D6DD" w:themeFill="accent4" w:themeFillTint="66"/>
            <w:vAlign w:val="center"/>
          </w:tcPr>
          <w:p w14:paraId="300070BF" w14:textId="0345D6D8" w:rsidR="005875C6" w:rsidRPr="005875C6" w:rsidRDefault="005875C6" w:rsidP="005875C6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5C6">
              <w:t>d</w:t>
            </w:r>
          </w:p>
        </w:tc>
        <w:tc>
          <w:tcPr>
            <w:tcW w:w="2635" w:type="dxa"/>
            <w:shd w:val="clear" w:color="auto" w:fill="D5D6DD" w:themeFill="accent4" w:themeFillTint="66"/>
            <w:vAlign w:val="center"/>
          </w:tcPr>
          <w:p w14:paraId="1BF21705" w14:textId="7DF10797" w:rsidR="005875C6" w:rsidRPr="005875C6" w:rsidRDefault="005875C6" w:rsidP="005875C6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5C6">
              <w:t>e=c*d</w:t>
            </w:r>
          </w:p>
        </w:tc>
      </w:tr>
      <w:tr w:rsidR="00D77ECB" w:rsidRPr="005875C6" w14:paraId="3D6E2602" w14:textId="77777777" w:rsidTr="00D77E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vAlign w:val="center"/>
          </w:tcPr>
          <w:p w14:paraId="695D699D" w14:textId="5FBDD302" w:rsidR="00D77ECB" w:rsidRPr="005875C6" w:rsidRDefault="00D77ECB" w:rsidP="00D77ECB">
            <w:pPr>
              <w:pStyle w:val="Brezrazmikov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 xml:space="preserve">Toplota – fiksni del </w:t>
            </w:r>
          </w:p>
        </w:tc>
        <w:tc>
          <w:tcPr>
            <w:tcW w:w="1023" w:type="dxa"/>
            <w:vAlign w:val="center"/>
          </w:tcPr>
          <w:p w14:paraId="4538863B" w14:textId="4AAC87F9" w:rsidR="00D77ECB" w:rsidRPr="005875C6" w:rsidRDefault="00D77ECB" w:rsidP="00D77ECB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5875C6">
              <w:t>W</w:t>
            </w:r>
            <w:r>
              <w:t>/leto</w:t>
            </w:r>
          </w:p>
        </w:tc>
        <w:tc>
          <w:tcPr>
            <w:tcW w:w="1679" w:type="dxa"/>
            <w:vAlign w:val="center"/>
          </w:tcPr>
          <w:p w14:paraId="3FA99C6E" w14:textId="6A5B4CA6" w:rsidR="00D77ECB" w:rsidRPr="005875C6" w:rsidRDefault="00D77ECB" w:rsidP="00D77ECB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769" w:type="dxa"/>
            <w:vAlign w:val="center"/>
          </w:tcPr>
          <w:p w14:paraId="68E2ED1E" w14:textId="46201E54" w:rsidR="00D77ECB" w:rsidRPr="005875C6" w:rsidRDefault="00D77ECB" w:rsidP="00D77ECB">
            <w:pPr>
              <w:pStyle w:val="Brezrazmikov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4" w:name="Besedilo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635" w:type="dxa"/>
            <w:vAlign w:val="center"/>
          </w:tcPr>
          <w:p w14:paraId="64AF8AD6" w14:textId="00686370" w:rsidR="00D77ECB" w:rsidRPr="005875C6" w:rsidRDefault="00D77ECB" w:rsidP="00D77ECB">
            <w:pPr>
              <w:pStyle w:val="Brezrazmikov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01EB"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401EB">
              <w:instrText xml:space="preserve"> FORMTEXT </w:instrText>
            </w:r>
            <w:r w:rsidRPr="001401EB">
              <w:fldChar w:fldCharType="separate"/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fldChar w:fldCharType="end"/>
            </w:r>
          </w:p>
        </w:tc>
      </w:tr>
      <w:tr w:rsidR="00D77ECB" w:rsidRPr="005875C6" w14:paraId="50B72772" w14:textId="77777777" w:rsidTr="00D77E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vAlign w:val="center"/>
          </w:tcPr>
          <w:p w14:paraId="45B4F4A4" w14:textId="6A100D6A" w:rsidR="00D77ECB" w:rsidRPr="005875C6" w:rsidRDefault="00D77ECB" w:rsidP="00D77ECB">
            <w:pPr>
              <w:pStyle w:val="Brezrazmikov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Toplota – variabilni del</w:t>
            </w:r>
          </w:p>
        </w:tc>
        <w:tc>
          <w:tcPr>
            <w:tcW w:w="1023" w:type="dxa"/>
            <w:vAlign w:val="center"/>
          </w:tcPr>
          <w:p w14:paraId="37576012" w14:textId="53996C61" w:rsidR="00D77ECB" w:rsidRPr="005875C6" w:rsidRDefault="00D77ECB" w:rsidP="00D77ECB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5C6">
              <w:t>MWh</w:t>
            </w:r>
          </w:p>
        </w:tc>
        <w:tc>
          <w:tcPr>
            <w:tcW w:w="1679" w:type="dxa"/>
            <w:vAlign w:val="center"/>
          </w:tcPr>
          <w:p w14:paraId="4A1A1038" w14:textId="2482572F" w:rsidR="00D77ECB" w:rsidRPr="005875C6" w:rsidRDefault="00D77ECB" w:rsidP="00D77ECB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5C6">
              <w:t>2.152</w:t>
            </w:r>
          </w:p>
        </w:tc>
        <w:tc>
          <w:tcPr>
            <w:tcW w:w="1769" w:type="dxa"/>
            <w:vAlign w:val="center"/>
          </w:tcPr>
          <w:p w14:paraId="64ED099C" w14:textId="62A8E378" w:rsidR="00D77ECB" w:rsidRPr="005875C6" w:rsidRDefault="00D77ECB" w:rsidP="00D77ECB">
            <w:pPr>
              <w:pStyle w:val="Brezrazmikov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35" w:type="dxa"/>
            <w:vAlign w:val="center"/>
          </w:tcPr>
          <w:p w14:paraId="74969AA2" w14:textId="3FBB733D" w:rsidR="00D77ECB" w:rsidRPr="005875C6" w:rsidRDefault="00D77ECB" w:rsidP="00D77ECB">
            <w:pPr>
              <w:pStyle w:val="Brezrazmikov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01EB"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401EB">
              <w:instrText xml:space="preserve"> FORMTEXT </w:instrText>
            </w:r>
            <w:r w:rsidRPr="001401EB">
              <w:fldChar w:fldCharType="separate"/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fldChar w:fldCharType="end"/>
            </w:r>
          </w:p>
        </w:tc>
      </w:tr>
      <w:tr w:rsidR="00D77ECB" w:rsidRPr="00D77ECB" w14:paraId="0486A3F5" w14:textId="77777777" w:rsidTr="00D77E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vAlign w:val="center"/>
          </w:tcPr>
          <w:p w14:paraId="1D711E27" w14:textId="061B8F76" w:rsidR="00D77ECB" w:rsidRPr="00D77ECB" w:rsidRDefault="00D77ECB" w:rsidP="00D77ECB">
            <w:pPr>
              <w:pStyle w:val="Brezrazmikov"/>
            </w:pPr>
            <w:r w:rsidRPr="00D77ECB">
              <w:t>SKUPAJ na leto</w:t>
            </w:r>
          </w:p>
        </w:tc>
        <w:tc>
          <w:tcPr>
            <w:tcW w:w="1023" w:type="dxa"/>
            <w:vAlign w:val="center"/>
          </w:tcPr>
          <w:p w14:paraId="51A7F211" w14:textId="77777777" w:rsidR="00D77ECB" w:rsidRPr="00D77ECB" w:rsidRDefault="00D77ECB" w:rsidP="00D77ECB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79" w:type="dxa"/>
            <w:vAlign w:val="center"/>
          </w:tcPr>
          <w:p w14:paraId="179E7A90" w14:textId="2E0D5CA5" w:rsidR="00D77ECB" w:rsidRPr="00D77ECB" w:rsidRDefault="00D77ECB" w:rsidP="00D77ECB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69" w:type="dxa"/>
            <w:vAlign w:val="center"/>
          </w:tcPr>
          <w:p w14:paraId="35D0A939" w14:textId="77777777" w:rsidR="00D77ECB" w:rsidRPr="00D77ECB" w:rsidRDefault="00D77ECB" w:rsidP="00D77ECB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635" w:type="dxa"/>
            <w:vAlign w:val="center"/>
          </w:tcPr>
          <w:p w14:paraId="20F8D16A" w14:textId="1540C3CE" w:rsidR="00D77ECB" w:rsidRPr="00D77ECB" w:rsidRDefault="00D77ECB" w:rsidP="00D77ECB">
            <w:pPr>
              <w:pStyle w:val="Brezrazmikov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77ECB">
              <w:rPr>
                <w:b/>
                <w:bCs/>
              </w:rPr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D77ECB">
              <w:rPr>
                <w:b/>
                <w:bCs/>
              </w:rPr>
              <w:instrText xml:space="preserve"> FORMTEXT </w:instrText>
            </w:r>
            <w:r w:rsidRPr="00D77ECB">
              <w:rPr>
                <w:b/>
                <w:bCs/>
              </w:rPr>
            </w:r>
            <w:r w:rsidRPr="00D77ECB">
              <w:rPr>
                <w:b/>
                <w:bCs/>
              </w:rPr>
              <w:fldChar w:fldCharType="separate"/>
            </w:r>
            <w:r w:rsidRPr="00D77ECB">
              <w:rPr>
                <w:b/>
                <w:bCs/>
                <w:noProof/>
              </w:rPr>
              <w:t> </w:t>
            </w:r>
            <w:r w:rsidRPr="00D77ECB">
              <w:rPr>
                <w:b/>
                <w:bCs/>
                <w:noProof/>
              </w:rPr>
              <w:t> </w:t>
            </w:r>
            <w:r w:rsidRPr="00D77ECB">
              <w:rPr>
                <w:b/>
                <w:bCs/>
                <w:noProof/>
              </w:rPr>
              <w:t> </w:t>
            </w:r>
            <w:r w:rsidRPr="00D77ECB">
              <w:rPr>
                <w:b/>
                <w:bCs/>
                <w:noProof/>
              </w:rPr>
              <w:t> </w:t>
            </w:r>
            <w:r w:rsidRPr="00D77ECB">
              <w:rPr>
                <w:b/>
                <w:bCs/>
                <w:noProof/>
              </w:rPr>
              <w:t> </w:t>
            </w:r>
            <w:r w:rsidRPr="00D77ECB">
              <w:rPr>
                <w:b/>
                <w:bCs/>
              </w:rPr>
              <w:fldChar w:fldCharType="end"/>
            </w:r>
          </w:p>
        </w:tc>
      </w:tr>
      <w:tr w:rsidR="00D77ECB" w:rsidRPr="00D77ECB" w14:paraId="54F8D36E" w14:textId="77777777" w:rsidTr="00D77E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vAlign w:val="center"/>
          </w:tcPr>
          <w:p w14:paraId="2A4DE8B6" w14:textId="523428FC" w:rsidR="00D77ECB" w:rsidRPr="00D77ECB" w:rsidRDefault="00D77ECB" w:rsidP="00D77ECB">
            <w:pPr>
              <w:pStyle w:val="Brezrazmikov"/>
              <w:rPr>
                <w:b w:val="0"/>
                <w:bCs w:val="0"/>
              </w:rPr>
            </w:pPr>
            <w:r w:rsidRPr="00D77ECB">
              <w:rPr>
                <w:b w:val="0"/>
                <w:bCs w:val="0"/>
              </w:rPr>
              <w:t xml:space="preserve">SKUPAJ </w:t>
            </w:r>
            <w:r>
              <w:rPr>
                <w:b w:val="0"/>
                <w:bCs w:val="0"/>
              </w:rPr>
              <w:t xml:space="preserve">za </w:t>
            </w:r>
            <w:r w:rsidRPr="00D77ECB">
              <w:rPr>
                <w:b w:val="0"/>
                <w:bCs w:val="0"/>
              </w:rPr>
              <w:t>15 let</w:t>
            </w:r>
          </w:p>
        </w:tc>
        <w:tc>
          <w:tcPr>
            <w:tcW w:w="1023" w:type="dxa"/>
            <w:vAlign w:val="center"/>
          </w:tcPr>
          <w:p w14:paraId="09E5493D" w14:textId="77777777" w:rsidR="00D77ECB" w:rsidRPr="00D77ECB" w:rsidRDefault="00D77ECB" w:rsidP="00D77ECB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9" w:type="dxa"/>
            <w:vAlign w:val="center"/>
          </w:tcPr>
          <w:p w14:paraId="3C3768B3" w14:textId="77777777" w:rsidR="00D77ECB" w:rsidRPr="00D77ECB" w:rsidRDefault="00D77ECB" w:rsidP="00D77ECB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9" w:type="dxa"/>
            <w:vAlign w:val="center"/>
          </w:tcPr>
          <w:p w14:paraId="34B87611" w14:textId="77777777" w:rsidR="00D77ECB" w:rsidRPr="00D77ECB" w:rsidRDefault="00D77ECB" w:rsidP="00D77ECB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5" w:type="dxa"/>
            <w:vAlign w:val="center"/>
          </w:tcPr>
          <w:p w14:paraId="23963841" w14:textId="70A47320" w:rsidR="00D77ECB" w:rsidRPr="00D77ECB" w:rsidRDefault="00D77ECB" w:rsidP="00D77ECB">
            <w:pPr>
              <w:pStyle w:val="Brezrazmikov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01EB"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401EB">
              <w:instrText xml:space="preserve"> FORMTEXT </w:instrText>
            </w:r>
            <w:r w:rsidRPr="001401EB">
              <w:fldChar w:fldCharType="separate"/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fldChar w:fldCharType="end"/>
            </w:r>
          </w:p>
        </w:tc>
      </w:tr>
      <w:tr w:rsidR="00D77ECB" w:rsidRPr="005875C6" w14:paraId="247584F2" w14:textId="77777777" w:rsidTr="00D77E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vAlign w:val="center"/>
          </w:tcPr>
          <w:p w14:paraId="49D3FCF6" w14:textId="3C436ED6" w:rsidR="00D77ECB" w:rsidRPr="005875C6" w:rsidRDefault="00D77ECB" w:rsidP="00D77ECB">
            <w:pPr>
              <w:pStyle w:val="Brezrazmikov"/>
              <w:rPr>
                <w:b w:val="0"/>
                <w:bCs w:val="0"/>
              </w:rPr>
            </w:pPr>
            <w:r w:rsidRPr="005875C6">
              <w:rPr>
                <w:b w:val="0"/>
                <w:bCs w:val="0"/>
              </w:rPr>
              <w:t>DDV</w:t>
            </w:r>
          </w:p>
        </w:tc>
        <w:tc>
          <w:tcPr>
            <w:tcW w:w="1023" w:type="dxa"/>
            <w:vAlign w:val="center"/>
          </w:tcPr>
          <w:p w14:paraId="649C54AA" w14:textId="77777777" w:rsidR="00D77ECB" w:rsidRPr="005875C6" w:rsidRDefault="00D77ECB" w:rsidP="00D77ECB">
            <w:pPr>
              <w:pStyle w:val="Brezrazmikov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9" w:type="dxa"/>
            <w:vAlign w:val="center"/>
          </w:tcPr>
          <w:p w14:paraId="5C68DBCB" w14:textId="77777777" w:rsidR="00D77ECB" w:rsidRPr="005875C6" w:rsidRDefault="00D77ECB" w:rsidP="00D77ECB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9" w:type="dxa"/>
            <w:vAlign w:val="center"/>
          </w:tcPr>
          <w:p w14:paraId="3DC4D303" w14:textId="77777777" w:rsidR="00D77ECB" w:rsidRPr="005875C6" w:rsidRDefault="00D77ECB" w:rsidP="00D77ECB">
            <w:pPr>
              <w:pStyle w:val="Brezrazmikov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5" w:type="dxa"/>
            <w:vAlign w:val="center"/>
          </w:tcPr>
          <w:p w14:paraId="42DFF2E1" w14:textId="6FE182CA" w:rsidR="00D77ECB" w:rsidRPr="005875C6" w:rsidRDefault="00D77ECB" w:rsidP="00D77ECB">
            <w:pPr>
              <w:pStyle w:val="Brezrazmikov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01EB"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401EB">
              <w:instrText xml:space="preserve"> FORMTEXT </w:instrText>
            </w:r>
            <w:r w:rsidRPr="001401EB">
              <w:fldChar w:fldCharType="separate"/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rPr>
                <w:noProof/>
              </w:rPr>
              <w:t> </w:t>
            </w:r>
            <w:r w:rsidRPr="001401EB">
              <w:fldChar w:fldCharType="end"/>
            </w:r>
          </w:p>
        </w:tc>
      </w:tr>
      <w:tr w:rsidR="00D77ECB" w:rsidRPr="00D77ECB" w14:paraId="491F4736" w14:textId="77777777" w:rsidTr="00D77E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0" w:type="dxa"/>
            <w:vAlign w:val="center"/>
          </w:tcPr>
          <w:p w14:paraId="3C4C9651" w14:textId="20D892E4" w:rsidR="00D77ECB" w:rsidRPr="00D77ECB" w:rsidRDefault="00D77ECB" w:rsidP="00D77ECB">
            <w:pPr>
              <w:pStyle w:val="Brezrazmikov"/>
            </w:pPr>
            <w:r w:rsidRPr="00D77ECB">
              <w:t>Skupaj z DDV</w:t>
            </w:r>
          </w:p>
        </w:tc>
        <w:tc>
          <w:tcPr>
            <w:tcW w:w="1023" w:type="dxa"/>
            <w:vAlign w:val="center"/>
          </w:tcPr>
          <w:p w14:paraId="647556E9" w14:textId="77777777" w:rsidR="00D77ECB" w:rsidRPr="00D77ECB" w:rsidRDefault="00D77ECB" w:rsidP="00D77ECB">
            <w:pPr>
              <w:pStyle w:val="Brezrazmikov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9" w:type="dxa"/>
            <w:vAlign w:val="center"/>
          </w:tcPr>
          <w:p w14:paraId="612F70A0" w14:textId="32FE64FF" w:rsidR="00D77ECB" w:rsidRPr="00D77ECB" w:rsidRDefault="00D77ECB" w:rsidP="00D77ECB">
            <w:pPr>
              <w:pStyle w:val="Brezrazmikov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9" w:type="dxa"/>
            <w:vAlign w:val="center"/>
          </w:tcPr>
          <w:p w14:paraId="740083BD" w14:textId="77777777" w:rsidR="00D77ECB" w:rsidRPr="00D77ECB" w:rsidRDefault="00D77ECB" w:rsidP="00D77ECB">
            <w:pPr>
              <w:pStyle w:val="Brezrazmikov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5" w:type="dxa"/>
            <w:vAlign w:val="center"/>
          </w:tcPr>
          <w:p w14:paraId="52CACCCA" w14:textId="39637C70" w:rsidR="00D77ECB" w:rsidRPr="00D77ECB" w:rsidRDefault="00D77ECB" w:rsidP="00D77ECB">
            <w:pPr>
              <w:pStyle w:val="Brezrazmikov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D77ECB">
              <w:fldChar w:fldCharType="begin">
                <w:ffData>
                  <w:name w:val="Besedilo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D77ECB">
              <w:instrText xml:space="preserve"> FORMTEXT </w:instrText>
            </w:r>
            <w:r w:rsidRPr="00D77ECB">
              <w:fldChar w:fldCharType="separate"/>
            </w:r>
            <w:r w:rsidRPr="00D77ECB">
              <w:rPr>
                <w:noProof/>
              </w:rPr>
              <w:t> </w:t>
            </w:r>
            <w:r w:rsidRPr="00D77ECB">
              <w:rPr>
                <w:noProof/>
              </w:rPr>
              <w:t> </w:t>
            </w:r>
            <w:r w:rsidRPr="00D77ECB">
              <w:rPr>
                <w:noProof/>
              </w:rPr>
              <w:t> </w:t>
            </w:r>
            <w:r w:rsidRPr="00D77ECB">
              <w:rPr>
                <w:noProof/>
              </w:rPr>
              <w:t> </w:t>
            </w:r>
            <w:r w:rsidRPr="00D77ECB">
              <w:rPr>
                <w:noProof/>
              </w:rPr>
              <w:t> </w:t>
            </w:r>
            <w:r w:rsidRPr="00D77ECB">
              <w:fldChar w:fldCharType="end"/>
            </w:r>
          </w:p>
        </w:tc>
      </w:tr>
    </w:tbl>
    <w:p w14:paraId="76ACA559" w14:textId="585045BC" w:rsidR="00D86722" w:rsidRDefault="00D86722" w:rsidP="00D86722">
      <w:pPr>
        <w:pStyle w:val="Brezrazmikov"/>
        <w:rPr>
          <w:sz w:val="20"/>
        </w:rPr>
      </w:pPr>
    </w:p>
    <w:p w14:paraId="48AB8E4D" w14:textId="787EF3E4" w:rsidR="00D86722" w:rsidRDefault="00D86722" w:rsidP="00D86722">
      <w:pPr>
        <w:pStyle w:val="Brezrazmikov"/>
        <w:rPr>
          <w:sz w:val="20"/>
        </w:rPr>
      </w:pPr>
    </w:p>
    <w:p w14:paraId="454D6CA5" w14:textId="6184F81C" w:rsidR="00D86722" w:rsidRPr="00D86722" w:rsidRDefault="00D77ECB" w:rsidP="00D86722">
      <w:pPr>
        <w:pStyle w:val="Brezrazmikov"/>
      </w:pPr>
      <w:r>
        <w:t>I</w:t>
      </w:r>
      <w:r w:rsidR="00D86722">
        <w:t>zjavljamo, da smo pri določitvi ponudbene cene upoštevali vsa določila razpisne dokumentacije.</w:t>
      </w:r>
    </w:p>
    <w:p w14:paraId="31DE40B1" w14:textId="366497C0" w:rsidR="00D86722" w:rsidRDefault="00D86722" w:rsidP="00D86722">
      <w:pPr>
        <w:pStyle w:val="Brezrazmikov"/>
        <w:rPr>
          <w:sz w:val="20"/>
        </w:rPr>
      </w:pPr>
    </w:p>
    <w:p w14:paraId="4C1E653C" w14:textId="77777777" w:rsidR="00D86722" w:rsidRPr="008B6B2D" w:rsidRDefault="00D86722" w:rsidP="00D86722">
      <w:pPr>
        <w:pStyle w:val="Brezrazmikov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487499" w14:paraId="54165643" w14:textId="77777777" w:rsidTr="00D77ECB">
        <w:tc>
          <w:tcPr>
            <w:tcW w:w="3070" w:type="dxa"/>
            <w:shd w:val="clear" w:color="auto" w:fill="auto"/>
          </w:tcPr>
          <w:p w14:paraId="39B3D2F4" w14:textId="77777777" w:rsidR="00487499" w:rsidRDefault="00487499" w:rsidP="00D86722">
            <w:pPr>
              <w:pStyle w:val="Brezrazmikov"/>
            </w:pPr>
          </w:p>
        </w:tc>
        <w:tc>
          <w:tcPr>
            <w:tcW w:w="3070" w:type="dxa"/>
            <w:shd w:val="clear" w:color="auto" w:fill="auto"/>
          </w:tcPr>
          <w:p w14:paraId="42B0B5FA" w14:textId="77777777" w:rsidR="00487499" w:rsidRDefault="00487499" w:rsidP="00D86722">
            <w:pPr>
              <w:pStyle w:val="Brezrazmikov"/>
            </w:pPr>
            <w:r>
              <w:t>Žig</w:t>
            </w:r>
          </w:p>
        </w:tc>
        <w:tc>
          <w:tcPr>
            <w:tcW w:w="3070" w:type="dxa"/>
            <w:shd w:val="clear" w:color="auto" w:fill="auto"/>
          </w:tcPr>
          <w:p w14:paraId="104221C6" w14:textId="77777777" w:rsidR="00487499" w:rsidRDefault="00487499" w:rsidP="00D86722">
            <w:pPr>
              <w:pStyle w:val="Brezrazmikov"/>
            </w:pPr>
            <w:r>
              <w:t>Podpis odgovorne osebe:</w:t>
            </w:r>
          </w:p>
        </w:tc>
      </w:tr>
      <w:tr w:rsidR="00487499" w14:paraId="6777E9B8" w14:textId="77777777" w:rsidTr="00D77ECB">
        <w:tc>
          <w:tcPr>
            <w:tcW w:w="3070" w:type="dxa"/>
            <w:shd w:val="clear" w:color="auto" w:fill="auto"/>
          </w:tcPr>
          <w:p w14:paraId="77F81E0E" w14:textId="77777777" w:rsidR="00487499" w:rsidRDefault="00487499" w:rsidP="00D86722">
            <w:pPr>
              <w:pStyle w:val="Brezrazmikov"/>
            </w:pPr>
          </w:p>
        </w:tc>
        <w:tc>
          <w:tcPr>
            <w:tcW w:w="3070" w:type="dxa"/>
            <w:shd w:val="clear" w:color="auto" w:fill="auto"/>
          </w:tcPr>
          <w:p w14:paraId="04A5F780" w14:textId="77777777" w:rsidR="00487499" w:rsidRDefault="00487499" w:rsidP="00D86722">
            <w:pPr>
              <w:pStyle w:val="Brezrazmikov"/>
            </w:pPr>
          </w:p>
          <w:p w14:paraId="6E149914" w14:textId="77777777" w:rsidR="00487499" w:rsidRDefault="00487499" w:rsidP="00D86722">
            <w:pPr>
              <w:pStyle w:val="Brezrazmikov"/>
            </w:pPr>
            <w:r>
              <w:t xml:space="preserve">Opomba: </w:t>
            </w:r>
          </w:p>
          <w:p w14:paraId="27417B38" w14:textId="77777777" w:rsidR="00487499" w:rsidRDefault="00487499" w:rsidP="00D86722">
            <w:pPr>
              <w:pStyle w:val="Brezrazmikov"/>
            </w:pPr>
            <w: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1"/>
            <w:r>
              <w:instrText xml:space="preserve"> FORMCHECKBOX </w:instrText>
            </w:r>
            <w:r w:rsidR="00F15A00">
              <w:fldChar w:fldCharType="separate"/>
            </w:r>
            <w:r>
              <w:fldChar w:fldCharType="end"/>
            </w:r>
            <w:bookmarkEnd w:id="5"/>
            <w:r>
              <w:t xml:space="preserve"> Ne poslujemo z žigom.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</w:tcPr>
          <w:p w14:paraId="1620DD00" w14:textId="77777777" w:rsidR="00487499" w:rsidRDefault="00487499" w:rsidP="00D86722">
            <w:pPr>
              <w:pStyle w:val="Brezrazmikov"/>
            </w:pPr>
          </w:p>
          <w:p w14:paraId="05CB11AF" w14:textId="77777777" w:rsidR="00487499" w:rsidRDefault="00487499" w:rsidP="00D86722">
            <w:pPr>
              <w:pStyle w:val="Brezrazmikov"/>
            </w:pPr>
          </w:p>
          <w:p w14:paraId="5A722164" w14:textId="77777777" w:rsidR="00487499" w:rsidRDefault="00487499" w:rsidP="00D86722">
            <w:pPr>
              <w:pStyle w:val="Brezrazmikov"/>
            </w:pPr>
          </w:p>
        </w:tc>
      </w:tr>
    </w:tbl>
    <w:p w14:paraId="1FACCDCD" w14:textId="654EECD8" w:rsidR="00D77ECB" w:rsidRDefault="00D77ECB" w:rsidP="00D86722">
      <w:pPr>
        <w:pStyle w:val="Brezrazmikov"/>
      </w:pPr>
    </w:p>
    <w:p w14:paraId="1FE10791" w14:textId="37B265FF" w:rsidR="00D77ECB" w:rsidRDefault="00D77ECB">
      <w:pPr>
        <w:spacing w:line="276" w:lineRule="auto"/>
      </w:pPr>
    </w:p>
    <w:sectPr w:rsidR="00D77ECB" w:rsidSect="004B6885">
      <w:headerReference w:type="default" r:id="rId9"/>
      <w:footerReference w:type="default" r:id="rId10"/>
      <w:pgSz w:w="12240" w:h="15840"/>
      <w:pgMar w:top="1080" w:right="1080" w:bottom="1080" w:left="108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AEFF3" w14:textId="77777777" w:rsidR="0014350C" w:rsidRDefault="0014350C">
      <w:pPr>
        <w:spacing w:after="0" w:line="240" w:lineRule="auto"/>
      </w:pPr>
      <w:r>
        <w:separator/>
      </w:r>
    </w:p>
  </w:endnote>
  <w:endnote w:type="continuationSeparator" w:id="0">
    <w:p w14:paraId="5241D520" w14:textId="77777777" w:rsidR="0014350C" w:rsidRDefault="0014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YGothic-Extra">
    <w:panose1 w:val="00000000000000000000"/>
    <w:charset w:val="81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C32E1" w14:textId="18C19431" w:rsidR="00F15A00" w:rsidRDefault="00F15A00" w:rsidP="00B36DD2">
    <w:pPr>
      <w:pStyle w:val="Noga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7710F0" wp14:editId="555ED4F8">
              <wp:simplePos x="0" y="0"/>
              <wp:positionH relativeFrom="margin">
                <wp:posOffset>6504305</wp:posOffset>
              </wp:positionH>
              <wp:positionV relativeFrom="margin">
                <wp:posOffset>6023610</wp:posOffset>
              </wp:positionV>
              <wp:extent cx="128270" cy="2823210"/>
              <wp:effectExtent l="0" t="0" r="5080" b="0"/>
              <wp:wrapNone/>
              <wp:docPr id="347" name="Pravokotni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w14:anchorId="552F40AA" id="Pravokotnik 9" o:spid="_x0000_s1026" style="position:absolute;margin-left:512.15pt;margin-top:474.3pt;width:10.1pt;height:222.3pt;z-index:251672576;visibility:visible;mso-wrap-style:square;mso-width-percent:20;mso-height-percent:3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3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" fillcolor="#7030a0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D7D16D2" wp14:editId="59537BC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400800" cy="160655"/>
              <wp:effectExtent l="0" t="0" r="0" b="0"/>
              <wp:wrapNone/>
              <wp:docPr id="343" name="Polje z besedilo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F036B" w14:textId="77777777" w:rsidR="00F15A00" w:rsidRDefault="00F15A00" w:rsidP="00B36DD2">
                          <w:pPr>
                            <w:pStyle w:val="Brezrazmikov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2D7D16D2" id="Polje z besedilom 5" o:spid="_x0000_s1034" type="#_x0000_t202" style="position:absolute;margin-left:0;margin-top:0;width:7in;height:12.65pt;z-index:251673600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" filled="f" stroked="f">
              <v:textbox style="mso-fit-shape-to-text:t" inset=",0,,0">
                <w:txbxContent>
                  <w:p w14:paraId="2D5F036B" w14:textId="77777777" w:rsidR="00C53D51" w:rsidRDefault="00C53D51" w:rsidP="00B36DD2">
                    <w:pPr>
                      <w:pStyle w:val="Brezrazmikov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060F4F" wp14:editId="3085F72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8475" cy="9114790"/>
              <wp:effectExtent l="0" t="0" r="635" b="6350"/>
              <wp:wrapNone/>
              <wp:docPr id="345" name="Pravokot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8475" cy="91147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w14:anchorId="4DED82E3" id="Pravokotnik 4" o:spid="_x0000_s1026" style="position:absolute;margin-left:0;margin-top:0;width:539.25pt;height:717.7pt;z-index:25167052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" filled="f" strokecolor="black [3213]">
              <w10:wrap anchorx="margin" anchory="margin"/>
            </v:rect>
          </w:pict>
        </mc:Fallback>
      </mc:AlternateContent>
    </w:r>
  </w:p>
  <w:p w14:paraId="3E28C851" w14:textId="77777777" w:rsidR="00F15A00" w:rsidRPr="00B36DD2" w:rsidRDefault="00F15A00" w:rsidP="00B36D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D0A59" w14:textId="77777777" w:rsidR="0014350C" w:rsidRDefault="0014350C">
      <w:pPr>
        <w:spacing w:after="0" w:line="240" w:lineRule="auto"/>
      </w:pPr>
      <w:r>
        <w:separator/>
      </w:r>
    </w:p>
  </w:footnote>
  <w:footnote w:type="continuationSeparator" w:id="0">
    <w:p w14:paraId="5666A203" w14:textId="77777777" w:rsidR="0014350C" w:rsidRDefault="0014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2F994" w14:textId="77777777" w:rsidR="00F15A00" w:rsidRDefault="00F15A00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94B0E65" wp14:editId="6F73F47B">
              <wp:simplePos x="0" y="0"/>
              <wp:positionH relativeFrom="margin">
                <wp:posOffset>6504305</wp:posOffset>
              </wp:positionH>
              <wp:positionV relativeFrom="margin">
                <wp:posOffset>-260350</wp:posOffset>
              </wp:positionV>
              <wp:extent cx="128270" cy="6297930"/>
              <wp:effectExtent l="0" t="0" r="5080" b="7620"/>
              <wp:wrapNone/>
              <wp:docPr id="346" name="Pravokotni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w14:anchorId="7077142E" id="Pravokotnik 8" o:spid="_x0000_s1026" style="position:absolute;margin-left:512.15pt;margin-top:-20.5pt;width:10.1pt;height:495.9pt;z-index:251671552;visibility:visible;mso-wrap-style:square;mso-width-percent:20;mso-height-percent:725;mso-wrap-distance-left:9pt;mso-wrap-distance-top:0;mso-wrap-distance-right:9pt;mso-wrap-distance-bottom:0;mso-position-horizontal:absolute;mso-position-horizontal-relative:margin;mso-position-vertical:absolute;mso-position-vertical-relative:margin;mso-width-percent:20;mso-height-percent:7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" fillcolor="black [3213]" stroked="f"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4155"/>
    <w:multiLevelType w:val="hybridMultilevel"/>
    <w:tmpl w:val="CB02917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53F21"/>
    <w:multiLevelType w:val="hybridMultilevel"/>
    <w:tmpl w:val="432E971C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76283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8147E8"/>
    <w:multiLevelType w:val="hybridMultilevel"/>
    <w:tmpl w:val="AA9007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72BBB"/>
    <w:multiLevelType w:val="hybridMultilevel"/>
    <w:tmpl w:val="D0AAC54E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25A35"/>
    <w:multiLevelType w:val="hybridMultilevel"/>
    <w:tmpl w:val="DA92C0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7218B"/>
    <w:multiLevelType w:val="hybridMultilevel"/>
    <w:tmpl w:val="333041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B310A"/>
    <w:multiLevelType w:val="hybridMultilevel"/>
    <w:tmpl w:val="21700B9C"/>
    <w:lvl w:ilvl="0" w:tplc="04070007">
      <w:start w:val="1"/>
      <w:numFmt w:val="bullet"/>
      <w:lvlText w:val="-"/>
      <w:lvlJc w:val="left"/>
      <w:pPr>
        <w:ind w:left="717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A4F75AE"/>
    <w:multiLevelType w:val="hybridMultilevel"/>
    <w:tmpl w:val="2D2423BE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94CCF"/>
    <w:multiLevelType w:val="hybridMultilevel"/>
    <w:tmpl w:val="6A943CFA"/>
    <w:lvl w:ilvl="0" w:tplc="A5948F34">
      <w:start w:val="1"/>
      <w:numFmt w:val="decimal"/>
      <w:pStyle w:val="Naslovslik"/>
      <w:lvlText w:val="Slika %1:"/>
      <w:lvlJc w:val="lef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74035CA">
      <w:numFmt w:val="bullet"/>
      <w:lvlText w:val="-"/>
      <w:lvlJc w:val="left"/>
      <w:pPr>
        <w:ind w:left="1608" w:hanging="528"/>
      </w:pPr>
      <w:rPr>
        <w:rFonts w:ascii="Arial" w:eastAsiaTheme="minorEastAsia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0CE9"/>
    <w:multiLevelType w:val="hybridMultilevel"/>
    <w:tmpl w:val="D4020E1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83B6F"/>
    <w:multiLevelType w:val="hybridMultilevel"/>
    <w:tmpl w:val="AECE9FE6"/>
    <w:lvl w:ilvl="0" w:tplc="6742A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13F9"/>
    <w:multiLevelType w:val="hybridMultilevel"/>
    <w:tmpl w:val="E9DACE8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F1F95"/>
    <w:multiLevelType w:val="hybridMultilevel"/>
    <w:tmpl w:val="22128118"/>
    <w:lvl w:ilvl="0" w:tplc="FE42DE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F01F0"/>
    <w:multiLevelType w:val="hybridMultilevel"/>
    <w:tmpl w:val="E5FA682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E14E37"/>
    <w:multiLevelType w:val="hybridMultilevel"/>
    <w:tmpl w:val="929034F8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2D6E0C"/>
    <w:multiLevelType w:val="hybridMultilevel"/>
    <w:tmpl w:val="FDA6519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0117"/>
    <w:multiLevelType w:val="hybridMultilevel"/>
    <w:tmpl w:val="01267AF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E05F1"/>
    <w:multiLevelType w:val="hybridMultilevel"/>
    <w:tmpl w:val="42541F0E"/>
    <w:lvl w:ilvl="0" w:tplc="CF50B2DA">
      <w:start w:val="1420"/>
      <w:numFmt w:val="bullet"/>
      <w:lvlText w:val="-"/>
      <w:lvlJc w:val="left"/>
      <w:pPr>
        <w:ind w:left="36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0C10E3"/>
    <w:multiLevelType w:val="hybridMultilevel"/>
    <w:tmpl w:val="EAFC616C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2719F"/>
    <w:multiLevelType w:val="hybridMultilevel"/>
    <w:tmpl w:val="54F83D6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26759"/>
    <w:multiLevelType w:val="hybridMultilevel"/>
    <w:tmpl w:val="40406336"/>
    <w:lvl w:ilvl="0" w:tplc="459AA3BC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71AFD"/>
    <w:multiLevelType w:val="hybridMultilevel"/>
    <w:tmpl w:val="525646D6"/>
    <w:lvl w:ilvl="0" w:tplc="E0E0B0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1A445B"/>
    <w:multiLevelType w:val="hybridMultilevel"/>
    <w:tmpl w:val="21842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E67CE"/>
    <w:multiLevelType w:val="hybridMultilevel"/>
    <w:tmpl w:val="31143A6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D4D03"/>
    <w:multiLevelType w:val="multilevel"/>
    <w:tmpl w:val="501A50E8"/>
    <w:lvl w:ilvl="0">
      <w:start w:val="1"/>
      <w:numFmt w:val="decimal"/>
      <w:pStyle w:val="Naslov1"/>
      <w:lvlText w:val="%1."/>
      <w:lvlJc w:val="left"/>
      <w:pPr>
        <w:ind w:left="2486" w:hanging="360"/>
      </w:pPr>
    </w:lvl>
    <w:lvl w:ilvl="1">
      <w:start w:val="1"/>
      <w:numFmt w:val="decimal"/>
      <w:pStyle w:val="Naslov2"/>
      <w:lvlText w:val="%1.%2."/>
      <w:lvlJc w:val="left"/>
      <w:pPr>
        <w:ind w:left="2918" w:hanging="432"/>
      </w:pPr>
      <w:rPr>
        <w:color w:val="7030A0"/>
      </w:rPr>
    </w:lvl>
    <w:lvl w:ilvl="2">
      <w:start w:val="1"/>
      <w:numFmt w:val="decimal"/>
      <w:pStyle w:val="Naslov3"/>
      <w:lvlText w:val="%1.%2.%3."/>
      <w:lvlJc w:val="left"/>
      <w:pPr>
        <w:ind w:left="2489" w:hanging="504"/>
      </w:pPr>
      <w:rPr>
        <w:color w:val="0070C0"/>
      </w:rPr>
    </w:lvl>
    <w:lvl w:ilvl="3">
      <w:start w:val="1"/>
      <w:numFmt w:val="decimal"/>
      <w:lvlText w:val="%1.%2.%3.%4."/>
      <w:lvlJc w:val="left"/>
      <w:pPr>
        <w:ind w:left="3854" w:hanging="648"/>
      </w:pPr>
    </w:lvl>
    <w:lvl w:ilvl="4">
      <w:start w:val="1"/>
      <w:numFmt w:val="decimal"/>
      <w:lvlText w:val="%1.%2.%3.%4.%5."/>
      <w:lvlJc w:val="left"/>
      <w:pPr>
        <w:ind w:left="4358" w:hanging="792"/>
      </w:pPr>
    </w:lvl>
    <w:lvl w:ilvl="5">
      <w:start w:val="1"/>
      <w:numFmt w:val="decimal"/>
      <w:lvlText w:val="%1.%2.%3.%4.%5.%6."/>
      <w:lvlJc w:val="left"/>
      <w:pPr>
        <w:ind w:left="4862" w:hanging="936"/>
      </w:pPr>
    </w:lvl>
    <w:lvl w:ilvl="6">
      <w:start w:val="1"/>
      <w:numFmt w:val="decimal"/>
      <w:lvlText w:val="%1.%2.%3.%4.%5.%6.%7."/>
      <w:lvlJc w:val="left"/>
      <w:pPr>
        <w:ind w:left="5366" w:hanging="1080"/>
      </w:pPr>
    </w:lvl>
    <w:lvl w:ilvl="7">
      <w:start w:val="1"/>
      <w:numFmt w:val="decimal"/>
      <w:lvlText w:val="%1.%2.%3.%4.%5.%6.%7.%8."/>
      <w:lvlJc w:val="left"/>
      <w:pPr>
        <w:ind w:left="5870" w:hanging="1224"/>
      </w:pPr>
    </w:lvl>
    <w:lvl w:ilvl="8">
      <w:start w:val="1"/>
      <w:numFmt w:val="decimal"/>
      <w:lvlText w:val="%1.%2.%3.%4.%5.%6.%7.%8.%9."/>
      <w:lvlJc w:val="left"/>
      <w:pPr>
        <w:ind w:left="6446" w:hanging="1440"/>
      </w:pPr>
    </w:lvl>
  </w:abstractNum>
  <w:abstractNum w:abstractNumId="26" w15:restartNumberingAfterBreak="0">
    <w:nsid w:val="50E35AB0"/>
    <w:multiLevelType w:val="hybridMultilevel"/>
    <w:tmpl w:val="941A2ABA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2515D6"/>
    <w:multiLevelType w:val="hybridMultilevel"/>
    <w:tmpl w:val="9D12239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4A3340"/>
    <w:multiLevelType w:val="hybridMultilevel"/>
    <w:tmpl w:val="7F962466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63284C"/>
    <w:multiLevelType w:val="hybridMultilevel"/>
    <w:tmpl w:val="35A68D9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A1649E"/>
    <w:multiLevelType w:val="hybridMultilevel"/>
    <w:tmpl w:val="92A09574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F5C12"/>
    <w:multiLevelType w:val="hybridMultilevel"/>
    <w:tmpl w:val="D652B6E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61AD0"/>
    <w:multiLevelType w:val="hybridMultilevel"/>
    <w:tmpl w:val="2956201E"/>
    <w:lvl w:ilvl="0" w:tplc="0D24988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86A8B"/>
    <w:multiLevelType w:val="hybridMultilevel"/>
    <w:tmpl w:val="703C05B0"/>
    <w:lvl w:ilvl="0" w:tplc="459AA3BC">
      <w:start w:val="1"/>
      <w:numFmt w:val="decimal"/>
      <w:lvlText w:val="(%1)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482397"/>
    <w:multiLevelType w:val="hybridMultilevel"/>
    <w:tmpl w:val="422E682E"/>
    <w:lvl w:ilvl="0" w:tplc="CF50B2DA">
      <w:start w:val="1420"/>
      <w:numFmt w:val="bullet"/>
      <w:lvlText w:val="-"/>
      <w:lvlJc w:val="left"/>
      <w:pPr>
        <w:ind w:left="108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3C3C12"/>
    <w:multiLevelType w:val="hybridMultilevel"/>
    <w:tmpl w:val="78A4CD6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A3757"/>
    <w:multiLevelType w:val="hybridMultilevel"/>
    <w:tmpl w:val="B2584F6C"/>
    <w:lvl w:ilvl="0" w:tplc="D02CABEE">
      <w:start w:val="1"/>
      <w:numFmt w:val="decimal"/>
      <w:pStyle w:val="Naslovtabele"/>
      <w:lvlText w:val="Tabela %1: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B4E52"/>
    <w:multiLevelType w:val="hybridMultilevel"/>
    <w:tmpl w:val="C44C33B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477A6"/>
    <w:multiLevelType w:val="hybridMultilevel"/>
    <w:tmpl w:val="B8089D1C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A22DAE"/>
    <w:multiLevelType w:val="hybridMultilevel"/>
    <w:tmpl w:val="17A683A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1E32CD"/>
    <w:multiLevelType w:val="hybridMultilevel"/>
    <w:tmpl w:val="2FA88EC8"/>
    <w:lvl w:ilvl="0" w:tplc="06880650">
      <w:start w:val="1"/>
      <w:numFmt w:val="lowerLetter"/>
      <w:lvlText w:val="%1) 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205CC"/>
    <w:multiLevelType w:val="hybridMultilevel"/>
    <w:tmpl w:val="271EFED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01654B"/>
    <w:multiLevelType w:val="hybridMultilevel"/>
    <w:tmpl w:val="6F82618E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BD0A69"/>
    <w:multiLevelType w:val="hybridMultilevel"/>
    <w:tmpl w:val="3C34F4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21886"/>
    <w:multiLevelType w:val="hybridMultilevel"/>
    <w:tmpl w:val="8C146CA6"/>
    <w:lvl w:ilvl="0" w:tplc="CF50B2DA">
      <w:start w:val="1420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82490"/>
    <w:multiLevelType w:val="hybridMultilevel"/>
    <w:tmpl w:val="CA7C7C6A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546D12"/>
    <w:multiLevelType w:val="hybridMultilevel"/>
    <w:tmpl w:val="3C48FD52"/>
    <w:lvl w:ilvl="0" w:tplc="6742A8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D17BAD"/>
    <w:multiLevelType w:val="hybridMultilevel"/>
    <w:tmpl w:val="D6587C9C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D3888"/>
    <w:multiLevelType w:val="hybridMultilevel"/>
    <w:tmpl w:val="850EE6F4"/>
    <w:lvl w:ilvl="0" w:tplc="F6C8EC10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EB0C80"/>
    <w:multiLevelType w:val="hybridMultilevel"/>
    <w:tmpl w:val="9C141E00"/>
    <w:lvl w:ilvl="0" w:tplc="04070007">
      <w:start w:val="1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A541F"/>
    <w:multiLevelType w:val="hybridMultilevel"/>
    <w:tmpl w:val="B468A9BC"/>
    <w:lvl w:ilvl="0" w:tplc="04070007">
      <w:start w:val="1"/>
      <w:numFmt w:val="bullet"/>
      <w:lvlText w:val="-"/>
      <w:lvlJc w:val="left"/>
      <w:pPr>
        <w:ind w:left="717" w:hanging="360"/>
      </w:pPr>
      <w:rPr>
        <w:rFonts w:hint="default"/>
        <w:sz w:val="16"/>
      </w:rPr>
    </w:lvl>
    <w:lvl w:ilvl="1" w:tplc="04240019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7D7A0B4D"/>
    <w:multiLevelType w:val="hybridMultilevel"/>
    <w:tmpl w:val="04E40FA6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36"/>
  </w:num>
  <w:num w:numId="4">
    <w:abstractNumId w:val="43"/>
  </w:num>
  <w:num w:numId="5">
    <w:abstractNumId w:val="6"/>
  </w:num>
  <w:num w:numId="6">
    <w:abstractNumId w:val="18"/>
  </w:num>
  <w:num w:numId="7">
    <w:abstractNumId w:val="39"/>
  </w:num>
  <w:num w:numId="8">
    <w:abstractNumId w:val="8"/>
  </w:num>
  <w:num w:numId="9">
    <w:abstractNumId w:val="50"/>
  </w:num>
  <w:num w:numId="10">
    <w:abstractNumId w:val="24"/>
  </w:num>
  <w:num w:numId="11">
    <w:abstractNumId w:val="37"/>
  </w:num>
  <w:num w:numId="12">
    <w:abstractNumId w:val="31"/>
  </w:num>
  <w:num w:numId="13">
    <w:abstractNumId w:val="13"/>
  </w:num>
  <w:num w:numId="14">
    <w:abstractNumId w:val="19"/>
  </w:num>
  <w:num w:numId="15">
    <w:abstractNumId w:val="52"/>
  </w:num>
  <w:num w:numId="16">
    <w:abstractNumId w:val="5"/>
  </w:num>
  <w:num w:numId="17">
    <w:abstractNumId w:val="30"/>
  </w:num>
  <w:num w:numId="18">
    <w:abstractNumId w:val="41"/>
  </w:num>
  <w:num w:numId="19">
    <w:abstractNumId w:val="20"/>
  </w:num>
  <w:num w:numId="20">
    <w:abstractNumId w:val="7"/>
  </w:num>
  <w:num w:numId="21">
    <w:abstractNumId w:val="35"/>
  </w:num>
  <w:num w:numId="22">
    <w:abstractNumId w:val="10"/>
  </w:num>
  <w:num w:numId="23">
    <w:abstractNumId w:val="11"/>
  </w:num>
  <w:num w:numId="24">
    <w:abstractNumId w:val="23"/>
  </w:num>
  <w:num w:numId="25">
    <w:abstractNumId w:val="16"/>
  </w:num>
  <w:num w:numId="26">
    <w:abstractNumId w:val="2"/>
  </w:num>
  <w:num w:numId="27">
    <w:abstractNumId w:val="0"/>
  </w:num>
  <w:num w:numId="28">
    <w:abstractNumId w:val="48"/>
  </w:num>
  <w:num w:numId="29">
    <w:abstractNumId w:val="40"/>
  </w:num>
  <w:num w:numId="30">
    <w:abstractNumId w:val="15"/>
  </w:num>
  <w:num w:numId="31">
    <w:abstractNumId w:val="14"/>
  </w:num>
  <w:num w:numId="32">
    <w:abstractNumId w:val="46"/>
  </w:num>
  <w:num w:numId="33">
    <w:abstractNumId w:val="42"/>
  </w:num>
  <w:num w:numId="34">
    <w:abstractNumId w:val="28"/>
  </w:num>
  <w:num w:numId="35">
    <w:abstractNumId w:val="17"/>
  </w:num>
  <w:num w:numId="36">
    <w:abstractNumId w:val="47"/>
  </w:num>
  <w:num w:numId="37">
    <w:abstractNumId w:val="51"/>
  </w:num>
  <w:num w:numId="38">
    <w:abstractNumId w:val="12"/>
  </w:num>
  <w:num w:numId="39">
    <w:abstractNumId w:val="45"/>
  </w:num>
  <w:num w:numId="40">
    <w:abstractNumId w:val="38"/>
  </w:num>
  <w:num w:numId="41">
    <w:abstractNumId w:val="29"/>
  </w:num>
  <w:num w:numId="42">
    <w:abstractNumId w:val="27"/>
  </w:num>
  <w:num w:numId="43">
    <w:abstractNumId w:val="3"/>
  </w:num>
  <w:num w:numId="44">
    <w:abstractNumId w:val="34"/>
  </w:num>
  <w:num w:numId="45">
    <w:abstractNumId w:val="26"/>
  </w:num>
  <w:num w:numId="46">
    <w:abstractNumId w:val="49"/>
  </w:num>
  <w:num w:numId="47">
    <w:abstractNumId w:val="22"/>
  </w:num>
  <w:num w:numId="48">
    <w:abstractNumId w:val="32"/>
  </w:num>
  <w:num w:numId="49">
    <w:abstractNumId w:val="44"/>
  </w:num>
  <w:num w:numId="50">
    <w:abstractNumId w:val="33"/>
  </w:num>
  <w:num w:numId="51">
    <w:abstractNumId w:val="21"/>
  </w:num>
  <w:num w:numId="52">
    <w:abstractNumId w:val="4"/>
  </w:num>
  <w:num w:numId="53">
    <w:abstractNumId w:val="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y796NHnOnyOtLlHwBgvGkLz+pvWdxAnHGvLM0iPBdCWvZ1alOW2PNKOCVmjZURnJtQE8ocdvmVPUU+2YyZZf5g==" w:salt="Tdx4PnNbtQPAbDunkX9Ffg==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8A"/>
    <w:rsid w:val="0000662E"/>
    <w:rsid w:val="000263EB"/>
    <w:rsid w:val="00030BAA"/>
    <w:rsid w:val="0003135E"/>
    <w:rsid w:val="00031DE2"/>
    <w:rsid w:val="00034793"/>
    <w:rsid w:val="000352FA"/>
    <w:rsid w:val="00043B6D"/>
    <w:rsid w:val="00043F24"/>
    <w:rsid w:val="000525C4"/>
    <w:rsid w:val="00054F61"/>
    <w:rsid w:val="00060395"/>
    <w:rsid w:val="00062BD6"/>
    <w:rsid w:val="0007629E"/>
    <w:rsid w:val="000829DC"/>
    <w:rsid w:val="00086442"/>
    <w:rsid w:val="00095DFF"/>
    <w:rsid w:val="00097ECA"/>
    <w:rsid w:val="000A1842"/>
    <w:rsid w:val="000A2BA4"/>
    <w:rsid w:val="000A2D4D"/>
    <w:rsid w:val="000A5261"/>
    <w:rsid w:val="000C4A54"/>
    <w:rsid w:val="000C4A60"/>
    <w:rsid w:val="000C598A"/>
    <w:rsid w:val="000D1838"/>
    <w:rsid w:val="000D2AF7"/>
    <w:rsid w:val="000D476F"/>
    <w:rsid w:val="000E14D7"/>
    <w:rsid w:val="000E2DCE"/>
    <w:rsid w:val="000E3408"/>
    <w:rsid w:val="000F23F3"/>
    <w:rsid w:val="000F4424"/>
    <w:rsid w:val="000F6162"/>
    <w:rsid w:val="00101159"/>
    <w:rsid w:val="001058DC"/>
    <w:rsid w:val="00110DC1"/>
    <w:rsid w:val="0011302C"/>
    <w:rsid w:val="001153C9"/>
    <w:rsid w:val="00115623"/>
    <w:rsid w:val="00120E3C"/>
    <w:rsid w:val="00123A1D"/>
    <w:rsid w:val="001250D8"/>
    <w:rsid w:val="0012591B"/>
    <w:rsid w:val="001316CF"/>
    <w:rsid w:val="001323AB"/>
    <w:rsid w:val="00136F2F"/>
    <w:rsid w:val="00141A8A"/>
    <w:rsid w:val="00141AA9"/>
    <w:rsid w:val="00142E25"/>
    <w:rsid w:val="0014350C"/>
    <w:rsid w:val="00154A39"/>
    <w:rsid w:val="0016039E"/>
    <w:rsid w:val="00161FA8"/>
    <w:rsid w:val="00166429"/>
    <w:rsid w:val="00174593"/>
    <w:rsid w:val="00175C28"/>
    <w:rsid w:val="00177CCB"/>
    <w:rsid w:val="00180B86"/>
    <w:rsid w:val="00181A4F"/>
    <w:rsid w:val="00183A73"/>
    <w:rsid w:val="00184CB1"/>
    <w:rsid w:val="001918C8"/>
    <w:rsid w:val="00193D34"/>
    <w:rsid w:val="001956A6"/>
    <w:rsid w:val="001A2007"/>
    <w:rsid w:val="001B08BC"/>
    <w:rsid w:val="001B1B46"/>
    <w:rsid w:val="001B6537"/>
    <w:rsid w:val="001C7D6A"/>
    <w:rsid w:val="001D2E8E"/>
    <w:rsid w:val="001D345C"/>
    <w:rsid w:val="001D4565"/>
    <w:rsid w:val="001D45C6"/>
    <w:rsid w:val="001E1CCA"/>
    <w:rsid w:val="001E1FE3"/>
    <w:rsid w:val="001E455F"/>
    <w:rsid w:val="001E7C73"/>
    <w:rsid w:val="001F2A13"/>
    <w:rsid w:val="001F6144"/>
    <w:rsid w:val="001F6315"/>
    <w:rsid w:val="00200033"/>
    <w:rsid w:val="002212B7"/>
    <w:rsid w:val="0022306C"/>
    <w:rsid w:val="002310C1"/>
    <w:rsid w:val="0023237E"/>
    <w:rsid w:val="00235CE1"/>
    <w:rsid w:val="00241E1B"/>
    <w:rsid w:val="00244FBA"/>
    <w:rsid w:val="00252215"/>
    <w:rsid w:val="00254A97"/>
    <w:rsid w:val="002658C4"/>
    <w:rsid w:val="00270845"/>
    <w:rsid w:val="0027135A"/>
    <w:rsid w:val="00271BD6"/>
    <w:rsid w:val="00285750"/>
    <w:rsid w:val="002879EB"/>
    <w:rsid w:val="002915D8"/>
    <w:rsid w:val="00291E92"/>
    <w:rsid w:val="002A0DAE"/>
    <w:rsid w:val="002B0B43"/>
    <w:rsid w:val="002B1557"/>
    <w:rsid w:val="002B2882"/>
    <w:rsid w:val="002C2096"/>
    <w:rsid w:val="002C224B"/>
    <w:rsid w:val="002C32AC"/>
    <w:rsid w:val="002C3F7F"/>
    <w:rsid w:val="002C6B52"/>
    <w:rsid w:val="002D04A0"/>
    <w:rsid w:val="002D0A72"/>
    <w:rsid w:val="002D226D"/>
    <w:rsid w:val="002D4B32"/>
    <w:rsid w:val="002D720E"/>
    <w:rsid w:val="002E2C3C"/>
    <w:rsid w:val="002E6269"/>
    <w:rsid w:val="002E65CA"/>
    <w:rsid w:val="002E6A92"/>
    <w:rsid w:val="002F25A3"/>
    <w:rsid w:val="002F30BA"/>
    <w:rsid w:val="002F3FFE"/>
    <w:rsid w:val="002F5576"/>
    <w:rsid w:val="00301328"/>
    <w:rsid w:val="00302B91"/>
    <w:rsid w:val="0030341C"/>
    <w:rsid w:val="00305921"/>
    <w:rsid w:val="00312A2D"/>
    <w:rsid w:val="00323DB0"/>
    <w:rsid w:val="003259A0"/>
    <w:rsid w:val="0033272B"/>
    <w:rsid w:val="00336637"/>
    <w:rsid w:val="003373F3"/>
    <w:rsid w:val="0034613E"/>
    <w:rsid w:val="0035009A"/>
    <w:rsid w:val="00352081"/>
    <w:rsid w:val="0036490E"/>
    <w:rsid w:val="00373594"/>
    <w:rsid w:val="00380894"/>
    <w:rsid w:val="003820C7"/>
    <w:rsid w:val="0038365D"/>
    <w:rsid w:val="00386C0D"/>
    <w:rsid w:val="003951FF"/>
    <w:rsid w:val="00397403"/>
    <w:rsid w:val="00397B55"/>
    <w:rsid w:val="003A16AB"/>
    <w:rsid w:val="003A2188"/>
    <w:rsid w:val="003B229E"/>
    <w:rsid w:val="003B4841"/>
    <w:rsid w:val="003B7A36"/>
    <w:rsid w:val="003B7DB1"/>
    <w:rsid w:val="003C0ACB"/>
    <w:rsid w:val="003C3DEF"/>
    <w:rsid w:val="003C4638"/>
    <w:rsid w:val="003D39D5"/>
    <w:rsid w:val="003D47A1"/>
    <w:rsid w:val="003D54AC"/>
    <w:rsid w:val="003E0A07"/>
    <w:rsid w:val="003E1ACF"/>
    <w:rsid w:val="003E54BC"/>
    <w:rsid w:val="003F17D4"/>
    <w:rsid w:val="003F1FC3"/>
    <w:rsid w:val="00405EA0"/>
    <w:rsid w:val="00407548"/>
    <w:rsid w:val="00413346"/>
    <w:rsid w:val="004164E3"/>
    <w:rsid w:val="00422958"/>
    <w:rsid w:val="00423637"/>
    <w:rsid w:val="00424720"/>
    <w:rsid w:val="0042732A"/>
    <w:rsid w:val="00433D2F"/>
    <w:rsid w:val="00434AE7"/>
    <w:rsid w:val="00435D4C"/>
    <w:rsid w:val="00436D62"/>
    <w:rsid w:val="0044061C"/>
    <w:rsid w:val="00440FD9"/>
    <w:rsid w:val="0044333A"/>
    <w:rsid w:val="00454BE6"/>
    <w:rsid w:val="00456A36"/>
    <w:rsid w:val="00456CD8"/>
    <w:rsid w:val="004617E4"/>
    <w:rsid w:val="00472AF8"/>
    <w:rsid w:val="00480C70"/>
    <w:rsid w:val="00481554"/>
    <w:rsid w:val="00483C63"/>
    <w:rsid w:val="00487499"/>
    <w:rsid w:val="00487981"/>
    <w:rsid w:val="00487AA7"/>
    <w:rsid w:val="00497F6C"/>
    <w:rsid w:val="004B20D4"/>
    <w:rsid w:val="004B2925"/>
    <w:rsid w:val="004B45B6"/>
    <w:rsid w:val="004B6885"/>
    <w:rsid w:val="004C0577"/>
    <w:rsid w:val="004C15E5"/>
    <w:rsid w:val="004C33A4"/>
    <w:rsid w:val="004C4251"/>
    <w:rsid w:val="004C5B9C"/>
    <w:rsid w:val="004C6F0A"/>
    <w:rsid w:val="004D0BC0"/>
    <w:rsid w:val="004D1560"/>
    <w:rsid w:val="004E00EA"/>
    <w:rsid w:val="004E40BB"/>
    <w:rsid w:val="004E4261"/>
    <w:rsid w:val="004E53CE"/>
    <w:rsid w:val="004E7EF4"/>
    <w:rsid w:val="004F08B0"/>
    <w:rsid w:val="004F1575"/>
    <w:rsid w:val="004F3916"/>
    <w:rsid w:val="004F796D"/>
    <w:rsid w:val="00500FA1"/>
    <w:rsid w:val="00507612"/>
    <w:rsid w:val="00512CB5"/>
    <w:rsid w:val="00513DD4"/>
    <w:rsid w:val="00515464"/>
    <w:rsid w:val="0053073A"/>
    <w:rsid w:val="0053329A"/>
    <w:rsid w:val="00533FF1"/>
    <w:rsid w:val="005349FF"/>
    <w:rsid w:val="00543341"/>
    <w:rsid w:val="0055230F"/>
    <w:rsid w:val="00552538"/>
    <w:rsid w:val="00556EF0"/>
    <w:rsid w:val="005571A4"/>
    <w:rsid w:val="00557EB6"/>
    <w:rsid w:val="00561E4F"/>
    <w:rsid w:val="005660A1"/>
    <w:rsid w:val="00566D2E"/>
    <w:rsid w:val="00576BD7"/>
    <w:rsid w:val="00580482"/>
    <w:rsid w:val="005868F6"/>
    <w:rsid w:val="005875C6"/>
    <w:rsid w:val="00590750"/>
    <w:rsid w:val="005920EA"/>
    <w:rsid w:val="005932FA"/>
    <w:rsid w:val="00593961"/>
    <w:rsid w:val="00594C5D"/>
    <w:rsid w:val="00594EBC"/>
    <w:rsid w:val="00596AB5"/>
    <w:rsid w:val="005A3279"/>
    <w:rsid w:val="005B32C1"/>
    <w:rsid w:val="005C19E2"/>
    <w:rsid w:val="005C1ED0"/>
    <w:rsid w:val="005C3256"/>
    <w:rsid w:val="005C6137"/>
    <w:rsid w:val="005C7737"/>
    <w:rsid w:val="005C7EAB"/>
    <w:rsid w:val="005D29CA"/>
    <w:rsid w:val="005D5534"/>
    <w:rsid w:val="005E09EE"/>
    <w:rsid w:val="005E0F8E"/>
    <w:rsid w:val="005E38CA"/>
    <w:rsid w:val="005F0521"/>
    <w:rsid w:val="005F24F6"/>
    <w:rsid w:val="005F3778"/>
    <w:rsid w:val="00600196"/>
    <w:rsid w:val="00600846"/>
    <w:rsid w:val="00604F84"/>
    <w:rsid w:val="00606A22"/>
    <w:rsid w:val="00611877"/>
    <w:rsid w:val="00614C77"/>
    <w:rsid w:val="00624FBD"/>
    <w:rsid w:val="0062516D"/>
    <w:rsid w:val="0062630E"/>
    <w:rsid w:val="00631F4E"/>
    <w:rsid w:val="0063461F"/>
    <w:rsid w:val="00634C19"/>
    <w:rsid w:val="00634D0E"/>
    <w:rsid w:val="006459D3"/>
    <w:rsid w:val="006469BB"/>
    <w:rsid w:val="00663B32"/>
    <w:rsid w:val="00671253"/>
    <w:rsid w:val="00675AFF"/>
    <w:rsid w:val="00677C8B"/>
    <w:rsid w:val="0068612B"/>
    <w:rsid w:val="006872F3"/>
    <w:rsid w:val="00687874"/>
    <w:rsid w:val="00687D06"/>
    <w:rsid w:val="0069287C"/>
    <w:rsid w:val="00693031"/>
    <w:rsid w:val="0069556E"/>
    <w:rsid w:val="00697C12"/>
    <w:rsid w:val="006A3625"/>
    <w:rsid w:val="006A3E7B"/>
    <w:rsid w:val="006A4587"/>
    <w:rsid w:val="006B08FF"/>
    <w:rsid w:val="006B4AEB"/>
    <w:rsid w:val="006C1ED8"/>
    <w:rsid w:val="006D2079"/>
    <w:rsid w:val="006D6FDF"/>
    <w:rsid w:val="006E6124"/>
    <w:rsid w:val="006F0B58"/>
    <w:rsid w:val="006F0B68"/>
    <w:rsid w:val="006F248F"/>
    <w:rsid w:val="006F2830"/>
    <w:rsid w:val="006F439A"/>
    <w:rsid w:val="006F5645"/>
    <w:rsid w:val="006F6AEA"/>
    <w:rsid w:val="007008D3"/>
    <w:rsid w:val="00700E49"/>
    <w:rsid w:val="00701CD1"/>
    <w:rsid w:val="0070609C"/>
    <w:rsid w:val="00711203"/>
    <w:rsid w:val="0071123E"/>
    <w:rsid w:val="00713D2B"/>
    <w:rsid w:val="00716654"/>
    <w:rsid w:val="00716902"/>
    <w:rsid w:val="00716A41"/>
    <w:rsid w:val="00717B74"/>
    <w:rsid w:val="007300AB"/>
    <w:rsid w:val="00730120"/>
    <w:rsid w:val="00730AF2"/>
    <w:rsid w:val="007360C4"/>
    <w:rsid w:val="00736948"/>
    <w:rsid w:val="007404D3"/>
    <w:rsid w:val="0074484A"/>
    <w:rsid w:val="007455F0"/>
    <w:rsid w:val="00746496"/>
    <w:rsid w:val="00752A5F"/>
    <w:rsid w:val="00766931"/>
    <w:rsid w:val="00780C30"/>
    <w:rsid w:val="00783F90"/>
    <w:rsid w:val="00787AF7"/>
    <w:rsid w:val="00790253"/>
    <w:rsid w:val="00791CC7"/>
    <w:rsid w:val="0079300D"/>
    <w:rsid w:val="007A0B00"/>
    <w:rsid w:val="007A0DD9"/>
    <w:rsid w:val="007A25FA"/>
    <w:rsid w:val="007A40B5"/>
    <w:rsid w:val="007A533C"/>
    <w:rsid w:val="007A71CC"/>
    <w:rsid w:val="007B65ED"/>
    <w:rsid w:val="007C0E3A"/>
    <w:rsid w:val="007C0EDD"/>
    <w:rsid w:val="007D0629"/>
    <w:rsid w:val="007D5227"/>
    <w:rsid w:val="007E28D9"/>
    <w:rsid w:val="007E7EB1"/>
    <w:rsid w:val="007F596F"/>
    <w:rsid w:val="008020CB"/>
    <w:rsid w:val="00805787"/>
    <w:rsid w:val="00806898"/>
    <w:rsid w:val="008105DE"/>
    <w:rsid w:val="0081223D"/>
    <w:rsid w:val="00813D6C"/>
    <w:rsid w:val="00814953"/>
    <w:rsid w:val="00820DC1"/>
    <w:rsid w:val="00830A8C"/>
    <w:rsid w:val="008320BD"/>
    <w:rsid w:val="00832F6C"/>
    <w:rsid w:val="00833173"/>
    <w:rsid w:val="00833B1E"/>
    <w:rsid w:val="0084766A"/>
    <w:rsid w:val="008507C7"/>
    <w:rsid w:val="00853FD3"/>
    <w:rsid w:val="008579C7"/>
    <w:rsid w:val="00864157"/>
    <w:rsid w:val="00864A73"/>
    <w:rsid w:val="00864D24"/>
    <w:rsid w:val="00866075"/>
    <w:rsid w:val="00880385"/>
    <w:rsid w:val="00880C04"/>
    <w:rsid w:val="008850F2"/>
    <w:rsid w:val="0089171A"/>
    <w:rsid w:val="0089315F"/>
    <w:rsid w:val="008A2AB1"/>
    <w:rsid w:val="008A6B8F"/>
    <w:rsid w:val="008A7D3D"/>
    <w:rsid w:val="008B1339"/>
    <w:rsid w:val="008B7910"/>
    <w:rsid w:val="008C06E1"/>
    <w:rsid w:val="008C0D86"/>
    <w:rsid w:val="008C4B46"/>
    <w:rsid w:val="008C4EA2"/>
    <w:rsid w:val="008C6AA3"/>
    <w:rsid w:val="008D165D"/>
    <w:rsid w:val="008D2CFD"/>
    <w:rsid w:val="008D3456"/>
    <w:rsid w:val="008D55DD"/>
    <w:rsid w:val="008D7544"/>
    <w:rsid w:val="008D7D54"/>
    <w:rsid w:val="008E4BC5"/>
    <w:rsid w:val="008E777A"/>
    <w:rsid w:val="008F1FFC"/>
    <w:rsid w:val="008F4FC3"/>
    <w:rsid w:val="008F53AB"/>
    <w:rsid w:val="008F7D74"/>
    <w:rsid w:val="00900869"/>
    <w:rsid w:val="009024E0"/>
    <w:rsid w:val="00902AD5"/>
    <w:rsid w:val="00916B3E"/>
    <w:rsid w:val="00920B7E"/>
    <w:rsid w:val="0092270B"/>
    <w:rsid w:val="009241A1"/>
    <w:rsid w:val="00924223"/>
    <w:rsid w:val="0093208A"/>
    <w:rsid w:val="00932559"/>
    <w:rsid w:val="009368DE"/>
    <w:rsid w:val="00940651"/>
    <w:rsid w:val="00940B59"/>
    <w:rsid w:val="009420E2"/>
    <w:rsid w:val="00950DAE"/>
    <w:rsid w:val="00951D48"/>
    <w:rsid w:val="00952009"/>
    <w:rsid w:val="009576AA"/>
    <w:rsid w:val="00960A0C"/>
    <w:rsid w:val="00960FEA"/>
    <w:rsid w:val="00963E2F"/>
    <w:rsid w:val="00964438"/>
    <w:rsid w:val="00967BA7"/>
    <w:rsid w:val="009721A5"/>
    <w:rsid w:val="00981ACA"/>
    <w:rsid w:val="009874F7"/>
    <w:rsid w:val="009904C7"/>
    <w:rsid w:val="00991410"/>
    <w:rsid w:val="009933BE"/>
    <w:rsid w:val="0099457B"/>
    <w:rsid w:val="00996A61"/>
    <w:rsid w:val="00997A90"/>
    <w:rsid w:val="009A0479"/>
    <w:rsid w:val="009A4C7B"/>
    <w:rsid w:val="009C2CBE"/>
    <w:rsid w:val="009C52BD"/>
    <w:rsid w:val="009C725D"/>
    <w:rsid w:val="009D0445"/>
    <w:rsid w:val="009D38DE"/>
    <w:rsid w:val="009D6B09"/>
    <w:rsid w:val="009E07E9"/>
    <w:rsid w:val="009E0A45"/>
    <w:rsid w:val="009E12DE"/>
    <w:rsid w:val="009F18CB"/>
    <w:rsid w:val="009F6AFD"/>
    <w:rsid w:val="00A01D6C"/>
    <w:rsid w:val="00A01DDC"/>
    <w:rsid w:val="00A042C3"/>
    <w:rsid w:val="00A05B7E"/>
    <w:rsid w:val="00A1094E"/>
    <w:rsid w:val="00A119AB"/>
    <w:rsid w:val="00A121FA"/>
    <w:rsid w:val="00A1331E"/>
    <w:rsid w:val="00A13D72"/>
    <w:rsid w:val="00A142BB"/>
    <w:rsid w:val="00A14FC8"/>
    <w:rsid w:val="00A15116"/>
    <w:rsid w:val="00A16367"/>
    <w:rsid w:val="00A22DB4"/>
    <w:rsid w:val="00A26A2F"/>
    <w:rsid w:val="00A42F5F"/>
    <w:rsid w:val="00A44106"/>
    <w:rsid w:val="00A45741"/>
    <w:rsid w:val="00A479A4"/>
    <w:rsid w:val="00A53A1E"/>
    <w:rsid w:val="00A55AFC"/>
    <w:rsid w:val="00A57C02"/>
    <w:rsid w:val="00A57C47"/>
    <w:rsid w:val="00A65ADD"/>
    <w:rsid w:val="00A667E8"/>
    <w:rsid w:val="00A86591"/>
    <w:rsid w:val="00A94797"/>
    <w:rsid w:val="00AA1D88"/>
    <w:rsid w:val="00AA2AB1"/>
    <w:rsid w:val="00AA3314"/>
    <w:rsid w:val="00AA6272"/>
    <w:rsid w:val="00AB53E8"/>
    <w:rsid w:val="00AB719F"/>
    <w:rsid w:val="00AC3753"/>
    <w:rsid w:val="00AC5E50"/>
    <w:rsid w:val="00AE1464"/>
    <w:rsid w:val="00AE416B"/>
    <w:rsid w:val="00AE42CC"/>
    <w:rsid w:val="00AF00E0"/>
    <w:rsid w:val="00AF42F9"/>
    <w:rsid w:val="00AF66B8"/>
    <w:rsid w:val="00AF7BA7"/>
    <w:rsid w:val="00B01EAD"/>
    <w:rsid w:val="00B06408"/>
    <w:rsid w:val="00B10761"/>
    <w:rsid w:val="00B11B5F"/>
    <w:rsid w:val="00B11EDD"/>
    <w:rsid w:val="00B13158"/>
    <w:rsid w:val="00B152F4"/>
    <w:rsid w:val="00B16E4A"/>
    <w:rsid w:val="00B21FBF"/>
    <w:rsid w:val="00B24803"/>
    <w:rsid w:val="00B2781B"/>
    <w:rsid w:val="00B27EC9"/>
    <w:rsid w:val="00B31391"/>
    <w:rsid w:val="00B31B93"/>
    <w:rsid w:val="00B32151"/>
    <w:rsid w:val="00B36DD2"/>
    <w:rsid w:val="00B47E6C"/>
    <w:rsid w:val="00B500D9"/>
    <w:rsid w:val="00B60094"/>
    <w:rsid w:val="00B60333"/>
    <w:rsid w:val="00B63865"/>
    <w:rsid w:val="00B65512"/>
    <w:rsid w:val="00B65C5F"/>
    <w:rsid w:val="00B66959"/>
    <w:rsid w:val="00B7380E"/>
    <w:rsid w:val="00B77B4F"/>
    <w:rsid w:val="00B81AE9"/>
    <w:rsid w:val="00B81EE2"/>
    <w:rsid w:val="00B86C0A"/>
    <w:rsid w:val="00B9110D"/>
    <w:rsid w:val="00B97BD1"/>
    <w:rsid w:val="00BA1242"/>
    <w:rsid w:val="00BA20E6"/>
    <w:rsid w:val="00BB1BDC"/>
    <w:rsid w:val="00BB3E9F"/>
    <w:rsid w:val="00BB6CBF"/>
    <w:rsid w:val="00BC2DFE"/>
    <w:rsid w:val="00BC7746"/>
    <w:rsid w:val="00BD5169"/>
    <w:rsid w:val="00BD5925"/>
    <w:rsid w:val="00BF5DBA"/>
    <w:rsid w:val="00BF6945"/>
    <w:rsid w:val="00BF7C22"/>
    <w:rsid w:val="00C00B79"/>
    <w:rsid w:val="00C00D95"/>
    <w:rsid w:val="00C06272"/>
    <w:rsid w:val="00C06BD1"/>
    <w:rsid w:val="00C10266"/>
    <w:rsid w:val="00C164CE"/>
    <w:rsid w:val="00C16A38"/>
    <w:rsid w:val="00C25497"/>
    <w:rsid w:val="00C31063"/>
    <w:rsid w:val="00C366D7"/>
    <w:rsid w:val="00C366E0"/>
    <w:rsid w:val="00C3739C"/>
    <w:rsid w:val="00C4179A"/>
    <w:rsid w:val="00C53D51"/>
    <w:rsid w:val="00C570A4"/>
    <w:rsid w:val="00C5747D"/>
    <w:rsid w:val="00C65CD7"/>
    <w:rsid w:val="00C66F06"/>
    <w:rsid w:val="00C74C44"/>
    <w:rsid w:val="00C80087"/>
    <w:rsid w:val="00C80CC2"/>
    <w:rsid w:val="00C80D1E"/>
    <w:rsid w:val="00C817ED"/>
    <w:rsid w:val="00C8750E"/>
    <w:rsid w:val="00C905F0"/>
    <w:rsid w:val="00C9225A"/>
    <w:rsid w:val="00C957B7"/>
    <w:rsid w:val="00C9607B"/>
    <w:rsid w:val="00C97C11"/>
    <w:rsid w:val="00CA0CEC"/>
    <w:rsid w:val="00CA5242"/>
    <w:rsid w:val="00CA54E3"/>
    <w:rsid w:val="00CA70B3"/>
    <w:rsid w:val="00CB06FB"/>
    <w:rsid w:val="00CB6610"/>
    <w:rsid w:val="00CC47EF"/>
    <w:rsid w:val="00CC4BD0"/>
    <w:rsid w:val="00CD45C0"/>
    <w:rsid w:val="00CD5128"/>
    <w:rsid w:val="00CD5941"/>
    <w:rsid w:val="00CD63D4"/>
    <w:rsid w:val="00CD7E1C"/>
    <w:rsid w:val="00CE0D76"/>
    <w:rsid w:val="00CE3B3B"/>
    <w:rsid w:val="00CE48AD"/>
    <w:rsid w:val="00CE5C9F"/>
    <w:rsid w:val="00CE64EE"/>
    <w:rsid w:val="00CF0942"/>
    <w:rsid w:val="00CF1409"/>
    <w:rsid w:val="00CF359F"/>
    <w:rsid w:val="00D0305C"/>
    <w:rsid w:val="00D066EE"/>
    <w:rsid w:val="00D077DD"/>
    <w:rsid w:val="00D07AA5"/>
    <w:rsid w:val="00D1257D"/>
    <w:rsid w:val="00D12ABF"/>
    <w:rsid w:val="00D15064"/>
    <w:rsid w:val="00D21C14"/>
    <w:rsid w:val="00D22016"/>
    <w:rsid w:val="00D24F50"/>
    <w:rsid w:val="00D32D3E"/>
    <w:rsid w:val="00D347E5"/>
    <w:rsid w:val="00D409FC"/>
    <w:rsid w:val="00D40AEA"/>
    <w:rsid w:val="00D45114"/>
    <w:rsid w:val="00D45912"/>
    <w:rsid w:val="00D50869"/>
    <w:rsid w:val="00D5335E"/>
    <w:rsid w:val="00D5372A"/>
    <w:rsid w:val="00D53D2F"/>
    <w:rsid w:val="00D63E0B"/>
    <w:rsid w:val="00D659B1"/>
    <w:rsid w:val="00D6644D"/>
    <w:rsid w:val="00D66D7D"/>
    <w:rsid w:val="00D7414B"/>
    <w:rsid w:val="00D77ECB"/>
    <w:rsid w:val="00D80F12"/>
    <w:rsid w:val="00D86722"/>
    <w:rsid w:val="00D9005E"/>
    <w:rsid w:val="00D95AEA"/>
    <w:rsid w:val="00DA0787"/>
    <w:rsid w:val="00DA39E3"/>
    <w:rsid w:val="00DB0DBA"/>
    <w:rsid w:val="00DB2832"/>
    <w:rsid w:val="00DB59C4"/>
    <w:rsid w:val="00DB683C"/>
    <w:rsid w:val="00DD19BD"/>
    <w:rsid w:val="00DD3E11"/>
    <w:rsid w:val="00DD42F2"/>
    <w:rsid w:val="00DD44B7"/>
    <w:rsid w:val="00DE263A"/>
    <w:rsid w:val="00DE3066"/>
    <w:rsid w:val="00DE399E"/>
    <w:rsid w:val="00DE4558"/>
    <w:rsid w:val="00DE7AF6"/>
    <w:rsid w:val="00DF42DF"/>
    <w:rsid w:val="00E02F6B"/>
    <w:rsid w:val="00E06755"/>
    <w:rsid w:val="00E14E63"/>
    <w:rsid w:val="00E16666"/>
    <w:rsid w:val="00E2206C"/>
    <w:rsid w:val="00E2692C"/>
    <w:rsid w:val="00E27D4E"/>
    <w:rsid w:val="00E27EF3"/>
    <w:rsid w:val="00E30AC3"/>
    <w:rsid w:val="00E351D2"/>
    <w:rsid w:val="00E35B11"/>
    <w:rsid w:val="00E36C33"/>
    <w:rsid w:val="00E42E7F"/>
    <w:rsid w:val="00E46883"/>
    <w:rsid w:val="00E54B09"/>
    <w:rsid w:val="00E5571B"/>
    <w:rsid w:val="00E621F0"/>
    <w:rsid w:val="00E656EF"/>
    <w:rsid w:val="00E675AE"/>
    <w:rsid w:val="00E70709"/>
    <w:rsid w:val="00E70962"/>
    <w:rsid w:val="00E7132E"/>
    <w:rsid w:val="00E72902"/>
    <w:rsid w:val="00E7327B"/>
    <w:rsid w:val="00E76523"/>
    <w:rsid w:val="00E76BDB"/>
    <w:rsid w:val="00E842F2"/>
    <w:rsid w:val="00E9223C"/>
    <w:rsid w:val="00EA0FCE"/>
    <w:rsid w:val="00EA1115"/>
    <w:rsid w:val="00EA4942"/>
    <w:rsid w:val="00EB2305"/>
    <w:rsid w:val="00EB527F"/>
    <w:rsid w:val="00EC1495"/>
    <w:rsid w:val="00EC39E0"/>
    <w:rsid w:val="00EC5571"/>
    <w:rsid w:val="00ED04A4"/>
    <w:rsid w:val="00ED40AF"/>
    <w:rsid w:val="00EE2321"/>
    <w:rsid w:val="00EE2931"/>
    <w:rsid w:val="00EE6D73"/>
    <w:rsid w:val="00EF0522"/>
    <w:rsid w:val="00EF18E7"/>
    <w:rsid w:val="00EF618A"/>
    <w:rsid w:val="00EF708B"/>
    <w:rsid w:val="00F115C3"/>
    <w:rsid w:val="00F129FE"/>
    <w:rsid w:val="00F133DA"/>
    <w:rsid w:val="00F14410"/>
    <w:rsid w:val="00F15A00"/>
    <w:rsid w:val="00F17FE6"/>
    <w:rsid w:val="00F22ECA"/>
    <w:rsid w:val="00F237CA"/>
    <w:rsid w:val="00F33E4F"/>
    <w:rsid w:val="00F34A9C"/>
    <w:rsid w:val="00F408FF"/>
    <w:rsid w:val="00F41902"/>
    <w:rsid w:val="00F42CE4"/>
    <w:rsid w:val="00F450E2"/>
    <w:rsid w:val="00F45751"/>
    <w:rsid w:val="00F52D76"/>
    <w:rsid w:val="00F531E4"/>
    <w:rsid w:val="00F53234"/>
    <w:rsid w:val="00F60F0A"/>
    <w:rsid w:val="00F67929"/>
    <w:rsid w:val="00F70570"/>
    <w:rsid w:val="00F7489A"/>
    <w:rsid w:val="00F74DB0"/>
    <w:rsid w:val="00F778F3"/>
    <w:rsid w:val="00F83F55"/>
    <w:rsid w:val="00F90B61"/>
    <w:rsid w:val="00F935E0"/>
    <w:rsid w:val="00F94DFA"/>
    <w:rsid w:val="00F96F2F"/>
    <w:rsid w:val="00FA0F54"/>
    <w:rsid w:val="00FA29B4"/>
    <w:rsid w:val="00FA3035"/>
    <w:rsid w:val="00FB198A"/>
    <w:rsid w:val="00FB5E56"/>
    <w:rsid w:val="00FC2775"/>
    <w:rsid w:val="00FC44DF"/>
    <w:rsid w:val="00FD1C58"/>
    <w:rsid w:val="00FD4A04"/>
    <w:rsid w:val="00FD5806"/>
    <w:rsid w:val="00FD622E"/>
    <w:rsid w:val="00FE0BF7"/>
    <w:rsid w:val="00FE1EA1"/>
    <w:rsid w:val="00FE2DE9"/>
    <w:rsid w:val="00FE3054"/>
    <w:rsid w:val="00FE36EE"/>
    <w:rsid w:val="00FE7E6E"/>
    <w:rsid w:val="00FF03BE"/>
    <w:rsid w:val="00FF2C94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F0465"/>
  <w15:docId w15:val="{5FA2384D-1955-4991-9045-F05C24E1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line="288" w:lineRule="auto"/>
    </w:pPr>
  </w:style>
  <w:style w:type="paragraph" w:styleId="Naslov1">
    <w:name w:val="heading 1"/>
    <w:basedOn w:val="Naslov"/>
    <w:next w:val="Navaden"/>
    <w:link w:val="Naslov1Znak"/>
    <w:qFormat/>
    <w:rsid w:val="0027135A"/>
    <w:pPr>
      <w:pageBreakBefore/>
      <w:numPr>
        <w:numId w:val="1"/>
      </w:numPr>
      <w:spacing w:after="240"/>
      <w:ind w:left="357" w:hanging="357"/>
      <w:outlineLvl w:val="0"/>
    </w:pPr>
  </w:style>
  <w:style w:type="paragraph" w:styleId="Naslov2">
    <w:name w:val="heading 2"/>
    <w:aliases w:val="Heading 2 Char1,Heading 2 Char Char"/>
    <w:basedOn w:val="Naslov"/>
    <w:next w:val="Navaden"/>
    <w:link w:val="Naslov2Znak"/>
    <w:unhideWhenUsed/>
    <w:qFormat/>
    <w:rsid w:val="00D12ABF"/>
    <w:pPr>
      <w:numPr>
        <w:ilvl w:val="1"/>
        <w:numId w:val="1"/>
      </w:numPr>
      <w:spacing w:before="240" w:after="240"/>
      <w:ind w:left="720" w:hanging="720"/>
      <w:outlineLvl w:val="1"/>
    </w:pPr>
    <w:rPr>
      <w:color w:val="7030A0"/>
      <w:sz w:val="36"/>
      <w:szCs w:val="36"/>
    </w:rPr>
  </w:style>
  <w:style w:type="paragraph" w:styleId="Naslov3">
    <w:name w:val="heading 3"/>
    <w:aliases w:val="Heading 3 Char"/>
    <w:basedOn w:val="Naslov2"/>
    <w:next w:val="Navaden"/>
    <w:link w:val="Naslov3Znak"/>
    <w:unhideWhenUsed/>
    <w:qFormat/>
    <w:rsid w:val="00CC4BD0"/>
    <w:pPr>
      <w:keepNext/>
      <w:numPr>
        <w:ilvl w:val="2"/>
      </w:numPr>
      <w:tabs>
        <w:tab w:val="left" w:pos="1134"/>
      </w:tabs>
      <w:ind w:left="505" w:hanging="505"/>
      <w:outlineLvl w:val="2"/>
    </w:pPr>
    <w:rPr>
      <w:caps w:val="0"/>
      <w:color w:val="0070C0"/>
      <w:sz w:val="32"/>
      <w:szCs w:val="32"/>
    </w:rPr>
  </w:style>
  <w:style w:type="paragraph" w:styleId="Naslov4">
    <w:name w:val="heading 4"/>
    <w:basedOn w:val="Navaden"/>
    <w:next w:val="Navaden"/>
    <w:link w:val="Naslov4Znak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27135A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2Znak">
    <w:name w:val="Naslov 2 Znak"/>
    <w:aliases w:val="Heading 2 Char1 Znak,Heading 2 Char Char Znak"/>
    <w:basedOn w:val="Privzetapisavaodstavka"/>
    <w:link w:val="Naslov2"/>
    <w:rsid w:val="00D12ABF"/>
    <w:rPr>
      <w:rFonts w:asciiTheme="majorHAnsi" w:eastAsiaTheme="majorEastAsia" w:hAnsiTheme="majorHAnsi" w:cstheme="majorBidi"/>
      <w:caps/>
      <w:color w:val="7030A0"/>
      <w:spacing w:val="-20"/>
      <w:kern w:val="28"/>
      <w:sz w:val="36"/>
      <w:szCs w:val="36"/>
    </w:rPr>
  </w:style>
  <w:style w:type="character" w:customStyle="1" w:styleId="Naslov3Znak">
    <w:name w:val="Naslov 3 Znak"/>
    <w:aliases w:val="Heading 3 Char Znak"/>
    <w:basedOn w:val="Privzetapisavaodstavka"/>
    <w:link w:val="Naslov3"/>
    <w:rsid w:val="00CC4BD0"/>
    <w:rPr>
      <w:rFonts w:asciiTheme="majorHAnsi" w:eastAsiaTheme="majorEastAsia" w:hAnsiTheme="majorHAnsi" w:cstheme="majorBidi"/>
      <w:color w:val="0070C0"/>
      <w:spacing w:val="-20"/>
      <w:kern w:val="28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Naslov7Znak">
    <w:name w:val="Naslov 7 Znak"/>
    <w:basedOn w:val="Privzetapisavaodstavka"/>
    <w:link w:val="Naslov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Naslov8Znak">
    <w:name w:val="Naslov 8 Znak"/>
    <w:basedOn w:val="Privzetapisavaodstavka"/>
    <w:link w:val="Naslov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qFormat/>
    <w:rsid w:val="00614C77"/>
    <w:pPr>
      <w:spacing w:before="12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character" w:customStyle="1" w:styleId="NaslovZnak">
    <w:name w:val="Naslov Znak"/>
    <w:basedOn w:val="Privzetapisavaodstavka"/>
    <w:link w:val="Naslov"/>
    <w:uiPriority w:val="10"/>
    <w:rsid w:val="00614C77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styleId="Krepko">
    <w:name w:val="Strong"/>
    <w:basedOn w:val="Privzetapisavaodstavka"/>
    <w:uiPriority w:val="22"/>
    <w:qFormat/>
    <w:rPr>
      <w:b/>
      <w:bCs/>
    </w:rPr>
  </w:style>
  <w:style w:type="character" w:styleId="Poudarek">
    <w:name w:val="Emphasis"/>
    <w:basedOn w:val="Privzetapisavaodstavka"/>
    <w:uiPriority w:val="20"/>
    <w:qFormat/>
    <w:rPr>
      <w:i/>
      <w:iCs/>
    </w:rPr>
  </w:style>
  <w:style w:type="paragraph" w:styleId="Brezrazmikov">
    <w:name w:val="No Spacing"/>
    <w:link w:val="BrezrazmikovZnak"/>
    <w:uiPriority w:val="1"/>
    <w:qFormat/>
    <w:rsid w:val="00F60F0A"/>
    <w:pPr>
      <w:spacing w:after="0" w:line="240" w:lineRule="auto"/>
      <w:jc w:val="both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F60F0A"/>
  </w:style>
  <w:style w:type="paragraph" w:styleId="Odstavekseznama">
    <w:name w:val="List Paragraph"/>
    <w:basedOn w:val="Navaden"/>
    <w:link w:val="OdstavekseznamaZnak"/>
    <w:uiPriority w:val="34"/>
    <w:qFormat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CitatZnak">
    <w:name w:val="Citat Znak"/>
    <w:basedOn w:val="Privzetapisavaodstavka"/>
    <w:link w:val="Citat"/>
    <w:uiPriority w:val="29"/>
    <w:rPr>
      <w:i/>
      <w:iCs/>
      <w:color w:val="7A7A7A" w:themeColor="accent1"/>
      <w:sz w:val="28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Pr>
      <w:b/>
      <w:bCs/>
      <w:i/>
      <w:iCs/>
      <w:color w:val="7F7F7F" w:themeColor="text1" w:themeTint="80"/>
      <w:sz w:val="26"/>
    </w:rPr>
  </w:style>
  <w:style w:type="character" w:styleId="Neenpoudarek">
    <w:name w:val="Subtle Emphasis"/>
    <w:basedOn w:val="Privzetapisavaodstavka"/>
    <w:uiPriority w:val="19"/>
    <w:qFormat/>
    <w:rPr>
      <w:i/>
      <w:iCs/>
      <w:color w:val="7A7A7A" w:themeColor="accent1"/>
    </w:rPr>
  </w:style>
  <w:style w:type="character" w:styleId="Intenzivenpoudarek">
    <w:name w:val="Intense Emphasis"/>
    <w:basedOn w:val="Privzetapisavaodstavka"/>
    <w:uiPriority w:val="21"/>
    <w:qFormat/>
    <w:rPr>
      <w:b/>
      <w:bCs/>
      <w:i/>
      <w:iCs/>
      <w:color w:val="D1282E" w:themeColor="text2"/>
    </w:rPr>
  </w:style>
  <w:style w:type="character" w:styleId="Neensklic">
    <w:name w:val="Subtle Reference"/>
    <w:basedOn w:val="Privzetapisavaodstavka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Intenzivensklic">
    <w:name w:val="Intense Reference"/>
    <w:basedOn w:val="Privzetapisavaodstavka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Naslovknjige">
    <w:name w:val="Book Title"/>
    <w:basedOn w:val="Privzetapisavaodstavka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NaslovTOC">
    <w:name w:val="TOC Heading"/>
    <w:basedOn w:val="Naslov1"/>
    <w:next w:val="Navaden"/>
    <w:uiPriority w:val="39"/>
    <w:unhideWhenUsed/>
    <w:qFormat/>
    <w:pPr>
      <w:outlineLvl w:val="9"/>
    </w:pPr>
  </w:style>
  <w:style w:type="paragraph" w:styleId="Besedilooblaka">
    <w:name w:val="Balloon Text"/>
    <w:basedOn w:val="Navaden"/>
    <w:link w:val="Besediloobla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rPr>
      <w:color w:val="808080"/>
    </w:rPr>
  </w:style>
  <w:style w:type="paragraph" w:styleId="Glava">
    <w:name w:val="header"/>
    <w:basedOn w:val="Navaden"/>
    <w:link w:val="Glav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</w:style>
  <w:style w:type="paragraph" w:styleId="Noga">
    <w:name w:val="footer"/>
    <w:basedOn w:val="Navaden"/>
    <w:link w:val="NogaZnak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</w:style>
  <w:style w:type="character" w:styleId="Hiperpovezava">
    <w:name w:val="Hyperlink"/>
    <w:basedOn w:val="Privzetapisavaodstavka"/>
    <w:uiPriority w:val="99"/>
    <w:unhideWhenUsed/>
    <w:rsid w:val="00B24803"/>
    <w:rPr>
      <w:color w:val="00B0F0"/>
      <w:u w:val="single"/>
    </w:rPr>
  </w:style>
  <w:style w:type="paragraph" w:customStyle="1" w:styleId="Naslovtabele">
    <w:name w:val="Naslov tabele"/>
    <w:basedOn w:val="Odstavekseznama"/>
    <w:qFormat/>
    <w:rsid w:val="006F439A"/>
    <w:pPr>
      <w:keepNext/>
      <w:numPr>
        <w:numId w:val="3"/>
      </w:numPr>
      <w:spacing w:after="60"/>
      <w:jc w:val="both"/>
    </w:pPr>
    <w:rPr>
      <w:color w:val="0070C0"/>
      <w:u w:val="single" w:color="000000" w:themeColor="text1"/>
    </w:rPr>
  </w:style>
  <w:style w:type="table" w:styleId="Tabelamrea4poudarek2">
    <w:name w:val="Grid Table 4 Accent 2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FEDD61" w:themeColor="accent2" w:themeTint="99"/>
        <w:left w:val="single" w:sz="4" w:space="0" w:color="FEDD61" w:themeColor="accent2" w:themeTint="99"/>
        <w:bottom w:val="single" w:sz="4" w:space="0" w:color="FEDD61" w:themeColor="accent2" w:themeTint="99"/>
        <w:right w:val="single" w:sz="4" w:space="0" w:color="FEDD61" w:themeColor="accent2" w:themeTint="99"/>
        <w:insideH w:val="single" w:sz="4" w:space="0" w:color="FEDD61" w:themeColor="accent2" w:themeTint="99"/>
        <w:insideV w:val="single" w:sz="4" w:space="0" w:color="FEDD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201" w:themeColor="accent2"/>
          <w:left w:val="single" w:sz="4" w:space="0" w:color="F5C201" w:themeColor="accent2"/>
          <w:bottom w:val="single" w:sz="4" w:space="0" w:color="F5C201" w:themeColor="accent2"/>
          <w:right w:val="single" w:sz="4" w:space="0" w:color="F5C201" w:themeColor="accent2"/>
          <w:insideH w:val="nil"/>
          <w:insideV w:val="nil"/>
        </w:tcBorders>
        <w:shd w:val="clear" w:color="auto" w:fill="F5C201" w:themeFill="accent2"/>
      </w:tcPr>
    </w:tblStylePr>
    <w:tblStylePr w:type="lastRow">
      <w:rPr>
        <w:b/>
        <w:bCs/>
      </w:rPr>
      <w:tblPr/>
      <w:tcPr>
        <w:tcBorders>
          <w:top w:val="double" w:sz="4" w:space="0" w:color="F5C20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3CA" w:themeFill="accent2" w:themeFillTint="33"/>
      </w:tcPr>
    </w:tblStylePr>
    <w:tblStylePr w:type="band1Horz">
      <w:tblPr/>
      <w:tcPr>
        <w:shd w:val="clear" w:color="auto" w:fill="FEF3CA" w:themeFill="accent2" w:themeFillTint="33"/>
      </w:tcPr>
    </w:tblStylePr>
  </w:style>
  <w:style w:type="table" w:styleId="Tabelamrea4poudarek5">
    <w:name w:val="Grid Table 4 Accent 5"/>
    <w:basedOn w:val="Navadnatabela"/>
    <w:uiPriority w:val="49"/>
    <w:rsid w:val="00C66F06"/>
    <w:pPr>
      <w:spacing w:after="0" w:line="240" w:lineRule="auto"/>
    </w:pPr>
    <w:tblPr>
      <w:tblStyleRowBandSize w:val="1"/>
      <w:tblStyleColBandSize w:val="1"/>
      <w:tblBorders>
        <w:top w:val="single" w:sz="4" w:space="0" w:color="EA9B7B" w:themeColor="accent5" w:themeTint="99"/>
        <w:left w:val="single" w:sz="4" w:space="0" w:color="EA9B7B" w:themeColor="accent5" w:themeTint="99"/>
        <w:bottom w:val="single" w:sz="4" w:space="0" w:color="EA9B7B" w:themeColor="accent5" w:themeTint="99"/>
        <w:right w:val="single" w:sz="4" w:space="0" w:color="EA9B7B" w:themeColor="accent5" w:themeTint="99"/>
        <w:insideH w:val="single" w:sz="4" w:space="0" w:color="EA9B7B" w:themeColor="accent5" w:themeTint="99"/>
        <w:insideV w:val="single" w:sz="4" w:space="0" w:color="EA9B7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5924" w:themeColor="accent5"/>
          <w:left w:val="single" w:sz="4" w:space="0" w:color="DC5924" w:themeColor="accent5"/>
          <w:bottom w:val="single" w:sz="4" w:space="0" w:color="DC5924" w:themeColor="accent5"/>
          <w:right w:val="single" w:sz="4" w:space="0" w:color="DC5924" w:themeColor="accent5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</w:rPr>
      <w:tblPr/>
      <w:tcPr>
        <w:tcBorders>
          <w:top w:val="double" w:sz="4" w:space="0" w:color="DC5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DD3" w:themeFill="accent5" w:themeFillTint="33"/>
      </w:tcPr>
    </w:tblStylePr>
    <w:tblStylePr w:type="band1Horz">
      <w:tblPr/>
      <w:tcPr>
        <w:shd w:val="clear" w:color="auto" w:fill="F8DDD3" w:themeFill="accent5" w:themeFillTint="33"/>
      </w:tcPr>
    </w:tblStylePr>
  </w:style>
  <w:style w:type="paragraph" w:customStyle="1" w:styleId="Naslovslik">
    <w:name w:val="Naslov slik"/>
    <w:basedOn w:val="Brezrazmikov"/>
    <w:qFormat/>
    <w:rsid w:val="002E6A92"/>
    <w:pPr>
      <w:keepNext/>
      <w:numPr>
        <w:numId w:val="2"/>
      </w:numPr>
      <w:spacing w:after="60"/>
      <w:ind w:left="714" w:hanging="357"/>
    </w:pPr>
    <w:rPr>
      <w:color w:val="00B0F0"/>
      <w:u w:val="single" w:color="000000" w:themeColor="text1"/>
    </w:rPr>
  </w:style>
  <w:style w:type="table" w:customStyle="1" w:styleId="Tanja">
    <w:name w:val="Tanja"/>
    <w:basedOn w:val="Navadnatabela"/>
    <w:uiPriority w:val="99"/>
    <w:qFormat/>
    <w:rsid w:val="008F1FFC"/>
    <w:pPr>
      <w:spacing w:after="0" w:line="240" w:lineRule="auto"/>
      <w:jc w:val="center"/>
    </w:pPr>
    <w:rPr>
      <w:rFonts w:ascii="Candara" w:eastAsia="Calibri" w:hAnsi="Candara" w:cs="Times New Roman"/>
      <w:szCs w:val="20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rFonts w:ascii="TimesNewRomanPSMT" w:hAnsi="TimesNewRomanPSMT"/>
        <w:b/>
        <w:color w:val="FFFFFF"/>
        <w:sz w:val="22"/>
      </w:rPr>
      <w:tblPr/>
      <w:tcPr>
        <w:shd w:val="clear" w:color="auto" w:fill="4F81BD"/>
      </w:tcPr>
    </w:tblStylePr>
    <w:tblStylePr w:type="firstCol">
      <w:tblPr/>
      <w:tcPr>
        <w:shd w:val="clear" w:color="auto" w:fill="DBE5F1"/>
      </w:tcPr>
    </w:tblStylePr>
    <w:tblStylePr w:type="lastCol">
      <w:tblPr/>
      <w:tcPr>
        <w:shd w:val="clear" w:color="auto" w:fill="DBE5F1"/>
      </w:tcPr>
    </w:tblStylePr>
  </w:style>
  <w:style w:type="table" w:styleId="Tabelamrea">
    <w:name w:val="Table Grid"/>
    <w:basedOn w:val="Navadnatabela"/>
    <w:uiPriority w:val="59"/>
    <w:unhideWhenUsed/>
    <w:rsid w:val="009C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temnamrea5poudarek5">
    <w:name w:val="Grid Table 5 Dark Accent 5"/>
    <w:basedOn w:val="Navadnatabela"/>
    <w:uiPriority w:val="50"/>
    <w:rsid w:val="009C72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D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592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C5924" w:themeFill="accent5"/>
      </w:tcPr>
    </w:tblStylePr>
    <w:tblStylePr w:type="band1Vert">
      <w:tblPr/>
      <w:tcPr>
        <w:shd w:val="clear" w:color="auto" w:fill="F1BCA7" w:themeFill="accent5" w:themeFillTint="66"/>
      </w:tcPr>
    </w:tblStylePr>
    <w:tblStylePr w:type="band1Horz">
      <w:tblPr/>
      <w:tcPr>
        <w:shd w:val="clear" w:color="auto" w:fill="F1BCA7" w:themeFill="accent5" w:themeFillTint="66"/>
      </w:tcPr>
    </w:tblStyle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rsid w:val="0045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454BE6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aliases w:val="Footnote symbol,Footnote,Fussnota"/>
    <w:uiPriority w:val="99"/>
    <w:unhideWhenUsed/>
    <w:rsid w:val="00454BE6"/>
    <w:rPr>
      <w:vertAlign w:val="superscript"/>
    </w:rPr>
  </w:style>
  <w:style w:type="table" w:styleId="Tabelasvetlamrea1poudarek5">
    <w:name w:val="Grid Table 1 Light Accent 5"/>
    <w:basedOn w:val="Navadnatabela"/>
    <w:uiPriority w:val="46"/>
    <w:rsid w:val="00454BE6"/>
    <w:pPr>
      <w:spacing w:after="0" w:line="240" w:lineRule="auto"/>
    </w:pPr>
    <w:tblPr>
      <w:tblStyleRowBandSize w:val="1"/>
      <w:tblStyleColBandSize w:val="1"/>
      <w:tblBorders>
        <w:top w:val="single" w:sz="4" w:space="0" w:color="F1BCA7" w:themeColor="accent5" w:themeTint="66"/>
        <w:left w:val="single" w:sz="4" w:space="0" w:color="F1BCA7" w:themeColor="accent5" w:themeTint="66"/>
        <w:bottom w:val="single" w:sz="4" w:space="0" w:color="F1BCA7" w:themeColor="accent5" w:themeTint="66"/>
        <w:right w:val="single" w:sz="4" w:space="0" w:color="F1BCA7" w:themeColor="accent5" w:themeTint="66"/>
        <w:insideH w:val="single" w:sz="4" w:space="0" w:color="F1BCA7" w:themeColor="accent5" w:themeTint="66"/>
        <w:insideV w:val="single" w:sz="4" w:space="0" w:color="F1BC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9B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9B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2">
    <w:name w:val="Body Text 2"/>
    <w:basedOn w:val="Navaden"/>
    <w:link w:val="Telobesedila2Znak"/>
    <w:uiPriority w:val="99"/>
    <w:rsid w:val="00F935E0"/>
    <w:pPr>
      <w:widowControl w:val="0"/>
      <w:spacing w:after="0" w:line="240" w:lineRule="auto"/>
      <w:ind w:right="-58"/>
      <w:jc w:val="both"/>
    </w:pPr>
    <w:rPr>
      <w:rFonts w:ascii="Arial" w:eastAsia="Calibri" w:hAnsi="Arial" w:cs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935E0"/>
    <w:rPr>
      <w:rFonts w:ascii="Arial" w:eastAsia="Calibri" w:hAnsi="Arial" w:cs="Arial"/>
      <w:sz w:val="20"/>
      <w:szCs w:val="20"/>
    </w:rPr>
  </w:style>
  <w:style w:type="paragraph" w:styleId="Kazalovsebine1">
    <w:name w:val="toc 1"/>
    <w:basedOn w:val="Navaden"/>
    <w:next w:val="Navaden"/>
    <w:autoRedefine/>
    <w:uiPriority w:val="39"/>
    <w:unhideWhenUsed/>
    <w:rsid w:val="00EF618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EF618A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EF618A"/>
    <w:pPr>
      <w:spacing w:after="100"/>
      <w:ind w:left="440"/>
    </w:pPr>
  </w:style>
  <w:style w:type="character" w:customStyle="1" w:styleId="apple-converted-space">
    <w:name w:val="apple-converted-space"/>
    <w:basedOn w:val="Privzetapisavaodstavka"/>
    <w:rsid w:val="00C817ED"/>
  </w:style>
  <w:style w:type="table" w:styleId="Tabelamrea4poudarek3">
    <w:name w:val="Grid Table 4 Accent 3"/>
    <w:basedOn w:val="Navadnatabela"/>
    <w:uiPriority w:val="49"/>
    <w:rsid w:val="00D12ABF"/>
    <w:pPr>
      <w:spacing w:after="0" w:line="240" w:lineRule="auto"/>
    </w:pPr>
    <w:tblPr>
      <w:tblStyleRowBandSize w:val="1"/>
      <w:tblStyleColBandSize w:val="1"/>
      <w:tblBorders>
        <w:top w:val="single" w:sz="4" w:space="0" w:color="97A7CF" w:themeColor="accent3" w:themeTint="99"/>
        <w:left w:val="single" w:sz="4" w:space="0" w:color="97A7CF" w:themeColor="accent3" w:themeTint="99"/>
        <w:bottom w:val="single" w:sz="4" w:space="0" w:color="97A7CF" w:themeColor="accent3" w:themeTint="99"/>
        <w:right w:val="single" w:sz="4" w:space="0" w:color="97A7CF" w:themeColor="accent3" w:themeTint="99"/>
        <w:insideH w:val="single" w:sz="4" w:space="0" w:color="97A7CF" w:themeColor="accent3" w:themeTint="99"/>
        <w:insideV w:val="single" w:sz="4" w:space="0" w:color="97A7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26DB0" w:themeColor="accent3"/>
          <w:left w:val="single" w:sz="4" w:space="0" w:color="526DB0" w:themeColor="accent3"/>
          <w:bottom w:val="single" w:sz="4" w:space="0" w:color="526DB0" w:themeColor="accent3"/>
          <w:right w:val="single" w:sz="4" w:space="0" w:color="526DB0" w:themeColor="accent3"/>
          <w:insideH w:val="nil"/>
          <w:insideV w:val="nil"/>
        </w:tcBorders>
        <w:shd w:val="clear" w:color="auto" w:fill="526DB0" w:themeFill="accent3"/>
      </w:tcPr>
    </w:tblStylePr>
    <w:tblStylePr w:type="lastRow">
      <w:rPr>
        <w:b/>
        <w:bCs/>
      </w:rPr>
      <w:tblPr/>
      <w:tcPr>
        <w:tcBorders>
          <w:top w:val="double" w:sz="4" w:space="0" w:color="526DB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1EF" w:themeFill="accent3" w:themeFillTint="33"/>
      </w:tcPr>
    </w:tblStylePr>
    <w:tblStylePr w:type="band1Horz">
      <w:tblPr/>
      <w:tcPr>
        <w:shd w:val="clear" w:color="auto" w:fill="DCE1EF" w:themeFill="accent3" w:themeFillTint="33"/>
      </w:tcPr>
    </w:tblStylePr>
  </w:style>
  <w:style w:type="table" w:styleId="Tabelamrea4poudarek4">
    <w:name w:val="Grid Table 4 Accent 4"/>
    <w:basedOn w:val="Navadnatabela"/>
    <w:uiPriority w:val="49"/>
    <w:rsid w:val="00312A2D"/>
    <w:pPr>
      <w:spacing w:after="0" w:line="240" w:lineRule="auto"/>
    </w:pPr>
    <w:tblPr>
      <w:tblStyleRowBandSize w:val="1"/>
      <w:tblStyleColBandSize w:val="1"/>
      <w:tblBorders>
        <w:top w:val="single" w:sz="4" w:space="0" w:color="C1C2CD" w:themeColor="accent4" w:themeTint="99"/>
        <w:left w:val="single" w:sz="4" w:space="0" w:color="C1C2CD" w:themeColor="accent4" w:themeTint="99"/>
        <w:bottom w:val="single" w:sz="4" w:space="0" w:color="C1C2CD" w:themeColor="accent4" w:themeTint="99"/>
        <w:right w:val="single" w:sz="4" w:space="0" w:color="C1C2CD" w:themeColor="accent4" w:themeTint="99"/>
        <w:insideH w:val="single" w:sz="4" w:space="0" w:color="C1C2CD" w:themeColor="accent4" w:themeTint="99"/>
        <w:insideV w:val="single" w:sz="4" w:space="0" w:color="C1C2C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89AAC" w:themeColor="accent4"/>
          <w:left w:val="single" w:sz="4" w:space="0" w:color="989AAC" w:themeColor="accent4"/>
          <w:bottom w:val="single" w:sz="4" w:space="0" w:color="989AAC" w:themeColor="accent4"/>
          <w:right w:val="single" w:sz="4" w:space="0" w:color="989AAC" w:themeColor="accent4"/>
          <w:insideH w:val="nil"/>
          <w:insideV w:val="nil"/>
        </w:tcBorders>
        <w:shd w:val="clear" w:color="auto" w:fill="989AAC" w:themeFill="accent4"/>
      </w:tcPr>
    </w:tblStylePr>
    <w:tblStylePr w:type="lastRow">
      <w:rPr>
        <w:b/>
        <w:bCs/>
      </w:rPr>
      <w:tblPr/>
      <w:tcPr>
        <w:tcBorders>
          <w:top w:val="double" w:sz="4" w:space="0" w:color="989AA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E" w:themeFill="accent4" w:themeFillTint="33"/>
      </w:tcPr>
    </w:tblStylePr>
    <w:tblStylePr w:type="band1Horz">
      <w:tblPr/>
      <w:tcPr>
        <w:shd w:val="clear" w:color="auto" w:fill="EAEAEE" w:themeFill="accent4" w:themeFillTint="33"/>
      </w:tcPr>
    </w:tblStylePr>
  </w:style>
  <w:style w:type="table" w:styleId="Tabelasvetlamrea1poudarek4">
    <w:name w:val="Grid Table 1 Light Accent 4"/>
    <w:basedOn w:val="Navadnatabela"/>
    <w:uiPriority w:val="46"/>
    <w:rsid w:val="009874F7"/>
    <w:pPr>
      <w:spacing w:after="0" w:line="240" w:lineRule="auto"/>
    </w:pPr>
    <w:tblPr>
      <w:tblStyleRowBandSize w:val="1"/>
      <w:tblStyleColBandSize w:val="1"/>
      <w:tblBorders>
        <w:top w:val="single" w:sz="4" w:space="0" w:color="D5D6DD" w:themeColor="accent4" w:themeTint="66"/>
        <w:left w:val="single" w:sz="4" w:space="0" w:color="D5D6DD" w:themeColor="accent4" w:themeTint="66"/>
        <w:bottom w:val="single" w:sz="4" w:space="0" w:color="D5D6DD" w:themeColor="accent4" w:themeTint="66"/>
        <w:right w:val="single" w:sz="4" w:space="0" w:color="D5D6DD" w:themeColor="accent4" w:themeTint="66"/>
        <w:insideH w:val="single" w:sz="4" w:space="0" w:color="D5D6DD" w:themeColor="accent4" w:themeTint="66"/>
        <w:insideV w:val="single" w:sz="4" w:space="0" w:color="D5D6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1C2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2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mrea2poudarek6">
    <w:name w:val="Grid Table 2 Accent 6"/>
    <w:basedOn w:val="Navadnatabela"/>
    <w:uiPriority w:val="47"/>
    <w:rsid w:val="00A01DDC"/>
    <w:pPr>
      <w:spacing w:after="0" w:line="240" w:lineRule="auto"/>
    </w:pPr>
    <w:tblPr>
      <w:tblStyleRowBandSize w:val="1"/>
      <w:tblStyleColBandSize w:val="1"/>
      <w:tblBorders>
        <w:top w:val="single" w:sz="2" w:space="0" w:color="D2D1BD" w:themeColor="accent6" w:themeTint="99"/>
        <w:bottom w:val="single" w:sz="2" w:space="0" w:color="D2D1BD" w:themeColor="accent6" w:themeTint="99"/>
        <w:insideH w:val="single" w:sz="2" w:space="0" w:color="D2D1BD" w:themeColor="accent6" w:themeTint="99"/>
        <w:insideV w:val="single" w:sz="2" w:space="0" w:color="D2D1B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D1B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FE9" w:themeFill="accent6" w:themeFillTint="33"/>
      </w:tcPr>
    </w:tblStylePr>
    <w:tblStylePr w:type="band1Horz">
      <w:tblPr/>
      <w:tcPr>
        <w:shd w:val="clear" w:color="auto" w:fill="F0EFE9" w:themeFill="accent6" w:themeFillTint="33"/>
      </w:tcPr>
    </w:tblStylePr>
  </w:style>
  <w:style w:type="table" w:styleId="Tabelasvetlamrea1poudarek3">
    <w:name w:val="Grid Table 1 Light Accent 3"/>
    <w:basedOn w:val="Navadnatabela"/>
    <w:uiPriority w:val="46"/>
    <w:rsid w:val="00E02F6B"/>
    <w:pPr>
      <w:spacing w:after="0" w:line="240" w:lineRule="auto"/>
    </w:pPr>
    <w:tblPr>
      <w:tblStyleRowBandSize w:val="1"/>
      <w:tblStyleColBandSize w:val="1"/>
      <w:tblBorders>
        <w:top w:val="single" w:sz="4" w:space="0" w:color="B9C4DF" w:themeColor="accent3" w:themeTint="66"/>
        <w:left w:val="single" w:sz="4" w:space="0" w:color="B9C4DF" w:themeColor="accent3" w:themeTint="66"/>
        <w:bottom w:val="single" w:sz="4" w:space="0" w:color="B9C4DF" w:themeColor="accent3" w:themeTint="66"/>
        <w:right w:val="single" w:sz="4" w:space="0" w:color="B9C4DF" w:themeColor="accent3" w:themeTint="66"/>
        <w:insideH w:val="single" w:sz="4" w:space="0" w:color="B9C4DF" w:themeColor="accent3" w:themeTint="66"/>
        <w:insideV w:val="single" w:sz="4" w:space="0" w:color="B9C4D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7A7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A7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1">
    <w:name w:val="Grid Table 1 Light Accent 1"/>
    <w:basedOn w:val="Navadnatabela"/>
    <w:uiPriority w:val="46"/>
    <w:rsid w:val="00C00B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1" w:themeTint="66"/>
        <w:left w:val="single" w:sz="4" w:space="0" w:color="C9C9C9" w:themeColor="accent1" w:themeTint="66"/>
        <w:bottom w:val="single" w:sz="4" w:space="0" w:color="C9C9C9" w:themeColor="accent1" w:themeTint="66"/>
        <w:right w:val="single" w:sz="4" w:space="0" w:color="C9C9C9" w:themeColor="accent1" w:themeTint="66"/>
        <w:insideH w:val="single" w:sz="4" w:space="0" w:color="C9C9C9" w:themeColor="accent1" w:themeTint="66"/>
        <w:insideV w:val="single" w:sz="4" w:space="0" w:color="C9C9C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FAF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AF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erazreenaomemba">
    <w:name w:val="Unresolved Mention"/>
    <w:basedOn w:val="Privzetapisavaodstavka"/>
    <w:uiPriority w:val="99"/>
    <w:semiHidden/>
    <w:unhideWhenUsed/>
    <w:rsid w:val="000A2D4D"/>
    <w:rPr>
      <w:color w:val="808080"/>
      <w:shd w:val="clear" w:color="auto" w:fill="E6E6E6"/>
    </w:rPr>
  </w:style>
  <w:style w:type="paragraph" w:customStyle="1" w:styleId="Default">
    <w:name w:val="Default"/>
    <w:rsid w:val="00AE14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ir">
    <w:name w:val="Vir"/>
    <w:basedOn w:val="Brezrazmikov"/>
    <w:qFormat/>
    <w:rsid w:val="00D6644D"/>
    <w:pPr>
      <w:ind w:left="356"/>
    </w:pPr>
    <w:rPr>
      <w:rFonts w:ascii="Arial" w:eastAsia="Dotum" w:hAnsi="Arial" w:cs="Arial"/>
      <w:bCs/>
      <w:sz w:val="20"/>
      <w:szCs w:val="20"/>
    </w:rPr>
  </w:style>
  <w:style w:type="table" w:styleId="Tabelasvetlamrea1poudarek6">
    <w:name w:val="Grid Table 1 Light Accent 6"/>
    <w:basedOn w:val="Navadnatabela"/>
    <w:uiPriority w:val="46"/>
    <w:rsid w:val="00043F24"/>
    <w:pPr>
      <w:spacing w:after="0" w:line="240" w:lineRule="auto"/>
    </w:pPr>
    <w:tblPr>
      <w:tblStyleRowBandSize w:val="1"/>
      <w:tblStyleColBandSize w:val="1"/>
      <w:tblBorders>
        <w:top w:val="single" w:sz="4" w:space="0" w:color="E1E0D3" w:themeColor="accent6" w:themeTint="66"/>
        <w:left w:val="single" w:sz="4" w:space="0" w:color="E1E0D3" w:themeColor="accent6" w:themeTint="66"/>
        <w:bottom w:val="single" w:sz="4" w:space="0" w:color="E1E0D3" w:themeColor="accent6" w:themeTint="66"/>
        <w:right w:val="single" w:sz="4" w:space="0" w:color="E1E0D3" w:themeColor="accent6" w:themeTint="66"/>
        <w:insideH w:val="single" w:sz="4" w:space="0" w:color="E1E0D3" w:themeColor="accent6" w:themeTint="66"/>
        <w:insideV w:val="single" w:sz="4" w:space="0" w:color="E1E0D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2D1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D1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lobesedila">
    <w:name w:val="Body Text"/>
    <w:basedOn w:val="Navaden"/>
    <w:link w:val="TelobesedilaZnak"/>
    <w:uiPriority w:val="99"/>
    <w:semiHidden/>
    <w:unhideWhenUsed/>
    <w:rsid w:val="00E27EF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E27EF3"/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3D47A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3D47A1"/>
  </w:style>
  <w:style w:type="table" w:styleId="Navadnatabela1">
    <w:name w:val="Plain Table 1"/>
    <w:basedOn w:val="Navadnatabela"/>
    <w:uiPriority w:val="41"/>
    <w:rsid w:val="00043B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azivlistine">
    <w:name w:val="Naziv listine"/>
    <w:basedOn w:val="Navaden"/>
    <w:qFormat/>
    <w:rsid w:val="00487499"/>
    <w:pPr>
      <w:spacing w:after="0" w:line="280" w:lineRule="atLeast"/>
      <w:jc w:val="center"/>
    </w:pPr>
    <w:rPr>
      <w:rFonts w:ascii="Arial" w:eastAsia="Times New Roman" w:hAnsi="Arial" w:cs="Arial"/>
      <w:b/>
      <w:color w:val="70AD47"/>
      <w:sz w:val="28"/>
      <w:szCs w:val="28"/>
    </w:rPr>
  </w:style>
  <w:style w:type="paragraph" w:customStyle="1" w:styleId="Textbody">
    <w:name w:val="Text body"/>
    <w:basedOn w:val="Navaden"/>
    <w:rsid w:val="00F14410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F1441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441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4410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OdstavekseznamaZnak">
    <w:name w:val="Odstavek seznama Znak"/>
    <w:link w:val="Odstavekseznama"/>
    <w:uiPriority w:val="34"/>
    <w:locked/>
    <w:rsid w:val="00E1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AppData\Roaming\Microsoft\Templates\Poro&#269;ilo%20(oblika%20&#187;Osnovno&#171;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4CD26E-9D7C-4435-B9F2-8BC123FE9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8E8C5-126C-4F64-8B94-7B7308E1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Poročilo (oblika »Osnovno«)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TOPLOTNA OSKRBA ZAVODA HRASTOVEC S TOPLOTO NA LESNO BIOMASO</vt:lpstr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TOPLOTNA OSKRBA ZAVODA HRASTOVEC S TOPLOTO NA LESNO BIOMASO</dc:title>
  <dc:subject>RAZPISNA DOKUMENTACIJA</dc:subject>
  <dc:creator>Tanja</dc:creator>
  <cp:keywords/>
  <cp:lastModifiedBy>Tanja Vintar</cp:lastModifiedBy>
  <cp:revision>3</cp:revision>
  <cp:lastPrinted>2019-05-21T08:02:00Z</cp:lastPrinted>
  <dcterms:created xsi:type="dcterms:W3CDTF">2020-06-28T06:07:00Z</dcterms:created>
  <dcterms:modified xsi:type="dcterms:W3CDTF">2020-06-28T06:09:00Z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TC018408409991</vt:lpwstr>
  </property>
</Properties>
</file>