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0A48F" w14:textId="0A19F356" w:rsidR="004B2925" w:rsidRPr="00833B1E" w:rsidRDefault="00833B1E" w:rsidP="00833B1E">
      <w:pPr>
        <w:pStyle w:val="Naslov2"/>
        <w:numPr>
          <w:ilvl w:val="0"/>
          <w:numId w:val="0"/>
        </w:numPr>
        <w:ind w:left="720" w:hanging="720"/>
        <w:jc w:val="center"/>
      </w:pPr>
      <w:bookmarkStart w:id="0" w:name="_Toc532392574"/>
      <w:bookmarkStart w:id="1" w:name="_Toc532538616"/>
      <w:bookmarkStart w:id="2" w:name="_Toc43082512"/>
      <w:r w:rsidRPr="00833B1E">
        <w:t>Podatki o gospodarskem subjektu</w:t>
      </w:r>
      <w:bookmarkEnd w:id="0"/>
      <w:bookmarkEnd w:id="1"/>
      <w:bookmarkEnd w:id="2"/>
    </w:p>
    <w:p w14:paraId="7481B9BA" w14:textId="2FBEFEBF" w:rsidR="004B2925" w:rsidRDefault="004B2925" w:rsidP="004B2925">
      <w:pPr>
        <w:pStyle w:val="Brezrazmikov"/>
        <w:jc w:val="center"/>
      </w:pPr>
      <w:r>
        <w:t>v postopku oddaje javnega naročila</w:t>
      </w:r>
    </w:p>
    <w:p w14:paraId="6BE5D03F" w14:textId="4C36FC81" w:rsidR="004B2925" w:rsidRDefault="004B2925" w:rsidP="004B2925">
      <w:pPr>
        <w:pStyle w:val="Brezrazmikov"/>
        <w:jc w:val="center"/>
      </w:pPr>
      <w:r w:rsidRPr="00043B6D">
        <w:t>TOPLOTNA OSKRBA ZAVODA HRASTOVEC S TOPLOTO NA LESNO BIOMASO</w:t>
      </w:r>
    </w:p>
    <w:p w14:paraId="6A72F9F8" w14:textId="77777777" w:rsidR="004B2925" w:rsidRDefault="004B2925" w:rsidP="004B2925">
      <w:pPr>
        <w:pStyle w:val="Brezrazmikov"/>
        <w:jc w:val="center"/>
      </w:pPr>
    </w:p>
    <w:p w14:paraId="57EC8D50" w14:textId="77777777" w:rsidR="004B2925" w:rsidRDefault="004B2925" w:rsidP="004B2925">
      <w:pPr>
        <w:pStyle w:val="Brezrazmikov"/>
      </w:pPr>
      <w:r>
        <w:t>V ponudbi nastopamo kot:</w:t>
      </w:r>
    </w:p>
    <w:p w14:paraId="28F61752" w14:textId="77777777" w:rsidR="004B2925" w:rsidRDefault="004B2925" w:rsidP="004B2925">
      <w:pPr>
        <w:pStyle w:val="Brezrazmikov"/>
      </w:pPr>
      <w: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Potrditev2"/>
      <w:r>
        <w:instrText xml:space="preserve"> FORMCHECKBOX </w:instrText>
      </w:r>
      <w:r w:rsidR="00056B2D">
        <w:fldChar w:fldCharType="separate"/>
      </w:r>
      <w:r>
        <w:fldChar w:fldCharType="end"/>
      </w:r>
      <w:bookmarkEnd w:id="3"/>
      <w:r>
        <w:t xml:space="preserve"> </w:t>
      </w:r>
      <w:r w:rsidRPr="008B6B2D">
        <w:t>samostojni ponudnik</w:t>
      </w:r>
      <w:r>
        <w:t>;</w:t>
      </w:r>
    </w:p>
    <w:p w14:paraId="03E975CA" w14:textId="77777777" w:rsidR="004B2925" w:rsidRDefault="004B2925" w:rsidP="004B2925">
      <w:pPr>
        <w:pStyle w:val="Brezrazmikov"/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Potrditev4"/>
      <w:r>
        <w:instrText xml:space="preserve"> FORMCHECKBOX </w:instrText>
      </w:r>
      <w:r w:rsidR="00056B2D">
        <w:fldChar w:fldCharType="separate"/>
      </w:r>
      <w:r>
        <w:fldChar w:fldCharType="end"/>
      </w:r>
      <w:bookmarkEnd w:id="4"/>
      <w:r>
        <w:t xml:space="preserve"> vodilni ponudnik;            </w:t>
      </w:r>
    </w:p>
    <w:p w14:paraId="2E58876C" w14:textId="77777777" w:rsidR="004B2925" w:rsidRDefault="004B2925" w:rsidP="004B2925">
      <w:pPr>
        <w:pStyle w:val="Brezrazmikov"/>
      </w:pPr>
      <w:r>
        <w:fldChar w:fldCharType="begin">
          <w:ffData>
            <w:name w:val="Potrditev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Potrditev3"/>
      <w:r>
        <w:instrText xml:space="preserve"> FORMCHECKBOX </w:instrText>
      </w:r>
      <w:r w:rsidR="00056B2D">
        <w:fldChar w:fldCharType="separate"/>
      </w:r>
      <w:r>
        <w:fldChar w:fldCharType="end"/>
      </w:r>
      <w:bookmarkEnd w:id="5"/>
      <w:r>
        <w:t xml:space="preserve"> partner v skupini ponudnikov;</w:t>
      </w:r>
    </w:p>
    <w:p w14:paraId="15500730" w14:textId="77777777" w:rsidR="004B2925" w:rsidRDefault="004B2925" w:rsidP="004B2925">
      <w:pPr>
        <w:pStyle w:val="Brezrazmikov"/>
      </w:pPr>
      <w: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56B2D">
        <w:fldChar w:fldCharType="separate"/>
      </w:r>
      <w:r>
        <w:fldChar w:fldCharType="end"/>
      </w:r>
      <w:r>
        <w:t xml:space="preserve"> ponudnik s podizvajalci;</w:t>
      </w:r>
    </w:p>
    <w:p w14:paraId="3A3084D2" w14:textId="77777777" w:rsidR="004B2925" w:rsidRDefault="004B2925" w:rsidP="004B2925">
      <w:pPr>
        <w:pStyle w:val="Brezrazmikov"/>
      </w:pPr>
      <w: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Potrditev5"/>
      <w:r>
        <w:instrText xml:space="preserve"> FORMCHECKBOX </w:instrText>
      </w:r>
      <w:r w:rsidR="00056B2D">
        <w:fldChar w:fldCharType="separate"/>
      </w:r>
      <w:r>
        <w:fldChar w:fldCharType="end"/>
      </w:r>
      <w:bookmarkEnd w:id="6"/>
      <w:r>
        <w:t xml:space="preserve"> podizvajalec ponudnika/partnerja: </w:t>
      </w:r>
      <w:r>
        <w:fldChar w:fldCharType="begin">
          <w:ffData>
            <w:name w:val="Besedilo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. </w:t>
      </w:r>
      <w: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Potrditev6"/>
      <w:r>
        <w:instrText xml:space="preserve"> FORMCHECKBOX </w:instrText>
      </w:r>
      <w:r w:rsidR="00056B2D">
        <w:fldChar w:fldCharType="separate"/>
      </w:r>
      <w:r>
        <w:fldChar w:fldCharType="end"/>
      </w:r>
      <w:bookmarkEnd w:id="7"/>
      <w:r>
        <w:t xml:space="preserve"> Prilagamo zahtevo po 94. čl. ZJN-3.</w:t>
      </w:r>
    </w:p>
    <w:p w14:paraId="72643198" w14:textId="77777777" w:rsidR="004B2925" w:rsidRDefault="004B2925" w:rsidP="00142E25">
      <w:pPr>
        <w:pStyle w:val="Brezrazmikov"/>
      </w:pPr>
    </w:p>
    <w:tbl>
      <w:tblPr>
        <w:tblW w:w="4854" w:type="pct"/>
        <w:tblBorders>
          <w:top w:val="single" w:sz="4" w:space="0" w:color="C5E0B3"/>
          <w:left w:val="single" w:sz="4" w:space="0" w:color="C5E0B3"/>
          <w:bottom w:val="single" w:sz="4" w:space="0" w:color="C5E0B3"/>
          <w:right w:val="single" w:sz="4" w:space="0" w:color="C5E0B3"/>
          <w:insideH w:val="single" w:sz="4" w:space="0" w:color="C5E0B3"/>
          <w:insideV w:val="single" w:sz="4" w:space="0" w:color="C5E0B3"/>
        </w:tblBorders>
        <w:tblLook w:val="0400" w:firstRow="0" w:lastRow="0" w:firstColumn="0" w:lastColumn="0" w:noHBand="0" w:noVBand="1"/>
      </w:tblPr>
      <w:tblGrid>
        <w:gridCol w:w="2271"/>
        <w:gridCol w:w="538"/>
        <w:gridCol w:w="4556"/>
        <w:gridCol w:w="2411"/>
      </w:tblGrid>
      <w:tr w:rsidR="004B2925" w14:paraId="3A718AB0" w14:textId="77777777" w:rsidTr="00142E25">
        <w:tc>
          <w:tcPr>
            <w:tcW w:w="1162" w:type="pct"/>
            <w:shd w:val="clear" w:color="auto" w:fill="auto"/>
            <w:vAlign w:val="center"/>
          </w:tcPr>
          <w:p w14:paraId="08CF9519" w14:textId="77777777" w:rsidR="004B2925" w:rsidRPr="008B6B2D" w:rsidRDefault="004B2925" w:rsidP="00142E25">
            <w:pPr>
              <w:pStyle w:val="Brezrazmikov"/>
            </w:pPr>
            <w:r w:rsidRPr="008B6B2D">
              <w:t>Firma / ime</w:t>
            </w:r>
            <w:r>
              <w:t>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1E97A3BF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4F880725" w14:textId="77777777" w:rsidTr="00142E25">
        <w:tc>
          <w:tcPr>
            <w:tcW w:w="1162" w:type="pct"/>
            <w:shd w:val="clear" w:color="auto" w:fill="auto"/>
            <w:vAlign w:val="center"/>
          </w:tcPr>
          <w:p w14:paraId="30E25389" w14:textId="77777777" w:rsidR="004B2925" w:rsidRPr="003F329A" w:rsidRDefault="004B2925" w:rsidP="00142E25">
            <w:pPr>
              <w:pStyle w:val="Brezrazmikov"/>
            </w:pPr>
            <w:r w:rsidRPr="007B1F25">
              <w:rPr>
                <w:lang w:val="x-none"/>
              </w:rPr>
              <w:t>Naslov</w:t>
            </w:r>
            <w:r>
              <w:t>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75AB8130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3F38A78F" w14:textId="77777777" w:rsidTr="00142E25">
        <w:tc>
          <w:tcPr>
            <w:tcW w:w="1162" w:type="pct"/>
            <w:shd w:val="clear" w:color="auto" w:fill="auto"/>
            <w:vAlign w:val="center"/>
          </w:tcPr>
          <w:p w14:paraId="30870842" w14:textId="77777777" w:rsidR="004B2925" w:rsidRPr="003F329A" w:rsidRDefault="004B2925" w:rsidP="00142E25">
            <w:pPr>
              <w:pStyle w:val="Brezrazmikov"/>
            </w:pPr>
            <w:r>
              <w:t>Podpisnik pogodbe:</w:t>
            </w:r>
          </w:p>
        </w:tc>
        <w:tc>
          <w:tcPr>
            <w:tcW w:w="2605" w:type="pct"/>
            <w:gridSpan w:val="2"/>
            <w:shd w:val="clear" w:color="auto" w:fill="auto"/>
          </w:tcPr>
          <w:p w14:paraId="4754A272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33" w:type="pct"/>
            <w:shd w:val="clear" w:color="auto" w:fill="auto"/>
          </w:tcPr>
          <w:p w14:paraId="14E8BA6C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Potrditev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Potrditev7"/>
            <w:r>
              <w:instrText xml:space="preserve"> FORMCHECKBOX </w:instrText>
            </w:r>
            <w:r w:rsidR="00056B2D">
              <w:fldChar w:fldCharType="separate"/>
            </w:r>
            <w:r>
              <w:fldChar w:fldCharType="end"/>
            </w:r>
            <w:bookmarkEnd w:id="8"/>
            <w:r>
              <w:t xml:space="preserve"> zakoniti zastopnik</w:t>
            </w:r>
          </w:p>
          <w:p w14:paraId="3F446DE4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Potrditev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Potrditev8"/>
            <w:r>
              <w:instrText xml:space="preserve"> FORMCHECKBOX </w:instrText>
            </w:r>
            <w:r w:rsidR="00056B2D">
              <w:fldChar w:fldCharType="separate"/>
            </w:r>
            <w:r>
              <w:fldChar w:fldCharType="end"/>
            </w:r>
            <w:bookmarkEnd w:id="9"/>
            <w:r>
              <w:t xml:space="preserve"> pooblaščenec</w:t>
            </w:r>
            <w:r>
              <w:rPr>
                <w:rStyle w:val="Sprotnaopomba-sklic"/>
              </w:rPr>
              <w:footnoteReference w:id="1"/>
            </w:r>
          </w:p>
        </w:tc>
      </w:tr>
      <w:tr w:rsidR="004B2925" w14:paraId="78C042C7" w14:textId="77777777" w:rsidTr="00142E25">
        <w:tc>
          <w:tcPr>
            <w:tcW w:w="1162" w:type="pct"/>
            <w:shd w:val="clear" w:color="auto" w:fill="auto"/>
            <w:vAlign w:val="center"/>
          </w:tcPr>
          <w:p w14:paraId="7B80E9B8" w14:textId="77777777" w:rsidR="004B2925" w:rsidRDefault="004B2925" w:rsidP="00142E25">
            <w:pPr>
              <w:pStyle w:val="Brezrazmikov"/>
            </w:pPr>
            <w:r>
              <w:t>Skrbnik pogodbe: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1B9330B5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004BC28B" w14:textId="77777777" w:rsidTr="00142E25">
        <w:tc>
          <w:tcPr>
            <w:tcW w:w="1162" w:type="pct"/>
            <w:shd w:val="clear" w:color="auto" w:fill="auto"/>
            <w:vAlign w:val="center"/>
          </w:tcPr>
          <w:p w14:paraId="02CEC0E3" w14:textId="77777777" w:rsidR="004B2925" w:rsidRPr="003F329A" w:rsidRDefault="004B2925" w:rsidP="00142E25">
            <w:pPr>
              <w:pStyle w:val="Brezrazmikov"/>
            </w:pPr>
            <w:r w:rsidRPr="007B1F25">
              <w:rPr>
                <w:lang w:val="x-none"/>
              </w:rPr>
              <w:t xml:space="preserve">Matična številka </w:t>
            </w:r>
            <w:r>
              <w:t>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50CA69DA" w14:textId="77777777" w:rsidR="004B2925" w:rsidRPr="00386119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7AD512F9" w14:textId="77777777" w:rsidTr="00142E25">
        <w:tc>
          <w:tcPr>
            <w:tcW w:w="1162" w:type="pct"/>
            <w:shd w:val="clear" w:color="auto" w:fill="auto"/>
            <w:vAlign w:val="center"/>
          </w:tcPr>
          <w:p w14:paraId="7572F9A7" w14:textId="77777777" w:rsidR="004B2925" w:rsidRPr="003F329A" w:rsidRDefault="004B2925" w:rsidP="00142E25">
            <w:pPr>
              <w:pStyle w:val="Brezrazmikov"/>
            </w:pPr>
            <w:r>
              <w:t xml:space="preserve">ID </w:t>
            </w:r>
            <w:r w:rsidRPr="007B1F25">
              <w:rPr>
                <w:lang w:val="x-none"/>
              </w:rPr>
              <w:t>za DDV</w:t>
            </w:r>
            <w:r>
              <w:t>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56E06D7C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36BCD8C9" w14:textId="77777777" w:rsidTr="00142E25">
        <w:tc>
          <w:tcPr>
            <w:tcW w:w="1162" w:type="pct"/>
            <w:shd w:val="clear" w:color="auto" w:fill="auto"/>
            <w:vAlign w:val="center"/>
          </w:tcPr>
          <w:p w14:paraId="5B45CDFF" w14:textId="77777777" w:rsidR="004B2925" w:rsidRPr="007B1F25" w:rsidRDefault="004B2925" w:rsidP="00142E25">
            <w:pPr>
              <w:pStyle w:val="Brezrazmikov"/>
              <w:rPr>
                <w:lang w:val="x-none"/>
              </w:rPr>
            </w:pPr>
            <w:r>
              <w:t>IBAN</w:t>
            </w:r>
            <w:r>
              <w:rPr>
                <w:rStyle w:val="Sprotnaopomba-sklic"/>
              </w:rPr>
              <w:footnoteReference w:id="2"/>
            </w:r>
            <w:r>
              <w:t>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1FFC8D13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73390302" w14:textId="77777777" w:rsidTr="00142E25">
        <w:tc>
          <w:tcPr>
            <w:tcW w:w="1162" w:type="pct"/>
            <w:shd w:val="clear" w:color="auto" w:fill="auto"/>
            <w:vAlign w:val="center"/>
          </w:tcPr>
          <w:p w14:paraId="05D56A6B" w14:textId="77777777" w:rsidR="004B2925" w:rsidRPr="003F329A" w:rsidRDefault="004B2925" w:rsidP="00142E25">
            <w:pPr>
              <w:pStyle w:val="Brezrazmikov"/>
            </w:pPr>
            <w:r>
              <w:t>Kontaktna oseba: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676044B7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420A468A" w14:textId="77777777" w:rsidTr="00142E25">
        <w:tc>
          <w:tcPr>
            <w:tcW w:w="1162" w:type="pct"/>
            <w:shd w:val="clear" w:color="auto" w:fill="auto"/>
            <w:vAlign w:val="center"/>
          </w:tcPr>
          <w:p w14:paraId="6D355E75" w14:textId="77777777" w:rsidR="004B2925" w:rsidRPr="003F329A" w:rsidRDefault="004B2925" w:rsidP="00142E25">
            <w:pPr>
              <w:pStyle w:val="Brezrazmikov"/>
            </w:pPr>
            <w:r w:rsidRPr="007B1F25">
              <w:rPr>
                <w:lang w:val="x-none"/>
              </w:rPr>
              <w:t>Telefon</w:t>
            </w:r>
            <w:r>
              <w:t>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33759CB9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72552B1C" w14:textId="77777777" w:rsidTr="00142E25">
        <w:tc>
          <w:tcPr>
            <w:tcW w:w="1162" w:type="pct"/>
            <w:shd w:val="clear" w:color="auto" w:fill="auto"/>
            <w:vAlign w:val="center"/>
          </w:tcPr>
          <w:p w14:paraId="1F40F41A" w14:textId="77777777" w:rsidR="004B2925" w:rsidRPr="003F329A" w:rsidRDefault="004B2925" w:rsidP="00142E25">
            <w:pPr>
              <w:pStyle w:val="Brezrazmikov"/>
            </w:pPr>
            <w:r w:rsidRPr="007B1F25">
              <w:rPr>
                <w:lang w:val="x-none"/>
              </w:rPr>
              <w:t>Elektronska pošta</w:t>
            </w:r>
            <w:r>
              <w:t>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19E1465D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40C13FA1" w14:textId="77777777" w:rsidTr="00142E25">
        <w:tc>
          <w:tcPr>
            <w:tcW w:w="1162" w:type="pct"/>
            <w:shd w:val="clear" w:color="auto" w:fill="auto"/>
            <w:vAlign w:val="center"/>
          </w:tcPr>
          <w:p w14:paraId="48449248" w14:textId="77777777" w:rsidR="004B2925" w:rsidRDefault="004B2925" w:rsidP="00142E25">
            <w:pPr>
              <w:pStyle w:val="Brezrazmikov"/>
            </w:pPr>
            <w:r>
              <w:t>Opis prevzetih del:</w:t>
            </w:r>
          </w:p>
        </w:tc>
        <w:tc>
          <w:tcPr>
            <w:tcW w:w="3838" w:type="pct"/>
            <w:gridSpan w:val="3"/>
            <w:shd w:val="clear" w:color="auto" w:fill="auto"/>
          </w:tcPr>
          <w:p w14:paraId="09ACAEF9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B2925" w14:paraId="7DDAE4AD" w14:textId="77777777" w:rsidTr="00142E25">
        <w:tc>
          <w:tcPr>
            <w:tcW w:w="1437" w:type="pct"/>
            <w:gridSpan w:val="2"/>
            <w:shd w:val="clear" w:color="auto" w:fill="auto"/>
            <w:vAlign w:val="center"/>
          </w:tcPr>
          <w:p w14:paraId="7F5A746E" w14:textId="77777777" w:rsidR="00142E25" w:rsidRDefault="004B2925" w:rsidP="00142E25">
            <w:pPr>
              <w:pStyle w:val="Brezrazmikov"/>
            </w:pPr>
            <w:r>
              <w:t xml:space="preserve">Ponudbena vrednost </w:t>
            </w:r>
          </w:p>
          <w:p w14:paraId="50B2CDAB" w14:textId="14C5B26B" w:rsidR="004B2925" w:rsidRDefault="00142E25" w:rsidP="00142E25">
            <w:pPr>
              <w:pStyle w:val="Brezrazmikov"/>
            </w:pPr>
            <w:r>
              <w:t xml:space="preserve">prevzetih del </w:t>
            </w:r>
            <w:r w:rsidR="004B2925">
              <w:t>(brez DDV):</w:t>
            </w:r>
          </w:p>
        </w:tc>
        <w:tc>
          <w:tcPr>
            <w:tcW w:w="3563" w:type="pct"/>
            <w:gridSpan w:val="2"/>
            <w:shd w:val="clear" w:color="auto" w:fill="auto"/>
          </w:tcPr>
          <w:p w14:paraId="7688EC37" w14:textId="77777777" w:rsidR="004B2925" w:rsidRDefault="004B2925" w:rsidP="00142E25">
            <w:pPr>
              <w:pStyle w:val="Brezrazmikov"/>
            </w:pP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49C0650" w14:textId="77777777" w:rsidR="004B2925" w:rsidRDefault="004B2925" w:rsidP="00142E25">
      <w:pPr>
        <w:pStyle w:val="Brezrazmikov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4B2925" w14:paraId="4D25372B" w14:textId="77777777" w:rsidTr="00DF42DF">
        <w:tc>
          <w:tcPr>
            <w:tcW w:w="3070" w:type="dxa"/>
            <w:shd w:val="clear" w:color="auto" w:fill="auto"/>
          </w:tcPr>
          <w:p w14:paraId="00AB04C1" w14:textId="77777777" w:rsidR="004B2925" w:rsidRDefault="004B2925" w:rsidP="00142E25">
            <w:pPr>
              <w:pStyle w:val="Brezrazmikov"/>
            </w:pPr>
            <w:r>
              <w:t xml:space="preserve">Kraj: </w:t>
            </w:r>
            <w: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70" w:type="dxa"/>
            <w:shd w:val="clear" w:color="auto" w:fill="auto"/>
          </w:tcPr>
          <w:p w14:paraId="3BE223D9" w14:textId="77777777" w:rsidR="004B2925" w:rsidRDefault="004B2925" w:rsidP="00142E25">
            <w:pPr>
              <w:pStyle w:val="Brezrazmikov"/>
            </w:pPr>
            <w:r>
              <w:t>Žig</w:t>
            </w:r>
          </w:p>
        </w:tc>
        <w:tc>
          <w:tcPr>
            <w:tcW w:w="3070" w:type="dxa"/>
            <w:shd w:val="clear" w:color="auto" w:fill="auto"/>
          </w:tcPr>
          <w:p w14:paraId="6D861D76" w14:textId="77777777" w:rsidR="004B2925" w:rsidRDefault="004B2925" w:rsidP="00142E25">
            <w:pPr>
              <w:pStyle w:val="Brezrazmikov"/>
            </w:pPr>
            <w:r>
              <w:t>Podpis odgovorne osebe:</w:t>
            </w:r>
          </w:p>
        </w:tc>
      </w:tr>
      <w:tr w:rsidR="004B2925" w14:paraId="0BA3FA1D" w14:textId="77777777" w:rsidTr="00DF42DF">
        <w:tc>
          <w:tcPr>
            <w:tcW w:w="3070" w:type="dxa"/>
            <w:shd w:val="clear" w:color="auto" w:fill="auto"/>
          </w:tcPr>
          <w:p w14:paraId="27C25DD7" w14:textId="77777777" w:rsidR="004B2925" w:rsidRDefault="004B2925" w:rsidP="00142E25">
            <w:pPr>
              <w:pStyle w:val="Brezrazmikov"/>
            </w:pPr>
            <w:r>
              <w:t xml:space="preserve">Datum: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70" w:type="dxa"/>
            <w:shd w:val="clear" w:color="auto" w:fill="auto"/>
          </w:tcPr>
          <w:p w14:paraId="6696C630" w14:textId="77777777" w:rsidR="004B2925" w:rsidRDefault="004B2925" w:rsidP="00142E25">
            <w:pPr>
              <w:pStyle w:val="Brezrazmikov"/>
            </w:pPr>
          </w:p>
          <w:p w14:paraId="413E0B69" w14:textId="77777777" w:rsidR="004B2925" w:rsidRDefault="004B2925" w:rsidP="00142E25">
            <w:pPr>
              <w:pStyle w:val="Brezrazmikov"/>
            </w:pPr>
            <w:r>
              <w:t xml:space="preserve">Opomba: </w:t>
            </w:r>
            <w: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56B2D">
              <w:fldChar w:fldCharType="separate"/>
            </w:r>
            <w:r>
              <w:fldChar w:fldCharType="end"/>
            </w:r>
            <w:r>
              <w:t xml:space="preserve"> Ne poslujemo z žigom.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</w:tcPr>
          <w:p w14:paraId="6ECB630E" w14:textId="616FCFDC" w:rsidR="00142E25" w:rsidRDefault="00142E25" w:rsidP="00142E25">
            <w:pPr>
              <w:pStyle w:val="Brezrazmikov"/>
            </w:pPr>
          </w:p>
        </w:tc>
      </w:tr>
    </w:tbl>
    <w:p w14:paraId="558A8995" w14:textId="56FBAAE8" w:rsidR="00142E25" w:rsidRDefault="00142E25" w:rsidP="00D77ECB">
      <w:pPr>
        <w:pStyle w:val="Brezrazmikov"/>
      </w:pPr>
    </w:p>
    <w:sectPr w:rsidR="00142E25" w:rsidSect="004B6885">
      <w:headerReference w:type="default" r:id="rId9"/>
      <w:footerReference w:type="default" r:id="rId10"/>
      <w:pgSz w:w="12240" w:h="15840"/>
      <w:pgMar w:top="1080" w:right="1080" w:bottom="1080" w:left="108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99470" w14:textId="77777777" w:rsidR="00056B2D" w:rsidRDefault="00056B2D">
      <w:pPr>
        <w:spacing w:after="0" w:line="240" w:lineRule="auto"/>
      </w:pPr>
      <w:r>
        <w:separator/>
      </w:r>
    </w:p>
  </w:endnote>
  <w:endnote w:type="continuationSeparator" w:id="0">
    <w:p w14:paraId="1FABBB5D" w14:textId="77777777" w:rsidR="00056B2D" w:rsidRDefault="00056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YGothic-Extra">
    <w:panose1 w:val="00000000000000000000"/>
    <w:charset w:val="81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C32E1" w14:textId="18C19431" w:rsidR="00F15A00" w:rsidRDefault="00F15A00" w:rsidP="00B36DD2">
    <w:pPr>
      <w:pStyle w:val="Noga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7710F0" wp14:editId="555ED4F8">
              <wp:simplePos x="0" y="0"/>
              <wp:positionH relativeFrom="margin">
                <wp:posOffset>6504305</wp:posOffset>
              </wp:positionH>
              <wp:positionV relativeFrom="margin">
                <wp:posOffset>6023610</wp:posOffset>
              </wp:positionV>
              <wp:extent cx="128270" cy="2823210"/>
              <wp:effectExtent l="0" t="0" r="5080" b="0"/>
              <wp:wrapNone/>
              <wp:docPr id="347" name="Pravokotni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w14:anchorId="761C3577" id="Pravokotnik 9" o:spid="_x0000_s1026" style="position:absolute;margin-left:512.15pt;margin-top:474.3pt;width:10.1pt;height:222.3pt;z-index:251672576;visibility:visible;mso-wrap-style:square;mso-width-percent:20;mso-height-percent:3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3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" fillcolor="#7030a0" strok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D7D16D2" wp14:editId="59537BC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400800" cy="160655"/>
              <wp:effectExtent l="0" t="0" r="0" b="0"/>
              <wp:wrapNone/>
              <wp:docPr id="343" name="Polje z besedilo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F036B" w14:textId="77777777" w:rsidR="00F15A00" w:rsidRDefault="00F15A00" w:rsidP="00B36DD2">
                          <w:pPr>
                            <w:pStyle w:val="Brezrazmikov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w14:anchorId="2D7D16D2" id="Polje z besedilom 5" o:spid="_x0000_s1034" type="#_x0000_t202" style="position:absolute;margin-left:0;margin-top:0;width:7in;height:12.65pt;z-index:251673600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100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" filled="f" stroked="f">
              <v:textbox style="mso-fit-shape-to-text:t" inset=",0,,0">
                <w:txbxContent>
                  <w:p w14:paraId="2D5F036B" w14:textId="77777777" w:rsidR="00C53D51" w:rsidRDefault="00C53D51" w:rsidP="00B36DD2">
                    <w:pPr>
                      <w:pStyle w:val="Brezrazmikov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060F4F" wp14:editId="3085F72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8475" cy="9114790"/>
              <wp:effectExtent l="0" t="0" r="635" b="6350"/>
              <wp:wrapNone/>
              <wp:docPr id="345" name="Pravokot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8475" cy="911479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w14:anchorId="4DED82E3" id="Pravokotnik 4" o:spid="_x0000_s1026" style="position:absolute;margin-left:0;margin-top:0;width:539.25pt;height:717.7pt;z-index:25167052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" filled="f" strokecolor="black [3213]">
              <w10:wrap anchorx="margin" anchory="margin"/>
            </v:rect>
          </w:pict>
        </mc:Fallback>
      </mc:AlternateContent>
    </w:r>
  </w:p>
  <w:p w14:paraId="3E28C851" w14:textId="77777777" w:rsidR="00F15A00" w:rsidRPr="00B36DD2" w:rsidRDefault="00F15A00" w:rsidP="00B36D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B5FC8" w14:textId="77777777" w:rsidR="00056B2D" w:rsidRDefault="00056B2D">
      <w:pPr>
        <w:spacing w:after="0" w:line="240" w:lineRule="auto"/>
      </w:pPr>
      <w:r>
        <w:separator/>
      </w:r>
    </w:p>
  </w:footnote>
  <w:footnote w:type="continuationSeparator" w:id="0">
    <w:p w14:paraId="63FE3657" w14:textId="77777777" w:rsidR="00056B2D" w:rsidRDefault="00056B2D">
      <w:pPr>
        <w:spacing w:after="0" w:line="240" w:lineRule="auto"/>
      </w:pPr>
      <w:r>
        <w:continuationSeparator/>
      </w:r>
    </w:p>
  </w:footnote>
  <w:footnote w:id="1">
    <w:p w14:paraId="2CBEDEE9" w14:textId="77777777" w:rsidR="00F15A00" w:rsidRPr="00142E25" w:rsidRDefault="00F15A00" w:rsidP="004B2925">
      <w:pPr>
        <w:pStyle w:val="Sprotnaopomba-besedilo"/>
        <w:rPr>
          <w:rFonts w:asciiTheme="minorHAnsi" w:hAnsiTheme="minorHAnsi" w:cstheme="minorHAnsi"/>
        </w:rPr>
      </w:pPr>
      <w:r w:rsidRPr="00142E25">
        <w:rPr>
          <w:rStyle w:val="Sprotnaopomba-sklic"/>
          <w:rFonts w:asciiTheme="minorHAnsi" w:hAnsiTheme="minorHAnsi" w:cstheme="minorHAnsi"/>
        </w:rPr>
        <w:footnoteRef/>
      </w:r>
      <w:r w:rsidRPr="00142E25">
        <w:rPr>
          <w:rFonts w:asciiTheme="minorHAnsi" w:hAnsiTheme="minorHAnsi" w:cstheme="minorHAnsi"/>
        </w:rPr>
        <w:t xml:space="preserve"> Obvezno priložiti pooblastilo!</w:t>
      </w:r>
    </w:p>
  </w:footnote>
  <w:footnote w:id="2">
    <w:p w14:paraId="317A6936" w14:textId="77777777" w:rsidR="00F15A00" w:rsidRDefault="00F15A00" w:rsidP="004B2925">
      <w:pPr>
        <w:pStyle w:val="Sprotnaopomba-besedilo"/>
      </w:pPr>
      <w:r w:rsidRPr="00142E25">
        <w:rPr>
          <w:rStyle w:val="Sprotnaopomba-sklic"/>
          <w:rFonts w:asciiTheme="minorHAnsi" w:hAnsiTheme="minorHAnsi" w:cstheme="minorHAnsi"/>
        </w:rPr>
        <w:footnoteRef/>
      </w:r>
      <w:r w:rsidRPr="00142E25">
        <w:rPr>
          <w:rFonts w:asciiTheme="minorHAnsi" w:hAnsiTheme="minorHAnsi" w:cstheme="minorHAnsi"/>
        </w:rPr>
        <w:t xml:space="preserve"> Navesti številko TRR, na katerega se bo izvajalo plačilo po pogodbi. Če se plačilo izvaja glavnemu izvajalcu oz. vodilnemu ponudniku polje pustite prazno!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2F994" w14:textId="77777777" w:rsidR="00F15A00" w:rsidRDefault="00F15A00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94B0E65" wp14:editId="6F73F47B">
              <wp:simplePos x="0" y="0"/>
              <wp:positionH relativeFrom="margin">
                <wp:posOffset>6504305</wp:posOffset>
              </wp:positionH>
              <wp:positionV relativeFrom="margin">
                <wp:posOffset>-260350</wp:posOffset>
              </wp:positionV>
              <wp:extent cx="128270" cy="6297930"/>
              <wp:effectExtent l="0" t="0" r="5080" b="7620"/>
              <wp:wrapNone/>
              <wp:docPr id="346" name="Pravokotni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w14:anchorId="7077142E" id="Pravokotnik 8" o:spid="_x0000_s1026" style="position:absolute;margin-left:512.15pt;margin-top:-20.5pt;width:10.1pt;height:495.9pt;z-index:251671552;visibility:visible;mso-wrap-style:square;mso-width-percent:20;mso-height-percent:7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7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" fillcolor="black [3213]" stroked="f"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4155"/>
    <w:multiLevelType w:val="hybridMultilevel"/>
    <w:tmpl w:val="CB02917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353F21"/>
    <w:multiLevelType w:val="hybridMultilevel"/>
    <w:tmpl w:val="432E971C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76283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8147E8"/>
    <w:multiLevelType w:val="hybridMultilevel"/>
    <w:tmpl w:val="AA9007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72BBB"/>
    <w:multiLevelType w:val="hybridMultilevel"/>
    <w:tmpl w:val="D0AAC54E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25A35"/>
    <w:multiLevelType w:val="hybridMultilevel"/>
    <w:tmpl w:val="DA92C0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7218B"/>
    <w:multiLevelType w:val="hybridMultilevel"/>
    <w:tmpl w:val="333041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B310A"/>
    <w:multiLevelType w:val="hybridMultilevel"/>
    <w:tmpl w:val="21700B9C"/>
    <w:lvl w:ilvl="0" w:tplc="04070007">
      <w:start w:val="1"/>
      <w:numFmt w:val="bullet"/>
      <w:lvlText w:val="-"/>
      <w:lvlJc w:val="left"/>
      <w:pPr>
        <w:ind w:left="717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1A4F75AE"/>
    <w:multiLevelType w:val="hybridMultilevel"/>
    <w:tmpl w:val="2D2423BE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94CCF"/>
    <w:multiLevelType w:val="hybridMultilevel"/>
    <w:tmpl w:val="6A943CFA"/>
    <w:lvl w:ilvl="0" w:tplc="A5948F34">
      <w:start w:val="1"/>
      <w:numFmt w:val="decimal"/>
      <w:pStyle w:val="Naslovslik"/>
      <w:lvlText w:val="Slika %1:"/>
      <w:lvlJc w:val="lef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874035CA">
      <w:numFmt w:val="bullet"/>
      <w:lvlText w:val="-"/>
      <w:lvlJc w:val="left"/>
      <w:pPr>
        <w:ind w:left="1608" w:hanging="528"/>
      </w:pPr>
      <w:rPr>
        <w:rFonts w:ascii="Arial" w:eastAsiaTheme="minorEastAsia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0CE9"/>
    <w:multiLevelType w:val="hybridMultilevel"/>
    <w:tmpl w:val="D4020E1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83B6F"/>
    <w:multiLevelType w:val="hybridMultilevel"/>
    <w:tmpl w:val="AECE9FE6"/>
    <w:lvl w:ilvl="0" w:tplc="6742A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413F9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F1F95"/>
    <w:multiLevelType w:val="hybridMultilevel"/>
    <w:tmpl w:val="22128118"/>
    <w:lvl w:ilvl="0" w:tplc="FE42DE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F01F0"/>
    <w:multiLevelType w:val="hybridMultilevel"/>
    <w:tmpl w:val="E5FA682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E14E37"/>
    <w:multiLevelType w:val="hybridMultilevel"/>
    <w:tmpl w:val="929034F8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2D6E0C"/>
    <w:multiLevelType w:val="hybridMultilevel"/>
    <w:tmpl w:val="FDA6519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00117"/>
    <w:multiLevelType w:val="hybridMultilevel"/>
    <w:tmpl w:val="01267AF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E05F1"/>
    <w:multiLevelType w:val="hybridMultilevel"/>
    <w:tmpl w:val="42541F0E"/>
    <w:lvl w:ilvl="0" w:tplc="CF50B2DA">
      <w:start w:val="1420"/>
      <w:numFmt w:val="bullet"/>
      <w:lvlText w:val="-"/>
      <w:lvlJc w:val="left"/>
      <w:pPr>
        <w:ind w:left="36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0C10E3"/>
    <w:multiLevelType w:val="hybridMultilevel"/>
    <w:tmpl w:val="EAFC616C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2719F"/>
    <w:multiLevelType w:val="hybridMultilevel"/>
    <w:tmpl w:val="54F83D6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26759"/>
    <w:multiLevelType w:val="hybridMultilevel"/>
    <w:tmpl w:val="40406336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71AFD"/>
    <w:multiLevelType w:val="hybridMultilevel"/>
    <w:tmpl w:val="525646D6"/>
    <w:lvl w:ilvl="0" w:tplc="E0E0B0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1A445B"/>
    <w:multiLevelType w:val="hybridMultilevel"/>
    <w:tmpl w:val="21842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E67CE"/>
    <w:multiLevelType w:val="hybridMultilevel"/>
    <w:tmpl w:val="31143A6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AD4D03"/>
    <w:multiLevelType w:val="multilevel"/>
    <w:tmpl w:val="501A50E8"/>
    <w:lvl w:ilvl="0">
      <w:start w:val="1"/>
      <w:numFmt w:val="decimal"/>
      <w:pStyle w:val="Naslov1"/>
      <w:lvlText w:val="%1."/>
      <w:lvlJc w:val="left"/>
      <w:pPr>
        <w:ind w:left="2486" w:hanging="360"/>
      </w:pPr>
    </w:lvl>
    <w:lvl w:ilvl="1">
      <w:start w:val="1"/>
      <w:numFmt w:val="decimal"/>
      <w:pStyle w:val="Naslov2"/>
      <w:lvlText w:val="%1.%2."/>
      <w:lvlJc w:val="left"/>
      <w:pPr>
        <w:ind w:left="2918" w:hanging="432"/>
      </w:pPr>
      <w:rPr>
        <w:color w:val="7030A0"/>
      </w:rPr>
    </w:lvl>
    <w:lvl w:ilvl="2">
      <w:start w:val="1"/>
      <w:numFmt w:val="decimal"/>
      <w:pStyle w:val="Naslov3"/>
      <w:lvlText w:val="%1.%2.%3."/>
      <w:lvlJc w:val="left"/>
      <w:pPr>
        <w:ind w:left="2489" w:hanging="504"/>
      </w:pPr>
      <w:rPr>
        <w:color w:val="0070C0"/>
      </w:rPr>
    </w:lvl>
    <w:lvl w:ilvl="3">
      <w:start w:val="1"/>
      <w:numFmt w:val="decimal"/>
      <w:lvlText w:val="%1.%2.%3.%4."/>
      <w:lvlJc w:val="left"/>
      <w:pPr>
        <w:ind w:left="3854" w:hanging="648"/>
      </w:pPr>
    </w:lvl>
    <w:lvl w:ilvl="4">
      <w:start w:val="1"/>
      <w:numFmt w:val="decimal"/>
      <w:lvlText w:val="%1.%2.%3.%4.%5."/>
      <w:lvlJc w:val="left"/>
      <w:pPr>
        <w:ind w:left="4358" w:hanging="792"/>
      </w:pPr>
    </w:lvl>
    <w:lvl w:ilvl="5">
      <w:start w:val="1"/>
      <w:numFmt w:val="decimal"/>
      <w:lvlText w:val="%1.%2.%3.%4.%5.%6."/>
      <w:lvlJc w:val="left"/>
      <w:pPr>
        <w:ind w:left="4862" w:hanging="936"/>
      </w:pPr>
    </w:lvl>
    <w:lvl w:ilvl="6">
      <w:start w:val="1"/>
      <w:numFmt w:val="decimal"/>
      <w:lvlText w:val="%1.%2.%3.%4.%5.%6.%7."/>
      <w:lvlJc w:val="left"/>
      <w:pPr>
        <w:ind w:left="5366" w:hanging="1080"/>
      </w:pPr>
    </w:lvl>
    <w:lvl w:ilvl="7">
      <w:start w:val="1"/>
      <w:numFmt w:val="decimal"/>
      <w:lvlText w:val="%1.%2.%3.%4.%5.%6.%7.%8."/>
      <w:lvlJc w:val="left"/>
      <w:pPr>
        <w:ind w:left="5870" w:hanging="1224"/>
      </w:pPr>
    </w:lvl>
    <w:lvl w:ilvl="8">
      <w:start w:val="1"/>
      <w:numFmt w:val="decimal"/>
      <w:lvlText w:val="%1.%2.%3.%4.%5.%6.%7.%8.%9."/>
      <w:lvlJc w:val="left"/>
      <w:pPr>
        <w:ind w:left="6446" w:hanging="1440"/>
      </w:pPr>
    </w:lvl>
  </w:abstractNum>
  <w:abstractNum w:abstractNumId="26" w15:restartNumberingAfterBreak="0">
    <w:nsid w:val="50E35AB0"/>
    <w:multiLevelType w:val="hybridMultilevel"/>
    <w:tmpl w:val="941A2ABA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2515D6"/>
    <w:multiLevelType w:val="hybridMultilevel"/>
    <w:tmpl w:val="9D12239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4A3340"/>
    <w:multiLevelType w:val="hybridMultilevel"/>
    <w:tmpl w:val="7F96246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63284C"/>
    <w:multiLevelType w:val="hybridMultilevel"/>
    <w:tmpl w:val="35A68D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A1649E"/>
    <w:multiLevelType w:val="hybridMultilevel"/>
    <w:tmpl w:val="92A09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F5C12"/>
    <w:multiLevelType w:val="hybridMultilevel"/>
    <w:tmpl w:val="D652B6E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61AD0"/>
    <w:multiLevelType w:val="hybridMultilevel"/>
    <w:tmpl w:val="2956201E"/>
    <w:lvl w:ilvl="0" w:tplc="0D24988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86A8B"/>
    <w:multiLevelType w:val="hybridMultilevel"/>
    <w:tmpl w:val="703C05B0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482397"/>
    <w:multiLevelType w:val="hybridMultilevel"/>
    <w:tmpl w:val="422E682E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3C3C12"/>
    <w:multiLevelType w:val="hybridMultilevel"/>
    <w:tmpl w:val="78A4CD6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A3757"/>
    <w:multiLevelType w:val="hybridMultilevel"/>
    <w:tmpl w:val="B2584F6C"/>
    <w:lvl w:ilvl="0" w:tplc="D02CABEE">
      <w:start w:val="1"/>
      <w:numFmt w:val="decimal"/>
      <w:pStyle w:val="Naslovtabele"/>
      <w:lvlText w:val="Tabela %1: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B4E52"/>
    <w:multiLevelType w:val="hybridMultilevel"/>
    <w:tmpl w:val="C44C33B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B477A6"/>
    <w:multiLevelType w:val="hybridMultilevel"/>
    <w:tmpl w:val="B8089D1C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A22DAE"/>
    <w:multiLevelType w:val="hybridMultilevel"/>
    <w:tmpl w:val="17A683A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1E32CD"/>
    <w:multiLevelType w:val="hybridMultilevel"/>
    <w:tmpl w:val="2FA88EC8"/>
    <w:lvl w:ilvl="0" w:tplc="06880650">
      <w:start w:val="1"/>
      <w:numFmt w:val="lowerLetter"/>
      <w:lvlText w:val="%1) 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205CC"/>
    <w:multiLevelType w:val="hybridMultilevel"/>
    <w:tmpl w:val="271EFED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01654B"/>
    <w:multiLevelType w:val="hybridMultilevel"/>
    <w:tmpl w:val="6F82618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BD0A69"/>
    <w:multiLevelType w:val="hybridMultilevel"/>
    <w:tmpl w:val="3C34F4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221886"/>
    <w:multiLevelType w:val="hybridMultilevel"/>
    <w:tmpl w:val="8C146CA6"/>
    <w:lvl w:ilvl="0" w:tplc="CF50B2DA">
      <w:start w:val="1420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82490"/>
    <w:multiLevelType w:val="hybridMultilevel"/>
    <w:tmpl w:val="CA7C7C6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546D12"/>
    <w:multiLevelType w:val="hybridMultilevel"/>
    <w:tmpl w:val="3C48FD52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D17BAD"/>
    <w:multiLevelType w:val="hybridMultilevel"/>
    <w:tmpl w:val="D6587C9C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2D3888"/>
    <w:multiLevelType w:val="hybridMultilevel"/>
    <w:tmpl w:val="850EE6F4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EB0C80"/>
    <w:multiLevelType w:val="hybridMultilevel"/>
    <w:tmpl w:val="9C141E0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4A541F"/>
    <w:multiLevelType w:val="hybridMultilevel"/>
    <w:tmpl w:val="B468A9BC"/>
    <w:lvl w:ilvl="0" w:tplc="04070007">
      <w:start w:val="1"/>
      <w:numFmt w:val="bullet"/>
      <w:lvlText w:val="-"/>
      <w:lvlJc w:val="left"/>
      <w:pPr>
        <w:ind w:left="717" w:hanging="360"/>
      </w:pPr>
      <w:rPr>
        <w:rFonts w:hint="default"/>
        <w:sz w:val="16"/>
      </w:rPr>
    </w:lvl>
    <w:lvl w:ilvl="1" w:tplc="04240019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7D7A0B4D"/>
    <w:multiLevelType w:val="hybridMultilevel"/>
    <w:tmpl w:val="04E40FA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36"/>
  </w:num>
  <w:num w:numId="4">
    <w:abstractNumId w:val="43"/>
  </w:num>
  <w:num w:numId="5">
    <w:abstractNumId w:val="6"/>
  </w:num>
  <w:num w:numId="6">
    <w:abstractNumId w:val="18"/>
  </w:num>
  <w:num w:numId="7">
    <w:abstractNumId w:val="39"/>
  </w:num>
  <w:num w:numId="8">
    <w:abstractNumId w:val="8"/>
  </w:num>
  <w:num w:numId="9">
    <w:abstractNumId w:val="50"/>
  </w:num>
  <w:num w:numId="10">
    <w:abstractNumId w:val="24"/>
  </w:num>
  <w:num w:numId="11">
    <w:abstractNumId w:val="37"/>
  </w:num>
  <w:num w:numId="12">
    <w:abstractNumId w:val="31"/>
  </w:num>
  <w:num w:numId="13">
    <w:abstractNumId w:val="13"/>
  </w:num>
  <w:num w:numId="14">
    <w:abstractNumId w:val="19"/>
  </w:num>
  <w:num w:numId="15">
    <w:abstractNumId w:val="52"/>
  </w:num>
  <w:num w:numId="16">
    <w:abstractNumId w:val="5"/>
  </w:num>
  <w:num w:numId="17">
    <w:abstractNumId w:val="30"/>
  </w:num>
  <w:num w:numId="18">
    <w:abstractNumId w:val="41"/>
  </w:num>
  <w:num w:numId="19">
    <w:abstractNumId w:val="20"/>
  </w:num>
  <w:num w:numId="20">
    <w:abstractNumId w:val="7"/>
  </w:num>
  <w:num w:numId="21">
    <w:abstractNumId w:val="35"/>
  </w:num>
  <w:num w:numId="22">
    <w:abstractNumId w:val="10"/>
  </w:num>
  <w:num w:numId="23">
    <w:abstractNumId w:val="11"/>
  </w:num>
  <w:num w:numId="24">
    <w:abstractNumId w:val="23"/>
  </w:num>
  <w:num w:numId="25">
    <w:abstractNumId w:val="16"/>
  </w:num>
  <w:num w:numId="26">
    <w:abstractNumId w:val="2"/>
  </w:num>
  <w:num w:numId="27">
    <w:abstractNumId w:val="0"/>
  </w:num>
  <w:num w:numId="28">
    <w:abstractNumId w:val="48"/>
  </w:num>
  <w:num w:numId="29">
    <w:abstractNumId w:val="40"/>
  </w:num>
  <w:num w:numId="30">
    <w:abstractNumId w:val="15"/>
  </w:num>
  <w:num w:numId="31">
    <w:abstractNumId w:val="14"/>
  </w:num>
  <w:num w:numId="32">
    <w:abstractNumId w:val="46"/>
  </w:num>
  <w:num w:numId="33">
    <w:abstractNumId w:val="42"/>
  </w:num>
  <w:num w:numId="34">
    <w:abstractNumId w:val="28"/>
  </w:num>
  <w:num w:numId="35">
    <w:abstractNumId w:val="17"/>
  </w:num>
  <w:num w:numId="36">
    <w:abstractNumId w:val="47"/>
  </w:num>
  <w:num w:numId="37">
    <w:abstractNumId w:val="51"/>
  </w:num>
  <w:num w:numId="38">
    <w:abstractNumId w:val="12"/>
  </w:num>
  <w:num w:numId="39">
    <w:abstractNumId w:val="45"/>
  </w:num>
  <w:num w:numId="40">
    <w:abstractNumId w:val="38"/>
  </w:num>
  <w:num w:numId="41">
    <w:abstractNumId w:val="29"/>
  </w:num>
  <w:num w:numId="42">
    <w:abstractNumId w:val="27"/>
  </w:num>
  <w:num w:numId="43">
    <w:abstractNumId w:val="3"/>
  </w:num>
  <w:num w:numId="44">
    <w:abstractNumId w:val="34"/>
  </w:num>
  <w:num w:numId="45">
    <w:abstractNumId w:val="26"/>
  </w:num>
  <w:num w:numId="46">
    <w:abstractNumId w:val="49"/>
  </w:num>
  <w:num w:numId="47">
    <w:abstractNumId w:val="22"/>
  </w:num>
  <w:num w:numId="48">
    <w:abstractNumId w:val="32"/>
  </w:num>
  <w:num w:numId="49">
    <w:abstractNumId w:val="44"/>
  </w:num>
  <w:num w:numId="50">
    <w:abstractNumId w:val="33"/>
  </w:num>
  <w:num w:numId="51">
    <w:abstractNumId w:val="21"/>
  </w:num>
  <w:num w:numId="52">
    <w:abstractNumId w:val="4"/>
  </w:num>
  <w:num w:numId="53">
    <w:abstractNumId w:val="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iJxGrSP9LwwVw5f1lpi2yaaXT7sqsBJYcB/UKo8VFdT0o877P0yp91jytuuH+Ct2dg0o7q7y2F39r/V0w7h1vA==" w:salt="kCuyDSlIIJYHrgQgft/v3A==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98A"/>
    <w:rsid w:val="0000662E"/>
    <w:rsid w:val="000263EB"/>
    <w:rsid w:val="00030BAA"/>
    <w:rsid w:val="0003135E"/>
    <w:rsid w:val="00031DE2"/>
    <w:rsid w:val="00034793"/>
    <w:rsid w:val="000352FA"/>
    <w:rsid w:val="00043B6D"/>
    <w:rsid w:val="00043F24"/>
    <w:rsid w:val="000525C4"/>
    <w:rsid w:val="00054F61"/>
    <w:rsid w:val="00056B2D"/>
    <w:rsid w:val="00060395"/>
    <w:rsid w:val="00062BD6"/>
    <w:rsid w:val="0007629E"/>
    <w:rsid w:val="000829DC"/>
    <w:rsid w:val="00086442"/>
    <w:rsid w:val="00095DFF"/>
    <w:rsid w:val="00097ECA"/>
    <w:rsid w:val="000A1842"/>
    <w:rsid w:val="000A2BA4"/>
    <w:rsid w:val="000A2D4D"/>
    <w:rsid w:val="000A5261"/>
    <w:rsid w:val="000C4A54"/>
    <w:rsid w:val="000C4A60"/>
    <w:rsid w:val="000C598A"/>
    <w:rsid w:val="000D1838"/>
    <w:rsid w:val="000D2AF7"/>
    <w:rsid w:val="000D476F"/>
    <w:rsid w:val="000E14D7"/>
    <w:rsid w:val="000E2DCE"/>
    <w:rsid w:val="000E3408"/>
    <w:rsid w:val="000F23F3"/>
    <w:rsid w:val="000F4424"/>
    <w:rsid w:val="000F6162"/>
    <w:rsid w:val="00101159"/>
    <w:rsid w:val="001058DC"/>
    <w:rsid w:val="00110DC1"/>
    <w:rsid w:val="0011302C"/>
    <w:rsid w:val="001153C9"/>
    <w:rsid w:val="00115623"/>
    <w:rsid w:val="00120E3C"/>
    <w:rsid w:val="00123A1D"/>
    <w:rsid w:val="001250D8"/>
    <w:rsid w:val="0012591B"/>
    <w:rsid w:val="001316CF"/>
    <w:rsid w:val="001323AB"/>
    <w:rsid w:val="00136F2F"/>
    <w:rsid w:val="00141A8A"/>
    <w:rsid w:val="00141AA9"/>
    <w:rsid w:val="00142E25"/>
    <w:rsid w:val="00154A39"/>
    <w:rsid w:val="0016039E"/>
    <w:rsid w:val="00161FA8"/>
    <w:rsid w:val="00166429"/>
    <w:rsid w:val="00174593"/>
    <w:rsid w:val="00175C28"/>
    <w:rsid w:val="00177CCB"/>
    <w:rsid w:val="00180B86"/>
    <w:rsid w:val="00181A4F"/>
    <w:rsid w:val="00183A73"/>
    <w:rsid w:val="00184CB1"/>
    <w:rsid w:val="001918C8"/>
    <w:rsid w:val="00193D34"/>
    <w:rsid w:val="001956A6"/>
    <w:rsid w:val="001A2007"/>
    <w:rsid w:val="001B08BC"/>
    <w:rsid w:val="001B1B46"/>
    <w:rsid w:val="001B6537"/>
    <w:rsid w:val="001C7D6A"/>
    <w:rsid w:val="001D2E8E"/>
    <w:rsid w:val="001D345C"/>
    <w:rsid w:val="001D4565"/>
    <w:rsid w:val="001D45C6"/>
    <w:rsid w:val="001E1CCA"/>
    <w:rsid w:val="001E1FE3"/>
    <w:rsid w:val="001E455F"/>
    <w:rsid w:val="001E7C73"/>
    <w:rsid w:val="001F2A13"/>
    <w:rsid w:val="001F6144"/>
    <w:rsid w:val="001F6315"/>
    <w:rsid w:val="00200033"/>
    <w:rsid w:val="002212B7"/>
    <w:rsid w:val="0022306C"/>
    <w:rsid w:val="002310C1"/>
    <w:rsid w:val="0023237E"/>
    <w:rsid w:val="00235CE1"/>
    <w:rsid w:val="00241E1B"/>
    <w:rsid w:val="00244FBA"/>
    <w:rsid w:val="00252215"/>
    <w:rsid w:val="00254A97"/>
    <w:rsid w:val="002658C4"/>
    <w:rsid w:val="00270845"/>
    <w:rsid w:val="0027135A"/>
    <w:rsid w:val="00271BD6"/>
    <w:rsid w:val="00285750"/>
    <w:rsid w:val="002879EB"/>
    <w:rsid w:val="002915D8"/>
    <w:rsid w:val="00291E92"/>
    <w:rsid w:val="002A0DAE"/>
    <w:rsid w:val="002B0B43"/>
    <w:rsid w:val="002B1557"/>
    <w:rsid w:val="002B2882"/>
    <w:rsid w:val="002C2096"/>
    <w:rsid w:val="002C224B"/>
    <w:rsid w:val="002C32AC"/>
    <w:rsid w:val="002C3F7F"/>
    <w:rsid w:val="002C6B52"/>
    <w:rsid w:val="002D04A0"/>
    <w:rsid w:val="002D0A72"/>
    <w:rsid w:val="002D226D"/>
    <w:rsid w:val="002D4B32"/>
    <w:rsid w:val="002D720E"/>
    <w:rsid w:val="002E2C3C"/>
    <w:rsid w:val="002E6269"/>
    <w:rsid w:val="002E65CA"/>
    <w:rsid w:val="002E6A92"/>
    <w:rsid w:val="002F25A3"/>
    <w:rsid w:val="002F30BA"/>
    <w:rsid w:val="002F3FFE"/>
    <w:rsid w:val="002F5576"/>
    <w:rsid w:val="00301328"/>
    <w:rsid w:val="00302B91"/>
    <w:rsid w:val="0030341C"/>
    <w:rsid w:val="00305921"/>
    <w:rsid w:val="00312A2D"/>
    <w:rsid w:val="00323DB0"/>
    <w:rsid w:val="003259A0"/>
    <w:rsid w:val="0033272B"/>
    <w:rsid w:val="00336637"/>
    <w:rsid w:val="003373F3"/>
    <w:rsid w:val="0034613E"/>
    <w:rsid w:val="0035009A"/>
    <w:rsid w:val="00352081"/>
    <w:rsid w:val="0036490E"/>
    <w:rsid w:val="00373594"/>
    <w:rsid w:val="00380894"/>
    <w:rsid w:val="003820C7"/>
    <w:rsid w:val="0038365D"/>
    <w:rsid w:val="00386C0D"/>
    <w:rsid w:val="003951FF"/>
    <w:rsid w:val="00397403"/>
    <w:rsid w:val="00397B55"/>
    <w:rsid w:val="003A16AB"/>
    <w:rsid w:val="003A2188"/>
    <w:rsid w:val="003B229E"/>
    <w:rsid w:val="003B4841"/>
    <w:rsid w:val="003B7A36"/>
    <w:rsid w:val="003B7DB1"/>
    <w:rsid w:val="003C0ACB"/>
    <w:rsid w:val="003C3DEF"/>
    <w:rsid w:val="003C4638"/>
    <w:rsid w:val="003D39D5"/>
    <w:rsid w:val="003D47A1"/>
    <w:rsid w:val="003D54AC"/>
    <w:rsid w:val="003E0A07"/>
    <w:rsid w:val="003E1ACF"/>
    <w:rsid w:val="003E54BC"/>
    <w:rsid w:val="003F17D4"/>
    <w:rsid w:val="003F1FC3"/>
    <w:rsid w:val="00407548"/>
    <w:rsid w:val="00413346"/>
    <w:rsid w:val="004164E3"/>
    <w:rsid w:val="00422958"/>
    <w:rsid w:val="00423637"/>
    <w:rsid w:val="00424720"/>
    <w:rsid w:val="0042732A"/>
    <w:rsid w:val="00433D2F"/>
    <w:rsid w:val="00434AE7"/>
    <w:rsid w:val="00435D4C"/>
    <w:rsid w:val="00436D62"/>
    <w:rsid w:val="0044061C"/>
    <w:rsid w:val="00440FD9"/>
    <w:rsid w:val="0044333A"/>
    <w:rsid w:val="00454BE6"/>
    <w:rsid w:val="00456A36"/>
    <w:rsid w:val="00456CD8"/>
    <w:rsid w:val="004617E4"/>
    <w:rsid w:val="00472AF8"/>
    <w:rsid w:val="00480C70"/>
    <w:rsid w:val="00481554"/>
    <w:rsid w:val="00483C63"/>
    <w:rsid w:val="00487499"/>
    <w:rsid w:val="00487981"/>
    <w:rsid w:val="00487AA7"/>
    <w:rsid w:val="00497F6C"/>
    <w:rsid w:val="004B20D4"/>
    <w:rsid w:val="004B2925"/>
    <w:rsid w:val="004B45B6"/>
    <w:rsid w:val="004B6885"/>
    <w:rsid w:val="004C0577"/>
    <w:rsid w:val="004C15E5"/>
    <w:rsid w:val="004C33A4"/>
    <w:rsid w:val="004C4251"/>
    <w:rsid w:val="004C5B9C"/>
    <w:rsid w:val="004C6F0A"/>
    <w:rsid w:val="004D0BC0"/>
    <w:rsid w:val="004D1560"/>
    <w:rsid w:val="004E00EA"/>
    <w:rsid w:val="004E40BB"/>
    <w:rsid w:val="004E4261"/>
    <w:rsid w:val="004E53CE"/>
    <w:rsid w:val="004E7EF4"/>
    <w:rsid w:val="004F08B0"/>
    <w:rsid w:val="004F1575"/>
    <w:rsid w:val="004F3916"/>
    <w:rsid w:val="004F796D"/>
    <w:rsid w:val="00500FA1"/>
    <w:rsid w:val="00507612"/>
    <w:rsid w:val="00512CB5"/>
    <w:rsid w:val="00513DD4"/>
    <w:rsid w:val="00515464"/>
    <w:rsid w:val="0053073A"/>
    <w:rsid w:val="0053329A"/>
    <w:rsid w:val="00533FF1"/>
    <w:rsid w:val="005349FF"/>
    <w:rsid w:val="00542468"/>
    <w:rsid w:val="00543341"/>
    <w:rsid w:val="0055230F"/>
    <w:rsid w:val="00552538"/>
    <w:rsid w:val="00556EF0"/>
    <w:rsid w:val="005571A4"/>
    <w:rsid w:val="00557EB6"/>
    <w:rsid w:val="00561E4F"/>
    <w:rsid w:val="005660A1"/>
    <w:rsid w:val="00566D2E"/>
    <w:rsid w:val="00576BD7"/>
    <w:rsid w:val="00580482"/>
    <w:rsid w:val="005868F6"/>
    <w:rsid w:val="005875C6"/>
    <w:rsid w:val="00590750"/>
    <w:rsid w:val="005920EA"/>
    <w:rsid w:val="005932FA"/>
    <w:rsid w:val="00593961"/>
    <w:rsid w:val="00594C5D"/>
    <w:rsid w:val="00594EBC"/>
    <w:rsid w:val="00596AB5"/>
    <w:rsid w:val="005A3279"/>
    <w:rsid w:val="005B32C1"/>
    <w:rsid w:val="005C19E2"/>
    <w:rsid w:val="005C1ED0"/>
    <w:rsid w:val="005C3256"/>
    <w:rsid w:val="005C6137"/>
    <w:rsid w:val="005C7737"/>
    <w:rsid w:val="005C7EAB"/>
    <w:rsid w:val="005D29CA"/>
    <w:rsid w:val="005D5534"/>
    <w:rsid w:val="005E09EE"/>
    <w:rsid w:val="005E0F8E"/>
    <w:rsid w:val="005E38CA"/>
    <w:rsid w:val="005F0521"/>
    <w:rsid w:val="005F24F6"/>
    <w:rsid w:val="005F3778"/>
    <w:rsid w:val="00600196"/>
    <w:rsid w:val="00600846"/>
    <w:rsid w:val="00604F84"/>
    <w:rsid w:val="00606A22"/>
    <w:rsid w:val="00611877"/>
    <w:rsid w:val="00614C77"/>
    <w:rsid w:val="00624FBD"/>
    <w:rsid w:val="0062516D"/>
    <w:rsid w:val="0062630E"/>
    <w:rsid w:val="00631F4E"/>
    <w:rsid w:val="0063461F"/>
    <w:rsid w:val="00634C19"/>
    <w:rsid w:val="00634D0E"/>
    <w:rsid w:val="006459D3"/>
    <w:rsid w:val="006469BB"/>
    <w:rsid w:val="00663B32"/>
    <w:rsid w:val="00671253"/>
    <w:rsid w:val="00675AFF"/>
    <w:rsid w:val="00677C8B"/>
    <w:rsid w:val="0068612B"/>
    <w:rsid w:val="006872F3"/>
    <w:rsid w:val="00687874"/>
    <w:rsid w:val="00687D06"/>
    <w:rsid w:val="0069287C"/>
    <w:rsid w:val="00693031"/>
    <w:rsid w:val="0069556E"/>
    <w:rsid w:val="00697C12"/>
    <w:rsid w:val="006A3625"/>
    <w:rsid w:val="006A3E7B"/>
    <w:rsid w:val="006A4587"/>
    <w:rsid w:val="006B08FF"/>
    <w:rsid w:val="006B4AEB"/>
    <w:rsid w:val="006C1ED8"/>
    <w:rsid w:val="006D2079"/>
    <w:rsid w:val="006D6FDF"/>
    <w:rsid w:val="006E6124"/>
    <w:rsid w:val="006F0B58"/>
    <w:rsid w:val="006F0B68"/>
    <w:rsid w:val="006F248F"/>
    <w:rsid w:val="006F2830"/>
    <w:rsid w:val="006F439A"/>
    <w:rsid w:val="006F5645"/>
    <w:rsid w:val="006F6AEA"/>
    <w:rsid w:val="007008D3"/>
    <w:rsid w:val="00700E49"/>
    <w:rsid w:val="00701CD1"/>
    <w:rsid w:val="0070609C"/>
    <w:rsid w:val="00711203"/>
    <w:rsid w:val="0071123E"/>
    <w:rsid w:val="00713D2B"/>
    <w:rsid w:val="00716654"/>
    <w:rsid w:val="00716902"/>
    <w:rsid w:val="00716A41"/>
    <w:rsid w:val="00717B74"/>
    <w:rsid w:val="007300AB"/>
    <w:rsid w:val="00730120"/>
    <w:rsid w:val="00730AF2"/>
    <w:rsid w:val="007360C4"/>
    <w:rsid w:val="00736948"/>
    <w:rsid w:val="007404D3"/>
    <w:rsid w:val="0074484A"/>
    <w:rsid w:val="007455F0"/>
    <w:rsid w:val="00746496"/>
    <w:rsid w:val="00752A5F"/>
    <w:rsid w:val="00766931"/>
    <w:rsid w:val="00780C30"/>
    <w:rsid w:val="00783F90"/>
    <w:rsid w:val="00787AF7"/>
    <w:rsid w:val="00790253"/>
    <w:rsid w:val="00791CC7"/>
    <w:rsid w:val="0079300D"/>
    <w:rsid w:val="007A0B00"/>
    <w:rsid w:val="007A0DD9"/>
    <w:rsid w:val="007A25FA"/>
    <w:rsid w:val="007A40B5"/>
    <w:rsid w:val="007A533C"/>
    <w:rsid w:val="007A71CC"/>
    <w:rsid w:val="007B65ED"/>
    <w:rsid w:val="007C0E3A"/>
    <w:rsid w:val="007C0EDD"/>
    <w:rsid w:val="007D0629"/>
    <w:rsid w:val="007D5227"/>
    <w:rsid w:val="007E28D9"/>
    <w:rsid w:val="007E7EB1"/>
    <w:rsid w:val="007F596F"/>
    <w:rsid w:val="008020CB"/>
    <w:rsid w:val="00805787"/>
    <w:rsid w:val="00806898"/>
    <w:rsid w:val="008105DE"/>
    <w:rsid w:val="0081223D"/>
    <w:rsid w:val="00813D6C"/>
    <w:rsid w:val="00814953"/>
    <w:rsid w:val="00820DC1"/>
    <w:rsid w:val="00830A8C"/>
    <w:rsid w:val="008320BD"/>
    <w:rsid w:val="00832F6C"/>
    <w:rsid w:val="00833173"/>
    <w:rsid w:val="00833B1E"/>
    <w:rsid w:val="0084766A"/>
    <w:rsid w:val="008507C7"/>
    <w:rsid w:val="00853FD3"/>
    <w:rsid w:val="008579C7"/>
    <w:rsid w:val="00864157"/>
    <w:rsid w:val="00864A73"/>
    <w:rsid w:val="00864D24"/>
    <w:rsid w:val="00866075"/>
    <w:rsid w:val="00880385"/>
    <w:rsid w:val="00880C04"/>
    <w:rsid w:val="008850F2"/>
    <w:rsid w:val="0089171A"/>
    <w:rsid w:val="0089315F"/>
    <w:rsid w:val="008A2AB1"/>
    <w:rsid w:val="008A67D4"/>
    <w:rsid w:val="008A6B8F"/>
    <w:rsid w:val="008A7D3D"/>
    <w:rsid w:val="008B1339"/>
    <w:rsid w:val="008B7910"/>
    <w:rsid w:val="008C06E1"/>
    <w:rsid w:val="008C0D86"/>
    <w:rsid w:val="008C4B46"/>
    <w:rsid w:val="008C4EA2"/>
    <w:rsid w:val="008C6AA3"/>
    <w:rsid w:val="008D165D"/>
    <w:rsid w:val="008D2CFD"/>
    <w:rsid w:val="008D3456"/>
    <w:rsid w:val="008D55DD"/>
    <w:rsid w:val="008D7544"/>
    <w:rsid w:val="008D7D54"/>
    <w:rsid w:val="008E4BC5"/>
    <w:rsid w:val="008E777A"/>
    <w:rsid w:val="008F1FFC"/>
    <w:rsid w:val="008F4FC3"/>
    <w:rsid w:val="008F53AB"/>
    <w:rsid w:val="008F7D74"/>
    <w:rsid w:val="00900869"/>
    <w:rsid w:val="009024E0"/>
    <w:rsid w:val="00902AD5"/>
    <w:rsid w:val="00916B3E"/>
    <w:rsid w:val="00920B7E"/>
    <w:rsid w:val="0092270B"/>
    <w:rsid w:val="009241A1"/>
    <w:rsid w:val="00924223"/>
    <w:rsid w:val="0093208A"/>
    <w:rsid w:val="00932559"/>
    <w:rsid w:val="009368DE"/>
    <w:rsid w:val="00940651"/>
    <w:rsid w:val="00940B59"/>
    <w:rsid w:val="009420E2"/>
    <w:rsid w:val="00950DAE"/>
    <w:rsid w:val="00951D48"/>
    <w:rsid w:val="00952009"/>
    <w:rsid w:val="009576AA"/>
    <w:rsid w:val="00960A0C"/>
    <w:rsid w:val="00960FEA"/>
    <w:rsid w:val="00963E2F"/>
    <w:rsid w:val="00964438"/>
    <w:rsid w:val="00967BA7"/>
    <w:rsid w:val="009721A5"/>
    <w:rsid w:val="00981ACA"/>
    <w:rsid w:val="009874F7"/>
    <w:rsid w:val="009904C7"/>
    <w:rsid w:val="00991410"/>
    <w:rsid w:val="009933BE"/>
    <w:rsid w:val="0099457B"/>
    <w:rsid w:val="00996A61"/>
    <w:rsid w:val="00997A90"/>
    <w:rsid w:val="009A0479"/>
    <w:rsid w:val="009A4C7B"/>
    <w:rsid w:val="009C2CBE"/>
    <w:rsid w:val="009C52BD"/>
    <w:rsid w:val="009C725D"/>
    <w:rsid w:val="009D0445"/>
    <w:rsid w:val="009D38DE"/>
    <w:rsid w:val="009D6B09"/>
    <w:rsid w:val="009E07E9"/>
    <w:rsid w:val="009E0A45"/>
    <w:rsid w:val="009E12DE"/>
    <w:rsid w:val="009F18CB"/>
    <w:rsid w:val="009F6AFD"/>
    <w:rsid w:val="00A01D6C"/>
    <w:rsid w:val="00A01DDC"/>
    <w:rsid w:val="00A042C3"/>
    <w:rsid w:val="00A05B7E"/>
    <w:rsid w:val="00A1094E"/>
    <w:rsid w:val="00A119AB"/>
    <w:rsid w:val="00A121FA"/>
    <w:rsid w:val="00A1331E"/>
    <w:rsid w:val="00A13D72"/>
    <w:rsid w:val="00A142BB"/>
    <w:rsid w:val="00A14FC8"/>
    <w:rsid w:val="00A15116"/>
    <w:rsid w:val="00A16367"/>
    <w:rsid w:val="00A22DB4"/>
    <w:rsid w:val="00A26A2F"/>
    <w:rsid w:val="00A42F5F"/>
    <w:rsid w:val="00A44106"/>
    <w:rsid w:val="00A45741"/>
    <w:rsid w:val="00A479A4"/>
    <w:rsid w:val="00A53A1E"/>
    <w:rsid w:val="00A55AFC"/>
    <w:rsid w:val="00A57C02"/>
    <w:rsid w:val="00A57C47"/>
    <w:rsid w:val="00A65ADD"/>
    <w:rsid w:val="00A667E8"/>
    <w:rsid w:val="00A86591"/>
    <w:rsid w:val="00A94797"/>
    <w:rsid w:val="00AA1D88"/>
    <w:rsid w:val="00AA2AB1"/>
    <w:rsid w:val="00AA3314"/>
    <w:rsid w:val="00AA6272"/>
    <w:rsid w:val="00AB53E8"/>
    <w:rsid w:val="00AB719F"/>
    <w:rsid w:val="00AC3753"/>
    <w:rsid w:val="00AC5E50"/>
    <w:rsid w:val="00AE1464"/>
    <w:rsid w:val="00AE416B"/>
    <w:rsid w:val="00AE42CC"/>
    <w:rsid w:val="00AF00E0"/>
    <w:rsid w:val="00AF42F9"/>
    <w:rsid w:val="00AF66B8"/>
    <w:rsid w:val="00AF7BA7"/>
    <w:rsid w:val="00B01EAD"/>
    <w:rsid w:val="00B06408"/>
    <w:rsid w:val="00B10761"/>
    <w:rsid w:val="00B11B5F"/>
    <w:rsid w:val="00B11EDD"/>
    <w:rsid w:val="00B13158"/>
    <w:rsid w:val="00B152F4"/>
    <w:rsid w:val="00B16E4A"/>
    <w:rsid w:val="00B21FBF"/>
    <w:rsid w:val="00B24803"/>
    <w:rsid w:val="00B2781B"/>
    <w:rsid w:val="00B27EC9"/>
    <w:rsid w:val="00B31391"/>
    <w:rsid w:val="00B31B93"/>
    <w:rsid w:val="00B32151"/>
    <w:rsid w:val="00B36DD2"/>
    <w:rsid w:val="00B47E6C"/>
    <w:rsid w:val="00B500D9"/>
    <w:rsid w:val="00B60094"/>
    <w:rsid w:val="00B60333"/>
    <w:rsid w:val="00B63865"/>
    <w:rsid w:val="00B65512"/>
    <w:rsid w:val="00B65C5F"/>
    <w:rsid w:val="00B66959"/>
    <w:rsid w:val="00B7380E"/>
    <w:rsid w:val="00B77B4F"/>
    <w:rsid w:val="00B81AE9"/>
    <w:rsid w:val="00B81EE2"/>
    <w:rsid w:val="00B86C0A"/>
    <w:rsid w:val="00B9110D"/>
    <w:rsid w:val="00B97BD1"/>
    <w:rsid w:val="00BA1242"/>
    <w:rsid w:val="00BA20E6"/>
    <w:rsid w:val="00BB1BDC"/>
    <w:rsid w:val="00BB3E9F"/>
    <w:rsid w:val="00BB6CBF"/>
    <w:rsid w:val="00BC2DFE"/>
    <w:rsid w:val="00BC7746"/>
    <w:rsid w:val="00BD5169"/>
    <w:rsid w:val="00BD5925"/>
    <w:rsid w:val="00BF6945"/>
    <w:rsid w:val="00BF7C22"/>
    <w:rsid w:val="00C00B79"/>
    <w:rsid w:val="00C00D95"/>
    <w:rsid w:val="00C06272"/>
    <w:rsid w:val="00C06BD1"/>
    <w:rsid w:val="00C10266"/>
    <w:rsid w:val="00C164CE"/>
    <w:rsid w:val="00C16A38"/>
    <w:rsid w:val="00C25497"/>
    <w:rsid w:val="00C31063"/>
    <w:rsid w:val="00C366D7"/>
    <w:rsid w:val="00C366E0"/>
    <w:rsid w:val="00C3739C"/>
    <w:rsid w:val="00C4179A"/>
    <w:rsid w:val="00C53D51"/>
    <w:rsid w:val="00C570A4"/>
    <w:rsid w:val="00C5747D"/>
    <w:rsid w:val="00C65CD7"/>
    <w:rsid w:val="00C66F06"/>
    <w:rsid w:val="00C74C44"/>
    <w:rsid w:val="00C770DE"/>
    <w:rsid w:val="00C80087"/>
    <w:rsid w:val="00C80CC2"/>
    <w:rsid w:val="00C80D1E"/>
    <w:rsid w:val="00C817ED"/>
    <w:rsid w:val="00C8750E"/>
    <w:rsid w:val="00C905F0"/>
    <w:rsid w:val="00C9225A"/>
    <w:rsid w:val="00C957B7"/>
    <w:rsid w:val="00C9607B"/>
    <w:rsid w:val="00C97C11"/>
    <w:rsid w:val="00CA0CEC"/>
    <w:rsid w:val="00CA5242"/>
    <w:rsid w:val="00CA54E3"/>
    <w:rsid w:val="00CA70B3"/>
    <w:rsid w:val="00CB06FB"/>
    <w:rsid w:val="00CB6610"/>
    <w:rsid w:val="00CC47EF"/>
    <w:rsid w:val="00CC4BD0"/>
    <w:rsid w:val="00CD45C0"/>
    <w:rsid w:val="00CD5128"/>
    <w:rsid w:val="00CD5941"/>
    <w:rsid w:val="00CD63D4"/>
    <w:rsid w:val="00CD7E1C"/>
    <w:rsid w:val="00CE0D76"/>
    <w:rsid w:val="00CE3B3B"/>
    <w:rsid w:val="00CE48AD"/>
    <w:rsid w:val="00CE5C9F"/>
    <w:rsid w:val="00CE64EE"/>
    <w:rsid w:val="00CF0942"/>
    <w:rsid w:val="00CF1409"/>
    <w:rsid w:val="00CF359F"/>
    <w:rsid w:val="00D0305C"/>
    <w:rsid w:val="00D04BA4"/>
    <w:rsid w:val="00D066EE"/>
    <w:rsid w:val="00D077DD"/>
    <w:rsid w:val="00D07AA5"/>
    <w:rsid w:val="00D1257D"/>
    <w:rsid w:val="00D12ABF"/>
    <w:rsid w:val="00D15064"/>
    <w:rsid w:val="00D21585"/>
    <w:rsid w:val="00D21C14"/>
    <w:rsid w:val="00D22016"/>
    <w:rsid w:val="00D24F50"/>
    <w:rsid w:val="00D32D3E"/>
    <w:rsid w:val="00D347E5"/>
    <w:rsid w:val="00D409FC"/>
    <w:rsid w:val="00D40AEA"/>
    <w:rsid w:val="00D45114"/>
    <w:rsid w:val="00D45912"/>
    <w:rsid w:val="00D50869"/>
    <w:rsid w:val="00D5335E"/>
    <w:rsid w:val="00D5372A"/>
    <w:rsid w:val="00D53D2F"/>
    <w:rsid w:val="00D63E0B"/>
    <w:rsid w:val="00D659B1"/>
    <w:rsid w:val="00D6644D"/>
    <w:rsid w:val="00D66D7D"/>
    <w:rsid w:val="00D7414B"/>
    <w:rsid w:val="00D77ECB"/>
    <w:rsid w:val="00D80F12"/>
    <w:rsid w:val="00D86722"/>
    <w:rsid w:val="00D9005E"/>
    <w:rsid w:val="00D95AEA"/>
    <w:rsid w:val="00DA0787"/>
    <w:rsid w:val="00DA39E3"/>
    <w:rsid w:val="00DB0DBA"/>
    <w:rsid w:val="00DB2832"/>
    <w:rsid w:val="00DB59C4"/>
    <w:rsid w:val="00DB683C"/>
    <w:rsid w:val="00DD19BD"/>
    <w:rsid w:val="00DD3E11"/>
    <w:rsid w:val="00DD42F2"/>
    <w:rsid w:val="00DD44B7"/>
    <w:rsid w:val="00DE263A"/>
    <w:rsid w:val="00DE3066"/>
    <w:rsid w:val="00DE399E"/>
    <w:rsid w:val="00DE4558"/>
    <w:rsid w:val="00DE7AF6"/>
    <w:rsid w:val="00DF42DF"/>
    <w:rsid w:val="00E02F6B"/>
    <w:rsid w:val="00E06755"/>
    <w:rsid w:val="00E14E63"/>
    <w:rsid w:val="00E16666"/>
    <w:rsid w:val="00E2206C"/>
    <w:rsid w:val="00E2692C"/>
    <w:rsid w:val="00E27D4E"/>
    <w:rsid w:val="00E27EF3"/>
    <w:rsid w:val="00E30AC3"/>
    <w:rsid w:val="00E351D2"/>
    <w:rsid w:val="00E35B11"/>
    <w:rsid w:val="00E36C33"/>
    <w:rsid w:val="00E42E7F"/>
    <w:rsid w:val="00E46883"/>
    <w:rsid w:val="00E54B09"/>
    <w:rsid w:val="00E5571B"/>
    <w:rsid w:val="00E621F0"/>
    <w:rsid w:val="00E656EF"/>
    <w:rsid w:val="00E675AE"/>
    <w:rsid w:val="00E70709"/>
    <w:rsid w:val="00E70962"/>
    <w:rsid w:val="00E7132E"/>
    <w:rsid w:val="00E72902"/>
    <w:rsid w:val="00E7327B"/>
    <w:rsid w:val="00E76523"/>
    <w:rsid w:val="00E76BDB"/>
    <w:rsid w:val="00E842F2"/>
    <w:rsid w:val="00E9223C"/>
    <w:rsid w:val="00EA0FCE"/>
    <w:rsid w:val="00EA1115"/>
    <w:rsid w:val="00EA1EA4"/>
    <w:rsid w:val="00EA4942"/>
    <w:rsid w:val="00EB2305"/>
    <w:rsid w:val="00EB527F"/>
    <w:rsid w:val="00EC1495"/>
    <w:rsid w:val="00EC39E0"/>
    <w:rsid w:val="00EC5571"/>
    <w:rsid w:val="00ED04A4"/>
    <w:rsid w:val="00ED40AF"/>
    <w:rsid w:val="00EE2321"/>
    <w:rsid w:val="00EE2931"/>
    <w:rsid w:val="00EE6D73"/>
    <w:rsid w:val="00EF0522"/>
    <w:rsid w:val="00EF18E7"/>
    <w:rsid w:val="00EF618A"/>
    <w:rsid w:val="00EF708B"/>
    <w:rsid w:val="00F115C3"/>
    <w:rsid w:val="00F129FE"/>
    <w:rsid w:val="00F133DA"/>
    <w:rsid w:val="00F14410"/>
    <w:rsid w:val="00F15A00"/>
    <w:rsid w:val="00F17FE6"/>
    <w:rsid w:val="00F22ECA"/>
    <w:rsid w:val="00F237CA"/>
    <w:rsid w:val="00F33E4F"/>
    <w:rsid w:val="00F34A9C"/>
    <w:rsid w:val="00F408FF"/>
    <w:rsid w:val="00F41902"/>
    <w:rsid w:val="00F42CE4"/>
    <w:rsid w:val="00F450E2"/>
    <w:rsid w:val="00F45751"/>
    <w:rsid w:val="00F52D76"/>
    <w:rsid w:val="00F531E4"/>
    <w:rsid w:val="00F53234"/>
    <w:rsid w:val="00F60F0A"/>
    <w:rsid w:val="00F67929"/>
    <w:rsid w:val="00F70570"/>
    <w:rsid w:val="00F7489A"/>
    <w:rsid w:val="00F74DB0"/>
    <w:rsid w:val="00F778F3"/>
    <w:rsid w:val="00F83F55"/>
    <w:rsid w:val="00F90B61"/>
    <w:rsid w:val="00F935E0"/>
    <w:rsid w:val="00F94DFA"/>
    <w:rsid w:val="00F96F2F"/>
    <w:rsid w:val="00FA0F54"/>
    <w:rsid w:val="00FA29B4"/>
    <w:rsid w:val="00FA3035"/>
    <w:rsid w:val="00FB198A"/>
    <w:rsid w:val="00FB5E56"/>
    <w:rsid w:val="00FC2775"/>
    <w:rsid w:val="00FC44DF"/>
    <w:rsid w:val="00FD1C58"/>
    <w:rsid w:val="00FD4A04"/>
    <w:rsid w:val="00FD5806"/>
    <w:rsid w:val="00FD622E"/>
    <w:rsid w:val="00FE0BF7"/>
    <w:rsid w:val="00FE1EA1"/>
    <w:rsid w:val="00FE2DE9"/>
    <w:rsid w:val="00FE3054"/>
    <w:rsid w:val="00FE36EE"/>
    <w:rsid w:val="00FE7E6E"/>
    <w:rsid w:val="00FF03BE"/>
    <w:rsid w:val="00FF2C94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F0465"/>
  <w15:docId w15:val="{5FA2384D-1955-4991-9045-F05C24E1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line="288" w:lineRule="auto"/>
    </w:pPr>
  </w:style>
  <w:style w:type="paragraph" w:styleId="Naslov1">
    <w:name w:val="heading 1"/>
    <w:basedOn w:val="Naslov"/>
    <w:next w:val="Navaden"/>
    <w:link w:val="Naslov1Znak"/>
    <w:qFormat/>
    <w:rsid w:val="0027135A"/>
    <w:pPr>
      <w:pageBreakBefore/>
      <w:numPr>
        <w:numId w:val="1"/>
      </w:numPr>
      <w:spacing w:after="240"/>
      <w:ind w:left="357" w:hanging="357"/>
      <w:outlineLvl w:val="0"/>
    </w:pPr>
  </w:style>
  <w:style w:type="paragraph" w:styleId="Naslov2">
    <w:name w:val="heading 2"/>
    <w:aliases w:val="Heading 2 Char1,Heading 2 Char Char"/>
    <w:basedOn w:val="Naslov"/>
    <w:next w:val="Navaden"/>
    <w:link w:val="Naslov2Znak"/>
    <w:unhideWhenUsed/>
    <w:qFormat/>
    <w:rsid w:val="00D12ABF"/>
    <w:pPr>
      <w:numPr>
        <w:ilvl w:val="1"/>
        <w:numId w:val="1"/>
      </w:numPr>
      <w:spacing w:before="240" w:after="240"/>
      <w:ind w:left="720" w:hanging="720"/>
      <w:outlineLvl w:val="1"/>
    </w:pPr>
    <w:rPr>
      <w:color w:val="7030A0"/>
      <w:sz w:val="36"/>
      <w:szCs w:val="36"/>
    </w:rPr>
  </w:style>
  <w:style w:type="paragraph" w:styleId="Naslov3">
    <w:name w:val="heading 3"/>
    <w:aliases w:val="Heading 3 Char"/>
    <w:basedOn w:val="Naslov2"/>
    <w:next w:val="Navaden"/>
    <w:link w:val="Naslov3Znak"/>
    <w:unhideWhenUsed/>
    <w:qFormat/>
    <w:rsid w:val="00CC4BD0"/>
    <w:pPr>
      <w:keepNext/>
      <w:numPr>
        <w:ilvl w:val="2"/>
      </w:numPr>
      <w:tabs>
        <w:tab w:val="left" w:pos="1134"/>
      </w:tabs>
      <w:ind w:left="505" w:hanging="505"/>
      <w:outlineLvl w:val="2"/>
    </w:pPr>
    <w:rPr>
      <w:caps w:val="0"/>
      <w:color w:val="0070C0"/>
      <w:sz w:val="32"/>
      <w:szCs w:val="32"/>
    </w:rPr>
  </w:style>
  <w:style w:type="paragraph" w:styleId="Naslov4">
    <w:name w:val="heading 4"/>
    <w:basedOn w:val="Navaden"/>
    <w:next w:val="Navaden"/>
    <w:link w:val="Naslov4Znak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5B5B5B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D1282E" w:themeColor="text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27135A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2Znak">
    <w:name w:val="Naslov 2 Znak"/>
    <w:aliases w:val="Heading 2 Char1 Znak,Heading 2 Char Char Znak"/>
    <w:basedOn w:val="Privzetapisavaodstavka"/>
    <w:link w:val="Naslov2"/>
    <w:rsid w:val="00D12ABF"/>
    <w:rPr>
      <w:rFonts w:asciiTheme="majorHAnsi" w:eastAsiaTheme="majorEastAsia" w:hAnsiTheme="majorHAnsi" w:cstheme="majorBidi"/>
      <w:caps/>
      <w:color w:val="7030A0"/>
      <w:spacing w:val="-20"/>
      <w:kern w:val="28"/>
      <w:sz w:val="36"/>
      <w:szCs w:val="36"/>
    </w:rPr>
  </w:style>
  <w:style w:type="character" w:customStyle="1" w:styleId="Naslov3Znak">
    <w:name w:val="Naslov 3 Znak"/>
    <w:aliases w:val="Heading 3 Char Znak"/>
    <w:basedOn w:val="Privzetapisavaodstavka"/>
    <w:link w:val="Naslov3"/>
    <w:rsid w:val="00CC4BD0"/>
    <w:rPr>
      <w:rFonts w:asciiTheme="majorHAnsi" w:eastAsiaTheme="majorEastAsia" w:hAnsiTheme="majorHAnsi" w:cstheme="majorBidi"/>
      <w:color w:val="0070C0"/>
      <w:spacing w:val="-20"/>
      <w:kern w:val="28"/>
      <w:sz w:val="32"/>
      <w:szCs w:val="32"/>
    </w:rPr>
  </w:style>
  <w:style w:type="character" w:customStyle="1" w:styleId="Naslov4Znak">
    <w:name w:val="Naslov 4 Znak"/>
    <w:basedOn w:val="Privzetapisavaodstavka"/>
    <w:link w:val="Naslov4"/>
    <w:uiPriority w:val="9"/>
    <w:semiHidden/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Pr>
      <w:rFonts w:eastAsiaTheme="majorEastAsia" w:cstheme="majorBidi"/>
      <w:b/>
      <w:color w:val="5B5B5B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customStyle="1" w:styleId="Naslov7Znak">
    <w:name w:val="Naslov 7 Znak"/>
    <w:basedOn w:val="Privzetapisavaodstavka"/>
    <w:link w:val="Naslov7"/>
    <w:uiPriority w:val="9"/>
    <w:semiHidden/>
    <w:rPr>
      <w:rFonts w:eastAsiaTheme="majorEastAsia" w:cstheme="majorBidi"/>
      <w:b/>
      <w:iCs/>
      <w:color w:val="D1282E" w:themeColor="text2"/>
    </w:rPr>
  </w:style>
  <w:style w:type="character" w:customStyle="1" w:styleId="Naslov8Znak">
    <w:name w:val="Naslov 8 Znak"/>
    <w:basedOn w:val="Privzetapisavaodstavka"/>
    <w:link w:val="Naslov8"/>
    <w:uiPriority w:val="9"/>
    <w:semiHidden/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pPr>
      <w:spacing w:line="240" w:lineRule="auto"/>
    </w:pPr>
    <w:rPr>
      <w:bCs/>
      <w:caps/>
      <w:color w:val="7A7A7A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qFormat/>
    <w:rsid w:val="00614C77"/>
    <w:pPr>
      <w:spacing w:before="12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Znak">
    <w:name w:val="Naslov Znak"/>
    <w:basedOn w:val="Privzetapisavaodstavka"/>
    <w:link w:val="Naslov"/>
    <w:uiPriority w:val="10"/>
    <w:rsid w:val="00614C77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paragraph" w:styleId="Podnaslov">
    <w:name w:val="Subtitle"/>
    <w:basedOn w:val="Navaden"/>
    <w:next w:val="Navaden"/>
    <w:link w:val="Podnaslov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styleId="Krepko">
    <w:name w:val="Strong"/>
    <w:basedOn w:val="Privzetapisavaodstavka"/>
    <w:uiPriority w:val="22"/>
    <w:qFormat/>
    <w:rPr>
      <w:b/>
      <w:bCs/>
    </w:rPr>
  </w:style>
  <w:style w:type="character" w:styleId="Poudarek">
    <w:name w:val="Emphasis"/>
    <w:basedOn w:val="Privzetapisavaodstavka"/>
    <w:uiPriority w:val="20"/>
    <w:qFormat/>
    <w:rPr>
      <w:i/>
      <w:iCs/>
    </w:rPr>
  </w:style>
  <w:style w:type="paragraph" w:styleId="Brezrazmikov">
    <w:name w:val="No Spacing"/>
    <w:link w:val="BrezrazmikovZnak"/>
    <w:uiPriority w:val="1"/>
    <w:qFormat/>
    <w:rsid w:val="00F60F0A"/>
    <w:pPr>
      <w:spacing w:after="0" w:line="240" w:lineRule="auto"/>
      <w:jc w:val="both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F60F0A"/>
  </w:style>
  <w:style w:type="paragraph" w:styleId="Odstavekseznama">
    <w:name w:val="List Paragraph"/>
    <w:basedOn w:val="Navaden"/>
    <w:link w:val="OdstavekseznamaZnak"/>
    <w:uiPriority w:val="34"/>
    <w:qFormat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pPr>
      <w:spacing w:line="360" w:lineRule="auto"/>
    </w:pPr>
    <w:rPr>
      <w:i/>
      <w:iCs/>
      <w:color w:val="7A7A7A" w:themeColor="accent1"/>
      <w:sz w:val="28"/>
    </w:rPr>
  </w:style>
  <w:style w:type="character" w:customStyle="1" w:styleId="CitatZnak">
    <w:name w:val="Citat Znak"/>
    <w:basedOn w:val="Privzetapisavaodstavka"/>
    <w:link w:val="Citat"/>
    <w:uiPriority w:val="29"/>
    <w:rPr>
      <w:i/>
      <w:iCs/>
      <w:color w:val="7A7A7A" w:themeColor="accent1"/>
      <w:sz w:val="28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pPr>
      <w:pBdr>
        <w:top w:val="single" w:sz="36" w:space="5" w:color="000000" w:themeColor="text1"/>
        <w:bottom w:val="single" w:sz="18" w:space="5" w:color="D1282E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Pr>
      <w:b/>
      <w:bCs/>
      <w:i/>
      <w:iCs/>
      <w:color w:val="7F7F7F" w:themeColor="text1" w:themeTint="80"/>
      <w:sz w:val="26"/>
    </w:rPr>
  </w:style>
  <w:style w:type="character" w:styleId="Neenpoudarek">
    <w:name w:val="Subtle Emphasis"/>
    <w:basedOn w:val="Privzetapisavaodstavka"/>
    <w:uiPriority w:val="19"/>
    <w:qFormat/>
    <w:rPr>
      <w:i/>
      <w:iCs/>
      <w:color w:val="7A7A7A" w:themeColor="accent1"/>
    </w:rPr>
  </w:style>
  <w:style w:type="character" w:styleId="Intenzivenpoudarek">
    <w:name w:val="Intense Emphasis"/>
    <w:basedOn w:val="Privzetapisavaodstavka"/>
    <w:uiPriority w:val="21"/>
    <w:qFormat/>
    <w:rPr>
      <w:b/>
      <w:bCs/>
      <w:i/>
      <w:iCs/>
      <w:color w:val="D1282E" w:themeColor="text2"/>
    </w:rPr>
  </w:style>
  <w:style w:type="character" w:styleId="Neensklic">
    <w:name w:val="Subtle Reference"/>
    <w:basedOn w:val="Privzetapisavaodstavka"/>
    <w:uiPriority w:val="31"/>
    <w:qFormat/>
    <w:rPr>
      <w:rFonts w:asciiTheme="minorHAnsi" w:hAnsiTheme="minorHAnsi"/>
      <w:smallCaps/>
      <w:color w:val="F5C201" w:themeColor="accent2"/>
      <w:sz w:val="22"/>
      <w:u w:val="none"/>
    </w:rPr>
  </w:style>
  <w:style w:type="character" w:styleId="Intenzivensklic">
    <w:name w:val="Intense Reference"/>
    <w:basedOn w:val="Privzetapisavaodstavka"/>
    <w:uiPriority w:val="32"/>
    <w:qFormat/>
    <w:rPr>
      <w:rFonts w:asciiTheme="minorHAnsi" w:hAnsiTheme="minorHAnsi"/>
      <w:b/>
      <w:bCs/>
      <w:caps/>
      <w:color w:val="F5C201" w:themeColor="accent2"/>
      <w:spacing w:val="5"/>
      <w:sz w:val="22"/>
      <w:u w:val="single"/>
    </w:rPr>
  </w:style>
  <w:style w:type="character" w:styleId="Naslovknjige">
    <w:name w:val="Book Title"/>
    <w:basedOn w:val="Privzetapisavaodstavka"/>
    <w:uiPriority w:val="33"/>
    <w:qFormat/>
    <w:rPr>
      <w:rFonts w:asciiTheme="minorHAnsi" w:hAnsiTheme="minorHAnsi"/>
      <w:b/>
      <w:bCs/>
      <w:caps/>
      <w:color w:val="3D3D3D" w:themeColor="accent1" w:themeShade="80"/>
      <w:spacing w:val="5"/>
      <w:sz w:val="22"/>
    </w:rPr>
  </w:style>
  <w:style w:type="paragraph" w:styleId="NaslovTOC">
    <w:name w:val="TOC Heading"/>
    <w:basedOn w:val="Naslov1"/>
    <w:next w:val="Navaden"/>
    <w:uiPriority w:val="39"/>
    <w:unhideWhenUsed/>
    <w:qFormat/>
    <w:pPr>
      <w:outlineLvl w:val="9"/>
    </w:pPr>
  </w:style>
  <w:style w:type="paragraph" w:styleId="Besedilooblaka">
    <w:name w:val="Balloon Text"/>
    <w:basedOn w:val="Navaden"/>
    <w:link w:val="Besediloobla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rPr>
      <w:color w:val="808080"/>
    </w:rPr>
  </w:style>
  <w:style w:type="paragraph" w:styleId="Glava">
    <w:name w:val="header"/>
    <w:basedOn w:val="Navaden"/>
    <w:link w:val="Glav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</w:style>
  <w:style w:type="paragraph" w:styleId="Noga">
    <w:name w:val="footer"/>
    <w:basedOn w:val="Navaden"/>
    <w:link w:val="NogaZnak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</w:style>
  <w:style w:type="character" w:styleId="Hiperpovezava">
    <w:name w:val="Hyperlink"/>
    <w:basedOn w:val="Privzetapisavaodstavka"/>
    <w:uiPriority w:val="99"/>
    <w:unhideWhenUsed/>
    <w:rsid w:val="00B24803"/>
    <w:rPr>
      <w:color w:val="00B0F0"/>
      <w:u w:val="single"/>
    </w:rPr>
  </w:style>
  <w:style w:type="paragraph" w:customStyle="1" w:styleId="Naslovtabele">
    <w:name w:val="Naslov tabele"/>
    <w:basedOn w:val="Odstavekseznama"/>
    <w:qFormat/>
    <w:rsid w:val="006F439A"/>
    <w:pPr>
      <w:keepNext/>
      <w:numPr>
        <w:numId w:val="3"/>
      </w:numPr>
      <w:spacing w:after="60"/>
      <w:jc w:val="both"/>
    </w:pPr>
    <w:rPr>
      <w:color w:val="0070C0"/>
      <w:u w:val="single" w:color="000000" w:themeColor="text1"/>
    </w:rPr>
  </w:style>
  <w:style w:type="table" w:styleId="Tabelamrea4poudarek2">
    <w:name w:val="Grid Table 4 Accent 2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FEDD61" w:themeColor="accent2" w:themeTint="99"/>
        <w:left w:val="single" w:sz="4" w:space="0" w:color="FEDD61" w:themeColor="accent2" w:themeTint="99"/>
        <w:bottom w:val="single" w:sz="4" w:space="0" w:color="FEDD61" w:themeColor="accent2" w:themeTint="99"/>
        <w:right w:val="single" w:sz="4" w:space="0" w:color="FEDD61" w:themeColor="accent2" w:themeTint="99"/>
        <w:insideH w:val="single" w:sz="4" w:space="0" w:color="FEDD61" w:themeColor="accent2" w:themeTint="99"/>
        <w:insideV w:val="single" w:sz="4" w:space="0" w:color="FEDD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C201" w:themeColor="accent2"/>
          <w:left w:val="single" w:sz="4" w:space="0" w:color="F5C201" w:themeColor="accent2"/>
          <w:bottom w:val="single" w:sz="4" w:space="0" w:color="F5C201" w:themeColor="accent2"/>
          <w:right w:val="single" w:sz="4" w:space="0" w:color="F5C201" w:themeColor="accent2"/>
          <w:insideH w:val="nil"/>
          <w:insideV w:val="nil"/>
        </w:tcBorders>
        <w:shd w:val="clear" w:color="auto" w:fill="F5C201" w:themeFill="accent2"/>
      </w:tcPr>
    </w:tblStylePr>
    <w:tblStylePr w:type="lastRow">
      <w:rPr>
        <w:b/>
        <w:bCs/>
      </w:rPr>
      <w:tblPr/>
      <w:tcPr>
        <w:tcBorders>
          <w:top w:val="double" w:sz="4" w:space="0" w:color="F5C20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3CA" w:themeFill="accent2" w:themeFillTint="33"/>
      </w:tcPr>
    </w:tblStylePr>
    <w:tblStylePr w:type="band1Horz">
      <w:tblPr/>
      <w:tcPr>
        <w:shd w:val="clear" w:color="auto" w:fill="FEF3CA" w:themeFill="accent2" w:themeFillTint="33"/>
      </w:tcPr>
    </w:tblStylePr>
  </w:style>
  <w:style w:type="table" w:styleId="Tabelamrea4poudarek5">
    <w:name w:val="Grid Table 4 Accent 5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EA9B7B" w:themeColor="accent5" w:themeTint="99"/>
        <w:left w:val="single" w:sz="4" w:space="0" w:color="EA9B7B" w:themeColor="accent5" w:themeTint="99"/>
        <w:bottom w:val="single" w:sz="4" w:space="0" w:color="EA9B7B" w:themeColor="accent5" w:themeTint="99"/>
        <w:right w:val="single" w:sz="4" w:space="0" w:color="EA9B7B" w:themeColor="accent5" w:themeTint="99"/>
        <w:insideH w:val="single" w:sz="4" w:space="0" w:color="EA9B7B" w:themeColor="accent5" w:themeTint="99"/>
        <w:insideV w:val="single" w:sz="4" w:space="0" w:color="EA9B7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5924" w:themeColor="accent5"/>
          <w:left w:val="single" w:sz="4" w:space="0" w:color="DC5924" w:themeColor="accent5"/>
          <w:bottom w:val="single" w:sz="4" w:space="0" w:color="DC5924" w:themeColor="accent5"/>
          <w:right w:val="single" w:sz="4" w:space="0" w:color="DC5924" w:themeColor="accent5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</w:rPr>
      <w:tblPr/>
      <w:tcPr>
        <w:tcBorders>
          <w:top w:val="double" w:sz="4" w:space="0" w:color="DC592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DD3" w:themeFill="accent5" w:themeFillTint="33"/>
      </w:tcPr>
    </w:tblStylePr>
    <w:tblStylePr w:type="band1Horz">
      <w:tblPr/>
      <w:tcPr>
        <w:shd w:val="clear" w:color="auto" w:fill="F8DDD3" w:themeFill="accent5" w:themeFillTint="33"/>
      </w:tcPr>
    </w:tblStylePr>
  </w:style>
  <w:style w:type="paragraph" w:customStyle="1" w:styleId="Naslovslik">
    <w:name w:val="Naslov slik"/>
    <w:basedOn w:val="Brezrazmikov"/>
    <w:qFormat/>
    <w:rsid w:val="002E6A92"/>
    <w:pPr>
      <w:keepNext/>
      <w:numPr>
        <w:numId w:val="2"/>
      </w:numPr>
      <w:spacing w:after="60"/>
      <w:ind w:left="714" w:hanging="357"/>
    </w:pPr>
    <w:rPr>
      <w:color w:val="00B0F0"/>
      <w:u w:val="single" w:color="000000" w:themeColor="text1"/>
    </w:rPr>
  </w:style>
  <w:style w:type="table" w:customStyle="1" w:styleId="Tanja">
    <w:name w:val="Tanja"/>
    <w:basedOn w:val="Navadnatabela"/>
    <w:uiPriority w:val="99"/>
    <w:qFormat/>
    <w:rsid w:val="008F1FFC"/>
    <w:pPr>
      <w:spacing w:after="0" w:line="240" w:lineRule="auto"/>
      <w:jc w:val="center"/>
    </w:pPr>
    <w:rPr>
      <w:rFonts w:ascii="Candara" w:eastAsia="Calibri" w:hAnsi="Candara" w:cs="Times New Roman"/>
      <w:szCs w:val="20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  <w:tblStylePr w:type="firstRow">
      <w:pPr>
        <w:jc w:val="center"/>
      </w:pPr>
      <w:rPr>
        <w:rFonts w:ascii="TimesNewRomanPSMT" w:hAnsi="TimesNewRomanPSMT"/>
        <w:b/>
        <w:color w:val="FFFFFF"/>
        <w:sz w:val="22"/>
      </w:rPr>
      <w:tblPr/>
      <w:tcPr>
        <w:shd w:val="clear" w:color="auto" w:fill="4F81BD"/>
      </w:tcPr>
    </w:tblStylePr>
    <w:tblStylePr w:type="firstCol">
      <w:tblPr/>
      <w:tcPr>
        <w:shd w:val="clear" w:color="auto" w:fill="DBE5F1"/>
      </w:tcPr>
    </w:tblStylePr>
    <w:tblStylePr w:type="lastCol">
      <w:tblPr/>
      <w:tcPr>
        <w:shd w:val="clear" w:color="auto" w:fill="DBE5F1"/>
      </w:tcPr>
    </w:tblStylePr>
  </w:style>
  <w:style w:type="table" w:styleId="Tabelamrea">
    <w:name w:val="Table Grid"/>
    <w:basedOn w:val="Navadnatabela"/>
    <w:uiPriority w:val="59"/>
    <w:unhideWhenUsed/>
    <w:rsid w:val="009C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temnamrea5poudarek5">
    <w:name w:val="Grid Table 5 Dark Accent 5"/>
    <w:basedOn w:val="Navadnatabela"/>
    <w:uiPriority w:val="50"/>
    <w:rsid w:val="009C72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D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band1Vert">
      <w:tblPr/>
      <w:tcPr>
        <w:shd w:val="clear" w:color="auto" w:fill="F1BCA7" w:themeFill="accent5" w:themeFillTint="66"/>
      </w:tcPr>
    </w:tblStylePr>
    <w:tblStylePr w:type="band1Horz">
      <w:tblPr/>
      <w:tcPr>
        <w:shd w:val="clear" w:color="auto" w:fill="F1BCA7" w:themeFill="accent5" w:themeFillTint="66"/>
      </w:tcPr>
    </w:tblStyle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rsid w:val="0045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454BE6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aliases w:val="Footnote symbol,Footnote,Fussnota"/>
    <w:uiPriority w:val="99"/>
    <w:unhideWhenUsed/>
    <w:rsid w:val="00454BE6"/>
    <w:rPr>
      <w:vertAlign w:val="superscript"/>
    </w:rPr>
  </w:style>
  <w:style w:type="table" w:styleId="Tabelasvetlamrea1poudarek5">
    <w:name w:val="Grid Table 1 Light Accent 5"/>
    <w:basedOn w:val="Navadnatabela"/>
    <w:uiPriority w:val="46"/>
    <w:rsid w:val="00454BE6"/>
    <w:pPr>
      <w:spacing w:after="0" w:line="240" w:lineRule="auto"/>
    </w:pPr>
    <w:tblPr>
      <w:tblStyleRowBandSize w:val="1"/>
      <w:tblStyleColBandSize w:val="1"/>
      <w:tblBorders>
        <w:top w:val="single" w:sz="4" w:space="0" w:color="F1BCA7" w:themeColor="accent5" w:themeTint="66"/>
        <w:left w:val="single" w:sz="4" w:space="0" w:color="F1BCA7" w:themeColor="accent5" w:themeTint="66"/>
        <w:bottom w:val="single" w:sz="4" w:space="0" w:color="F1BCA7" w:themeColor="accent5" w:themeTint="66"/>
        <w:right w:val="single" w:sz="4" w:space="0" w:color="F1BCA7" w:themeColor="accent5" w:themeTint="66"/>
        <w:insideH w:val="single" w:sz="4" w:space="0" w:color="F1BCA7" w:themeColor="accent5" w:themeTint="66"/>
        <w:insideV w:val="single" w:sz="4" w:space="0" w:color="F1BC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9B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9B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2">
    <w:name w:val="Body Text 2"/>
    <w:basedOn w:val="Navaden"/>
    <w:link w:val="Telobesedila2Znak"/>
    <w:uiPriority w:val="99"/>
    <w:rsid w:val="00F935E0"/>
    <w:pPr>
      <w:widowControl w:val="0"/>
      <w:spacing w:after="0" w:line="240" w:lineRule="auto"/>
      <w:ind w:right="-58"/>
      <w:jc w:val="both"/>
    </w:pPr>
    <w:rPr>
      <w:rFonts w:ascii="Arial" w:eastAsia="Calibri" w:hAnsi="Arial" w:cs="Arial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935E0"/>
    <w:rPr>
      <w:rFonts w:ascii="Arial" w:eastAsia="Calibri" w:hAnsi="Arial" w:cs="Arial"/>
      <w:sz w:val="20"/>
      <w:szCs w:val="20"/>
    </w:rPr>
  </w:style>
  <w:style w:type="paragraph" w:styleId="Kazalovsebine1">
    <w:name w:val="toc 1"/>
    <w:basedOn w:val="Navaden"/>
    <w:next w:val="Navaden"/>
    <w:autoRedefine/>
    <w:uiPriority w:val="39"/>
    <w:unhideWhenUsed/>
    <w:rsid w:val="00EF618A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EF618A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EF618A"/>
    <w:pPr>
      <w:spacing w:after="100"/>
      <w:ind w:left="440"/>
    </w:pPr>
  </w:style>
  <w:style w:type="character" w:customStyle="1" w:styleId="apple-converted-space">
    <w:name w:val="apple-converted-space"/>
    <w:basedOn w:val="Privzetapisavaodstavka"/>
    <w:rsid w:val="00C817ED"/>
  </w:style>
  <w:style w:type="table" w:styleId="Tabelamrea4poudarek3">
    <w:name w:val="Grid Table 4 Accent 3"/>
    <w:basedOn w:val="Navadnatabela"/>
    <w:uiPriority w:val="49"/>
    <w:rsid w:val="00D12ABF"/>
    <w:pPr>
      <w:spacing w:after="0" w:line="240" w:lineRule="auto"/>
    </w:pPr>
    <w:tblPr>
      <w:tblStyleRowBandSize w:val="1"/>
      <w:tblStyleColBandSize w:val="1"/>
      <w:tblBorders>
        <w:top w:val="single" w:sz="4" w:space="0" w:color="97A7CF" w:themeColor="accent3" w:themeTint="99"/>
        <w:left w:val="single" w:sz="4" w:space="0" w:color="97A7CF" w:themeColor="accent3" w:themeTint="99"/>
        <w:bottom w:val="single" w:sz="4" w:space="0" w:color="97A7CF" w:themeColor="accent3" w:themeTint="99"/>
        <w:right w:val="single" w:sz="4" w:space="0" w:color="97A7CF" w:themeColor="accent3" w:themeTint="99"/>
        <w:insideH w:val="single" w:sz="4" w:space="0" w:color="97A7CF" w:themeColor="accent3" w:themeTint="99"/>
        <w:insideV w:val="single" w:sz="4" w:space="0" w:color="97A7C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26DB0" w:themeColor="accent3"/>
          <w:left w:val="single" w:sz="4" w:space="0" w:color="526DB0" w:themeColor="accent3"/>
          <w:bottom w:val="single" w:sz="4" w:space="0" w:color="526DB0" w:themeColor="accent3"/>
          <w:right w:val="single" w:sz="4" w:space="0" w:color="526DB0" w:themeColor="accent3"/>
          <w:insideH w:val="nil"/>
          <w:insideV w:val="nil"/>
        </w:tcBorders>
        <w:shd w:val="clear" w:color="auto" w:fill="526DB0" w:themeFill="accent3"/>
      </w:tcPr>
    </w:tblStylePr>
    <w:tblStylePr w:type="lastRow">
      <w:rPr>
        <w:b/>
        <w:bCs/>
      </w:rPr>
      <w:tblPr/>
      <w:tcPr>
        <w:tcBorders>
          <w:top w:val="double" w:sz="4" w:space="0" w:color="526DB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1EF" w:themeFill="accent3" w:themeFillTint="33"/>
      </w:tcPr>
    </w:tblStylePr>
    <w:tblStylePr w:type="band1Horz">
      <w:tblPr/>
      <w:tcPr>
        <w:shd w:val="clear" w:color="auto" w:fill="DCE1EF" w:themeFill="accent3" w:themeFillTint="33"/>
      </w:tcPr>
    </w:tblStylePr>
  </w:style>
  <w:style w:type="table" w:styleId="Tabelamrea4poudarek4">
    <w:name w:val="Grid Table 4 Accent 4"/>
    <w:basedOn w:val="Navadnatabela"/>
    <w:uiPriority w:val="49"/>
    <w:rsid w:val="00312A2D"/>
    <w:pPr>
      <w:spacing w:after="0" w:line="240" w:lineRule="auto"/>
    </w:pPr>
    <w:tblPr>
      <w:tblStyleRowBandSize w:val="1"/>
      <w:tblStyleColBandSize w:val="1"/>
      <w:tblBorders>
        <w:top w:val="single" w:sz="4" w:space="0" w:color="C1C2CD" w:themeColor="accent4" w:themeTint="99"/>
        <w:left w:val="single" w:sz="4" w:space="0" w:color="C1C2CD" w:themeColor="accent4" w:themeTint="99"/>
        <w:bottom w:val="single" w:sz="4" w:space="0" w:color="C1C2CD" w:themeColor="accent4" w:themeTint="99"/>
        <w:right w:val="single" w:sz="4" w:space="0" w:color="C1C2CD" w:themeColor="accent4" w:themeTint="99"/>
        <w:insideH w:val="single" w:sz="4" w:space="0" w:color="C1C2CD" w:themeColor="accent4" w:themeTint="99"/>
        <w:insideV w:val="single" w:sz="4" w:space="0" w:color="C1C2C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89AAC" w:themeColor="accent4"/>
          <w:left w:val="single" w:sz="4" w:space="0" w:color="989AAC" w:themeColor="accent4"/>
          <w:bottom w:val="single" w:sz="4" w:space="0" w:color="989AAC" w:themeColor="accent4"/>
          <w:right w:val="single" w:sz="4" w:space="0" w:color="989AAC" w:themeColor="accent4"/>
          <w:insideH w:val="nil"/>
          <w:insideV w:val="nil"/>
        </w:tcBorders>
        <w:shd w:val="clear" w:color="auto" w:fill="989AAC" w:themeFill="accent4"/>
      </w:tcPr>
    </w:tblStylePr>
    <w:tblStylePr w:type="lastRow">
      <w:rPr>
        <w:b/>
        <w:bCs/>
      </w:rPr>
      <w:tblPr/>
      <w:tcPr>
        <w:tcBorders>
          <w:top w:val="double" w:sz="4" w:space="0" w:color="989AA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E" w:themeFill="accent4" w:themeFillTint="33"/>
      </w:tcPr>
    </w:tblStylePr>
    <w:tblStylePr w:type="band1Horz">
      <w:tblPr/>
      <w:tcPr>
        <w:shd w:val="clear" w:color="auto" w:fill="EAEAEE" w:themeFill="accent4" w:themeFillTint="33"/>
      </w:tcPr>
    </w:tblStylePr>
  </w:style>
  <w:style w:type="table" w:styleId="Tabelasvetlamrea1poudarek4">
    <w:name w:val="Grid Table 1 Light Accent 4"/>
    <w:basedOn w:val="Navadnatabela"/>
    <w:uiPriority w:val="46"/>
    <w:rsid w:val="009874F7"/>
    <w:pPr>
      <w:spacing w:after="0" w:line="240" w:lineRule="auto"/>
    </w:pPr>
    <w:tblPr>
      <w:tblStyleRowBandSize w:val="1"/>
      <w:tblStyleColBandSize w:val="1"/>
      <w:tblBorders>
        <w:top w:val="single" w:sz="4" w:space="0" w:color="D5D6DD" w:themeColor="accent4" w:themeTint="66"/>
        <w:left w:val="single" w:sz="4" w:space="0" w:color="D5D6DD" w:themeColor="accent4" w:themeTint="66"/>
        <w:bottom w:val="single" w:sz="4" w:space="0" w:color="D5D6DD" w:themeColor="accent4" w:themeTint="66"/>
        <w:right w:val="single" w:sz="4" w:space="0" w:color="D5D6DD" w:themeColor="accent4" w:themeTint="66"/>
        <w:insideH w:val="single" w:sz="4" w:space="0" w:color="D5D6DD" w:themeColor="accent4" w:themeTint="66"/>
        <w:insideV w:val="single" w:sz="4" w:space="0" w:color="D5D6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1C2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2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mrea2poudarek6">
    <w:name w:val="Grid Table 2 Accent 6"/>
    <w:basedOn w:val="Navadnatabela"/>
    <w:uiPriority w:val="47"/>
    <w:rsid w:val="00A01DDC"/>
    <w:pPr>
      <w:spacing w:after="0" w:line="240" w:lineRule="auto"/>
    </w:pPr>
    <w:tblPr>
      <w:tblStyleRowBandSize w:val="1"/>
      <w:tblStyleColBandSize w:val="1"/>
      <w:tblBorders>
        <w:top w:val="single" w:sz="2" w:space="0" w:color="D2D1BD" w:themeColor="accent6" w:themeTint="99"/>
        <w:bottom w:val="single" w:sz="2" w:space="0" w:color="D2D1BD" w:themeColor="accent6" w:themeTint="99"/>
        <w:insideH w:val="single" w:sz="2" w:space="0" w:color="D2D1BD" w:themeColor="accent6" w:themeTint="99"/>
        <w:insideV w:val="single" w:sz="2" w:space="0" w:color="D2D1B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D1B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FE9" w:themeFill="accent6" w:themeFillTint="33"/>
      </w:tcPr>
    </w:tblStylePr>
    <w:tblStylePr w:type="band1Horz">
      <w:tblPr/>
      <w:tcPr>
        <w:shd w:val="clear" w:color="auto" w:fill="F0EFE9" w:themeFill="accent6" w:themeFillTint="33"/>
      </w:tcPr>
    </w:tblStylePr>
  </w:style>
  <w:style w:type="table" w:styleId="Tabelasvetlamrea1poudarek3">
    <w:name w:val="Grid Table 1 Light Accent 3"/>
    <w:basedOn w:val="Navadnatabela"/>
    <w:uiPriority w:val="46"/>
    <w:rsid w:val="00E02F6B"/>
    <w:pPr>
      <w:spacing w:after="0" w:line="240" w:lineRule="auto"/>
    </w:pPr>
    <w:tblPr>
      <w:tblStyleRowBandSize w:val="1"/>
      <w:tblStyleColBandSize w:val="1"/>
      <w:tblBorders>
        <w:top w:val="single" w:sz="4" w:space="0" w:color="B9C4DF" w:themeColor="accent3" w:themeTint="66"/>
        <w:left w:val="single" w:sz="4" w:space="0" w:color="B9C4DF" w:themeColor="accent3" w:themeTint="66"/>
        <w:bottom w:val="single" w:sz="4" w:space="0" w:color="B9C4DF" w:themeColor="accent3" w:themeTint="66"/>
        <w:right w:val="single" w:sz="4" w:space="0" w:color="B9C4DF" w:themeColor="accent3" w:themeTint="66"/>
        <w:insideH w:val="single" w:sz="4" w:space="0" w:color="B9C4DF" w:themeColor="accent3" w:themeTint="66"/>
        <w:insideV w:val="single" w:sz="4" w:space="0" w:color="B9C4D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7A7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A7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1poudarek1">
    <w:name w:val="Grid Table 1 Light Accent 1"/>
    <w:basedOn w:val="Navadnatabela"/>
    <w:uiPriority w:val="46"/>
    <w:rsid w:val="00C00B7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1" w:themeTint="66"/>
        <w:left w:val="single" w:sz="4" w:space="0" w:color="C9C9C9" w:themeColor="accent1" w:themeTint="66"/>
        <w:bottom w:val="single" w:sz="4" w:space="0" w:color="C9C9C9" w:themeColor="accent1" w:themeTint="66"/>
        <w:right w:val="single" w:sz="4" w:space="0" w:color="C9C9C9" w:themeColor="accent1" w:themeTint="66"/>
        <w:insideH w:val="single" w:sz="4" w:space="0" w:color="C9C9C9" w:themeColor="accent1" w:themeTint="66"/>
        <w:insideV w:val="single" w:sz="4" w:space="0" w:color="C9C9C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FAF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AF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erazreenaomemba">
    <w:name w:val="Unresolved Mention"/>
    <w:basedOn w:val="Privzetapisavaodstavka"/>
    <w:uiPriority w:val="99"/>
    <w:semiHidden/>
    <w:unhideWhenUsed/>
    <w:rsid w:val="000A2D4D"/>
    <w:rPr>
      <w:color w:val="808080"/>
      <w:shd w:val="clear" w:color="auto" w:fill="E6E6E6"/>
    </w:rPr>
  </w:style>
  <w:style w:type="paragraph" w:customStyle="1" w:styleId="Default">
    <w:name w:val="Default"/>
    <w:rsid w:val="00AE14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ir">
    <w:name w:val="Vir"/>
    <w:basedOn w:val="Brezrazmikov"/>
    <w:qFormat/>
    <w:rsid w:val="00D6644D"/>
    <w:pPr>
      <w:ind w:left="356"/>
    </w:pPr>
    <w:rPr>
      <w:rFonts w:ascii="Arial" w:eastAsia="Dotum" w:hAnsi="Arial" w:cs="Arial"/>
      <w:bCs/>
      <w:sz w:val="20"/>
      <w:szCs w:val="20"/>
    </w:rPr>
  </w:style>
  <w:style w:type="table" w:styleId="Tabelasvetlamrea1poudarek6">
    <w:name w:val="Grid Table 1 Light Accent 6"/>
    <w:basedOn w:val="Navadnatabela"/>
    <w:uiPriority w:val="46"/>
    <w:rsid w:val="00043F24"/>
    <w:pPr>
      <w:spacing w:after="0" w:line="240" w:lineRule="auto"/>
    </w:pPr>
    <w:tblPr>
      <w:tblStyleRowBandSize w:val="1"/>
      <w:tblStyleColBandSize w:val="1"/>
      <w:tblBorders>
        <w:top w:val="single" w:sz="4" w:space="0" w:color="E1E0D3" w:themeColor="accent6" w:themeTint="66"/>
        <w:left w:val="single" w:sz="4" w:space="0" w:color="E1E0D3" w:themeColor="accent6" w:themeTint="66"/>
        <w:bottom w:val="single" w:sz="4" w:space="0" w:color="E1E0D3" w:themeColor="accent6" w:themeTint="66"/>
        <w:right w:val="single" w:sz="4" w:space="0" w:color="E1E0D3" w:themeColor="accent6" w:themeTint="66"/>
        <w:insideH w:val="single" w:sz="4" w:space="0" w:color="E1E0D3" w:themeColor="accent6" w:themeTint="66"/>
        <w:insideV w:val="single" w:sz="4" w:space="0" w:color="E1E0D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2D1B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">
    <w:name w:val="Body Text"/>
    <w:basedOn w:val="Navaden"/>
    <w:link w:val="TelobesedilaZnak"/>
    <w:uiPriority w:val="99"/>
    <w:semiHidden/>
    <w:unhideWhenUsed/>
    <w:rsid w:val="00E27EF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E27EF3"/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3D47A1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3D47A1"/>
  </w:style>
  <w:style w:type="table" w:styleId="Navadnatabela1">
    <w:name w:val="Plain Table 1"/>
    <w:basedOn w:val="Navadnatabela"/>
    <w:uiPriority w:val="41"/>
    <w:rsid w:val="00043B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azivlistine">
    <w:name w:val="Naziv listine"/>
    <w:basedOn w:val="Navaden"/>
    <w:qFormat/>
    <w:rsid w:val="00487499"/>
    <w:pPr>
      <w:spacing w:after="0" w:line="280" w:lineRule="atLeast"/>
      <w:jc w:val="center"/>
    </w:pPr>
    <w:rPr>
      <w:rFonts w:ascii="Arial" w:eastAsia="Times New Roman" w:hAnsi="Arial" w:cs="Arial"/>
      <w:b/>
      <w:color w:val="70AD47"/>
      <w:sz w:val="28"/>
      <w:szCs w:val="28"/>
    </w:rPr>
  </w:style>
  <w:style w:type="paragraph" w:customStyle="1" w:styleId="Textbody">
    <w:name w:val="Text body"/>
    <w:basedOn w:val="Navaden"/>
    <w:rsid w:val="00F14410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F1441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1441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14410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OdstavekseznamaZnak">
    <w:name w:val="Odstavek seznama Znak"/>
    <w:link w:val="Odstavekseznama"/>
    <w:uiPriority w:val="34"/>
    <w:locked/>
    <w:rsid w:val="00E16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AppData\Roaming\Microsoft\Templates\Poro&#269;ilo%20(oblika%20&#187;Osnovno&#171;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ssential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4CD26E-9D7C-4435-B9F2-8BC123FE9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8E8C5-126C-4F64-8B94-7B7308E1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Poročilo (oblika »Osnovno«)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TOPLOTNA OSKRBA ZAVODA HRASTOVEC S TOPLOTO NA LESNO BIOMASO</vt:lpstr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TOPLOTNA OSKRBA ZAVODA HRASTOVEC S TOPLOTO NA LESNO BIOMASO</dc:title>
  <dc:subject>RAZPISNA DOKUMENTACIJA</dc:subject>
  <dc:creator>Tanja</dc:creator>
  <cp:keywords/>
  <cp:lastModifiedBy>Tanja Vintar</cp:lastModifiedBy>
  <cp:revision>3</cp:revision>
  <cp:lastPrinted>2019-05-21T08:02:00Z</cp:lastPrinted>
  <dcterms:created xsi:type="dcterms:W3CDTF">2020-06-28T06:11:00Z</dcterms:created>
  <dcterms:modified xsi:type="dcterms:W3CDTF">2020-06-28T06:11:00Z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TC018408409991</vt:lpwstr>
  </property>
</Properties>
</file>